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raster"/>
        <w:tblW w:w="0" w:type="auto"/>
        <w:tblInd w:w="4968" w:type="dxa"/>
        <w:tblLook w:val="01E0" w:firstRow="1" w:lastRow="1" w:firstColumn="1" w:lastColumn="1" w:noHBand="0" w:noVBand="0"/>
      </w:tblPr>
      <w:tblGrid>
        <w:gridCol w:w="2185"/>
        <w:gridCol w:w="2133"/>
      </w:tblGrid>
      <w:tr w:rsidR="006436D5" w:rsidTr="006436D5">
        <w:trPr>
          <w:trHeight w:hRule="exact" w:val="454"/>
        </w:trPr>
        <w:tc>
          <w:tcPr>
            <w:tcW w:w="2160" w:type="dxa"/>
            <w:tcBorders>
              <w:top w:val="nil"/>
              <w:left w:val="nil"/>
              <w:bottom w:val="nil"/>
            </w:tcBorders>
            <w:vAlign w:val="bottom"/>
          </w:tcPr>
          <w:p w:rsidR="006436D5" w:rsidRPr="004020D7" w:rsidRDefault="0081580E" w:rsidP="006436D5">
            <w:pPr>
              <w:spacing w:before="120"/>
              <w:rPr>
                <w:rFonts w:ascii="Arial" w:hAnsi="Arial" w:cs="Arial"/>
              </w:rPr>
            </w:pPr>
            <w:bookmarkStart w:id="0" w:name="_GoBack"/>
            <w:bookmarkEnd w:id="0"/>
            <w:r w:rsidRPr="004020D7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766784" behindDoc="1" locked="0" layoutInCell="1" allowOverlap="1">
                  <wp:simplePos x="0" y="0"/>
                  <wp:positionH relativeFrom="column">
                    <wp:posOffset>-3154680</wp:posOffset>
                  </wp:positionH>
                  <wp:positionV relativeFrom="paragraph">
                    <wp:posOffset>-6350</wp:posOffset>
                  </wp:positionV>
                  <wp:extent cx="899795" cy="816610"/>
                  <wp:effectExtent l="0" t="0" r="0" b="2540"/>
                  <wp:wrapNone/>
                  <wp:docPr id="3615" name="Afbeelding 3615" descr="logo-ITS-kle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15" descr="logo-ITS-kleu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9795" cy="816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436D5" w:rsidRPr="004020D7">
              <w:rPr>
                <w:rFonts w:ascii="Arial" w:hAnsi="Arial" w:cs="Arial"/>
              </w:rPr>
              <w:t>respondentnummer:</w:t>
            </w:r>
          </w:p>
        </w:tc>
        <w:tc>
          <w:tcPr>
            <w:tcW w:w="2158" w:type="dxa"/>
          </w:tcPr>
          <w:p w:rsidR="006436D5" w:rsidRDefault="006436D5" w:rsidP="006436D5"/>
        </w:tc>
      </w:tr>
    </w:tbl>
    <w:p w:rsidR="006436D5" w:rsidRDefault="006436D5" w:rsidP="006436D5"/>
    <w:p w:rsidR="006436D5" w:rsidRPr="001703B7" w:rsidRDefault="006436D5" w:rsidP="006436D5">
      <w:pPr>
        <w:pStyle w:val="Kop"/>
        <w:pBdr>
          <w:top w:val="none" w:sz="0" w:space="0" w:color="auto"/>
          <w:bottom w:val="none" w:sz="0" w:space="0" w:color="auto"/>
        </w:pBdr>
        <w:spacing w:line="300" w:lineRule="exact"/>
        <w:rPr>
          <w:rFonts w:ascii="Arial" w:hAnsi="Arial"/>
          <w:sz w:val="24"/>
        </w:rPr>
      </w:pPr>
    </w:p>
    <w:p w:rsidR="006436D5" w:rsidRPr="001703B7" w:rsidRDefault="006436D5" w:rsidP="006436D5">
      <w:pPr>
        <w:pStyle w:val="Kop"/>
        <w:pBdr>
          <w:top w:val="none" w:sz="0" w:space="0" w:color="auto"/>
          <w:bottom w:val="none" w:sz="0" w:space="0" w:color="auto"/>
        </w:pBdr>
        <w:spacing w:line="300" w:lineRule="exact"/>
        <w:rPr>
          <w:rFonts w:ascii="Arial" w:hAnsi="Arial"/>
          <w:sz w:val="24"/>
        </w:rPr>
      </w:pPr>
    </w:p>
    <w:p w:rsidR="006436D5" w:rsidRPr="001703B7" w:rsidRDefault="006436D5" w:rsidP="006436D5">
      <w:pPr>
        <w:pStyle w:val="Kop"/>
        <w:pBdr>
          <w:top w:val="none" w:sz="0" w:space="0" w:color="auto"/>
          <w:bottom w:val="none" w:sz="0" w:space="0" w:color="auto"/>
        </w:pBdr>
        <w:spacing w:line="300" w:lineRule="exact"/>
        <w:rPr>
          <w:rFonts w:ascii="Arial" w:hAnsi="Arial"/>
          <w:sz w:val="24"/>
        </w:rPr>
      </w:pPr>
    </w:p>
    <w:p w:rsidR="006436D5" w:rsidRDefault="006436D5" w:rsidP="006436D5">
      <w:pPr>
        <w:pStyle w:val="Kop"/>
        <w:pBdr>
          <w:top w:val="none" w:sz="0" w:space="0" w:color="auto"/>
          <w:bottom w:val="none" w:sz="0" w:space="0" w:color="auto"/>
        </w:pBdr>
        <w:spacing w:line="300" w:lineRule="exact"/>
        <w:rPr>
          <w:rFonts w:ascii="Arial" w:hAnsi="Arial"/>
          <w:sz w:val="24"/>
        </w:rPr>
      </w:pPr>
    </w:p>
    <w:p w:rsidR="006436D5" w:rsidRDefault="006436D5" w:rsidP="006436D5"/>
    <w:p w:rsidR="006436D5" w:rsidRPr="001703B7" w:rsidRDefault="006436D5" w:rsidP="006436D5">
      <w:pPr>
        <w:spacing w:line="300" w:lineRule="exact"/>
        <w:rPr>
          <w:rFonts w:ascii="Arial" w:hAnsi="Arial"/>
          <w:color w:val="000000"/>
          <w:sz w:val="24"/>
        </w:rPr>
      </w:pPr>
    </w:p>
    <w:p w:rsidR="006436D5" w:rsidRPr="001703B7" w:rsidRDefault="006436D5" w:rsidP="006436D5">
      <w:pPr>
        <w:spacing w:line="300" w:lineRule="exact"/>
        <w:rPr>
          <w:rFonts w:ascii="Arial" w:hAnsi="Arial"/>
          <w:color w:val="000000"/>
          <w:sz w:val="24"/>
        </w:rPr>
      </w:pPr>
    </w:p>
    <w:p w:rsidR="006436D5" w:rsidRPr="001703B7" w:rsidRDefault="006436D5" w:rsidP="006436D5">
      <w:pPr>
        <w:spacing w:line="300" w:lineRule="exact"/>
        <w:rPr>
          <w:rFonts w:ascii="Arial" w:hAnsi="Arial"/>
          <w:color w:val="000000"/>
          <w:sz w:val="24"/>
        </w:rPr>
      </w:pPr>
    </w:p>
    <w:p w:rsidR="006436D5" w:rsidRPr="001703B7" w:rsidRDefault="006436D5" w:rsidP="006436D5">
      <w:pPr>
        <w:spacing w:line="300" w:lineRule="exact"/>
        <w:rPr>
          <w:rFonts w:ascii="Arial" w:hAnsi="Arial"/>
          <w:color w:val="000000"/>
          <w:sz w:val="24"/>
        </w:rPr>
      </w:pPr>
    </w:p>
    <w:p w:rsidR="00DB74C5" w:rsidRPr="001703B7" w:rsidRDefault="0081580E" w:rsidP="00DB74C5">
      <w:pPr>
        <w:spacing w:line="300" w:lineRule="exact"/>
        <w:rPr>
          <w:rFonts w:ascii="Arial" w:hAnsi="Arial"/>
          <w:color w:val="000000"/>
          <w:sz w:val="24"/>
        </w:rPr>
      </w:pPr>
      <w:r w:rsidRPr="001703B7">
        <w:rPr>
          <w:rFonts w:ascii="Arial" w:hAnsi="Arial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476992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112395</wp:posOffset>
                </wp:positionV>
                <wp:extent cx="5715000" cy="0"/>
                <wp:effectExtent l="14605" t="9525" r="13970" b="9525"/>
                <wp:wrapNone/>
                <wp:docPr id="353" name="Line 13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510A15" id="Line 1372" o:spid="_x0000_s1026" style="position:absolute;z-index:251476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8.85pt" to="450pt,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" o:allowincell="f" strokeweight="1pt"/>
            </w:pict>
          </mc:Fallback>
        </mc:AlternateContent>
      </w:r>
    </w:p>
    <w:p w:rsidR="00DB74C5" w:rsidRPr="001703B7" w:rsidRDefault="00DB74C5" w:rsidP="00DB74C5">
      <w:pPr>
        <w:pStyle w:val="Koptekst"/>
        <w:tabs>
          <w:tab w:val="clear" w:pos="4536"/>
          <w:tab w:val="clear" w:pos="9072"/>
        </w:tabs>
      </w:pPr>
    </w:p>
    <w:p w:rsidR="00DB74C5" w:rsidRPr="00226AA1" w:rsidRDefault="00DB74C5" w:rsidP="00DB74C5">
      <w:pPr>
        <w:pStyle w:val="Kop1"/>
        <w:spacing w:line="360" w:lineRule="auto"/>
        <w:jc w:val="center"/>
        <w:rPr>
          <w:b/>
          <w:sz w:val="40"/>
          <w:szCs w:val="40"/>
          <w:u w:val="none"/>
        </w:rPr>
      </w:pPr>
      <w:r w:rsidRPr="00226AA1">
        <w:rPr>
          <w:b/>
          <w:sz w:val="40"/>
          <w:szCs w:val="40"/>
          <w:u w:val="none"/>
        </w:rPr>
        <w:t>C</w:t>
      </w:r>
      <w:r w:rsidR="00AB5D7C">
        <w:rPr>
          <w:b/>
          <w:sz w:val="40"/>
          <w:szCs w:val="40"/>
          <w:u w:val="none"/>
        </w:rPr>
        <w:t>Q</w:t>
      </w:r>
      <w:r w:rsidR="00550E8F">
        <w:rPr>
          <w:b/>
          <w:sz w:val="40"/>
          <w:szCs w:val="40"/>
          <w:u w:val="none"/>
        </w:rPr>
        <w:t>-index Lichame</w:t>
      </w:r>
      <w:r w:rsidR="000F4F6C">
        <w:rPr>
          <w:b/>
          <w:sz w:val="40"/>
          <w:szCs w:val="40"/>
          <w:u w:val="none"/>
        </w:rPr>
        <w:t xml:space="preserve">lijke </w:t>
      </w:r>
      <w:r w:rsidRPr="00226AA1">
        <w:rPr>
          <w:b/>
          <w:sz w:val="40"/>
          <w:szCs w:val="40"/>
          <w:u w:val="none"/>
        </w:rPr>
        <w:t>Gehandicaptenzorg</w:t>
      </w:r>
    </w:p>
    <w:p w:rsidR="00DB74C5" w:rsidRPr="00226AA1" w:rsidRDefault="00956228" w:rsidP="00DB74C5">
      <w:pPr>
        <w:pStyle w:val="Kop1"/>
        <w:spacing w:before="240" w:line="360" w:lineRule="auto"/>
        <w:jc w:val="center"/>
        <w:rPr>
          <w:rFonts w:cs="Arial"/>
          <w:bCs/>
          <w:sz w:val="28"/>
          <w:szCs w:val="28"/>
          <w:u w:val="none"/>
        </w:rPr>
      </w:pPr>
      <w:r>
        <w:rPr>
          <w:rFonts w:cs="Arial"/>
          <w:sz w:val="28"/>
          <w:szCs w:val="28"/>
          <w:u w:val="none"/>
        </w:rPr>
        <w:t xml:space="preserve">Ervaringen met </w:t>
      </w:r>
      <w:r w:rsidR="003373AF">
        <w:rPr>
          <w:rFonts w:cs="Arial"/>
          <w:sz w:val="28"/>
          <w:szCs w:val="28"/>
          <w:u w:val="none"/>
        </w:rPr>
        <w:t>dagbesteding</w:t>
      </w:r>
      <w:r>
        <w:rPr>
          <w:rFonts w:cs="Arial"/>
          <w:sz w:val="28"/>
          <w:szCs w:val="28"/>
          <w:u w:val="none"/>
        </w:rPr>
        <w:t xml:space="preserve"> </w:t>
      </w:r>
    </w:p>
    <w:p w:rsidR="00DB74C5" w:rsidRPr="00226AA1" w:rsidRDefault="00DB74C5" w:rsidP="00DB74C5">
      <w:pPr>
        <w:jc w:val="center"/>
        <w:rPr>
          <w:rFonts w:ascii="Arial" w:hAnsi="Arial" w:cs="Arial"/>
          <w:sz w:val="28"/>
          <w:szCs w:val="28"/>
        </w:rPr>
      </w:pPr>
    </w:p>
    <w:p w:rsidR="00DB74C5" w:rsidRPr="00226AA1" w:rsidRDefault="00DB74C5" w:rsidP="00DB74C5">
      <w:pPr>
        <w:jc w:val="center"/>
        <w:rPr>
          <w:rFonts w:ascii="Arial" w:hAnsi="Arial" w:cs="Arial"/>
          <w:sz w:val="28"/>
          <w:szCs w:val="28"/>
        </w:rPr>
      </w:pPr>
      <w:r w:rsidRPr="00226AA1">
        <w:rPr>
          <w:rFonts w:ascii="Arial" w:hAnsi="Arial" w:cs="Arial"/>
          <w:sz w:val="28"/>
          <w:szCs w:val="28"/>
        </w:rPr>
        <w:t xml:space="preserve">Vragenlijst voor </w:t>
      </w:r>
      <w:r w:rsidR="00C1463C">
        <w:rPr>
          <w:rFonts w:ascii="Arial" w:hAnsi="Arial" w:cs="Arial"/>
          <w:sz w:val="28"/>
          <w:szCs w:val="28"/>
        </w:rPr>
        <w:t xml:space="preserve">volwassen </w:t>
      </w:r>
      <w:r w:rsidRPr="00226AA1">
        <w:rPr>
          <w:rFonts w:ascii="Arial" w:hAnsi="Arial" w:cs="Arial"/>
          <w:sz w:val="28"/>
          <w:szCs w:val="28"/>
        </w:rPr>
        <w:t>cliënt</w:t>
      </w:r>
      <w:r w:rsidR="00956228">
        <w:rPr>
          <w:rFonts w:ascii="Arial" w:hAnsi="Arial" w:cs="Arial"/>
          <w:sz w:val="28"/>
          <w:szCs w:val="28"/>
        </w:rPr>
        <w:t xml:space="preserve">en </w:t>
      </w:r>
    </w:p>
    <w:p w:rsidR="00DB74C5" w:rsidRPr="001703B7" w:rsidRDefault="00DB74C5" w:rsidP="00DB74C5">
      <w:pPr>
        <w:pStyle w:val="Kop1"/>
        <w:spacing w:line="300" w:lineRule="exact"/>
        <w:jc w:val="center"/>
        <w:rPr>
          <w:b/>
          <w:bCs/>
          <w:sz w:val="32"/>
          <w:u w:val="none"/>
        </w:rPr>
      </w:pPr>
    </w:p>
    <w:p w:rsidR="00DB74C5" w:rsidRPr="00226AA1" w:rsidRDefault="0081580E" w:rsidP="00DB74C5">
      <w:pPr>
        <w:spacing w:line="300" w:lineRule="exact"/>
      </w:pPr>
      <w:r w:rsidRPr="001703B7">
        <w:rPr>
          <w:rFonts w:ascii="Arial" w:hAnsi="Arial"/>
          <w:noProof/>
          <w:sz w:val="24"/>
        </w:rPr>
        <mc:AlternateContent>
          <mc:Choice Requires="wps">
            <w:drawing>
              <wp:anchor distT="0" distB="0" distL="114300" distR="114300" simplePos="0" relativeHeight="251478016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47625</wp:posOffset>
                </wp:positionV>
                <wp:extent cx="5715000" cy="0"/>
                <wp:effectExtent l="14605" t="11430" r="13970" b="7620"/>
                <wp:wrapNone/>
                <wp:docPr id="352" name="Line 13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4DDEAE" id="Line 1373" o:spid="_x0000_s1026" style="position:absolute;z-index:251478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75pt" to="450pt,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" o:allowincell="f" strokeweight="1pt"/>
            </w:pict>
          </mc:Fallback>
        </mc:AlternateContent>
      </w:r>
    </w:p>
    <w:p w:rsidR="00DB74C5" w:rsidRDefault="00DB74C5" w:rsidP="00DB74C5"/>
    <w:p w:rsidR="00DB74C5" w:rsidRDefault="00DB74C5" w:rsidP="00DB74C5"/>
    <w:p w:rsidR="00DB74C5" w:rsidRDefault="00DB74C5" w:rsidP="00DB74C5"/>
    <w:p w:rsidR="00DB74C5" w:rsidRDefault="00DB74C5" w:rsidP="00DB74C5"/>
    <w:p w:rsidR="00DB74C5" w:rsidRDefault="00DB74C5" w:rsidP="00DB74C5"/>
    <w:p w:rsidR="00DB74C5" w:rsidRDefault="00DB74C5" w:rsidP="00DB74C5"/>
    <w:p w:rsidR="00DB74C5" w:rsidRDefault="00DB74C5" w:rsidP="00DB74C5"/>
    <w:p w:rsidR="00DB74C5" w:rsidRPr="00226AA1" w:rsidRDefault="00DB74C5" w:rsidP="00DB74C5"/>
    <w:p w:rsidR="00DB74C5" w:rsidRDefault="00DB74C5" w:rsidP="00DB74C5"/>
    <w:p w:rsidR="00956228" w:rsidRDefault="00956228" w:rsidP="00DB74C5"/>
    <w:p w:rsidR="00956228" w:rsidRDefault="00956228" w:rsidP="00DB74C5"/>
    <w:p w:rsidR="006436D5" w:rsidRDefault="006436D5" w:rsidP="00DB74C5"/>
    <w:p w:rsidR="006436D5" w:rsidRDefault="006436D5" w:rsidP="00DB74C5"/>
    <w:p w:rsidR="006436D5" w:rsidRDefault="006436D5" w:rsidP="00DB74C5"/>
    <w:p w:rsidR="006436D5" w:rsidRDefault="006436D5" w:rsidP="00DB74C5"/>
    <w:p w:rsidR="006436D5" w:rsidRDefault="006436D5" w:rsidP="00DB74C5"/>
    <w:p w:rsidR="006436D5" w:rsidRDefault="006436D5" w:rsidP="00DB74C5"/>
    <w:p w:rsidR="00956228" w:rsidRDefault="00956228" w:rsidP="00DB74C5"/>
    <w:p w:rsidR="00DB74C5" w:rsidRPr="00226AA1" w:rsidRDefault="00DB74C5" w:rsidP="00DB74C5"/>
    <w:p w:rsidR="00DB74C5" w:rsidRDefault="00DB74C5" w:rsidP="00DB74C5"/>
    <w:p w:rsidR="00956228" w:rsidRDefault="00956228" w:rsidP="00DB74C5"/>
    <w:p w:rsidR="00956228" w:rsidRPr="00226AA1" w:rsidRDefault="00956228" w:rsidP="00DB74C5"/>
    <w:p w:rsidR="00DB74C5" w:rsidRPr="001703B7" w:rsidRDefault="00DB74C5" w:rsidP="00DB74C5">
      <w:pPr>
        <w:pStyle w:val="Kop1"/>
        <w:spacing w:line="300" w:lineRule="exact"/>
        <w:rPr>
          <w:u w:val="none"/>
        </w:rPr>
      </w:pPr>
    </w:p>
    <w:p w:rsidR="00DB74C5" w:rsidRPr="001703B7" w:rsidRDefault="0081580E" w:rsidP="00DB74C5">
      <w:pPr>
        <w:pStyle w:val="Kop1"/>
        <w:spacing w:line="300" w:lineRule="exact"/>
        <w:rPr>
          <w:rFonts w:cs="Arial"/>
          <w:u w:val="none"/>
        </w:rPr>
      </w:pPr>
      <w:r w:rsidRPr="00226AA1">
        <w:rPr>
          <w:noProof/>
        </w:rPr>
        <mc:AlternateContent>
          <mc:Choice Requires="wps">
            <w:drawing>
              <wp:anchor distT="0" distB="0" distL="114300" distR="114300" simplePos="0" relativeHeight="2514790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12065</wp:posOffset>
                </wp:positionV>
                <wp:extent cx="5754370" cy="680085"/>
                <wp:effectExtent l="5080" t="13970" r="12700" b="10795"/>
                <wp:wrapNone/>
                <wp:docPr id="351" name="Text Box 13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4370" cy="680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61F9" w:rsidRDefault="00BE61F9" w:rsidP="00C1463C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C1463C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Deze vragenlijst is gebaseerd op het Kwaliteitskader Gehandicaptenzorg en is ontwikkeld door het ITS, Radboud Universiteit Nijmegen. </w:t>
                            </w:r>
                          </w:p>
                          <w:p w:rsidR="00BE61F9" w:rsidRPr="00C1463C" w:rsidRDefault="00BE61F9" w:rsidP="00C1463C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622D95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Versie d1.0, maart 2010.</w:t>
                            </w:r>
                          </w:p>
                          <w:p w:rsidR="00BE61F9" w:rsidRDefault="00BE61F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/>
                          <w:p w:rsidR="00BE61F9" w:rsidRDefault="00BE61F9"/>
                          <w:p w:rsidR="00BE61F9" w:rsidRDefault="00BE61F9"/>
                          <w:p w:rsidR="00BE61F9" w:rsidRDefault="00BE61F9"/>
                          <w:p w:rsidR="00BE61F9" w:rsidRDefault="00BE61F9"/>
                          <w:p w:rsidR="00BE61F9" w:rsidRDefault="00BE61F9"/>
                          <w:p w:rsidR="00BE61F9" w:rsidRDefault="00BE61F9"/>
                          <w:p w:rsidR="00BE61F9" w:rsidRDefault="00BE61F9"/>
                          <w:p w:rsidR="00BE61F9" w:rsidRDefault="00BE61F9"/>
                          <w:p w:rsidR="00BE61F9" w:rsidRDefault="00BE61F9"/>
                          <w:p w:rsidR="00BE61F9" w:rsidRDefault="00BE61F9"/>
                          <w:p w:rsidR="00BE61F9" w:rsidRDefault="00BE61F9"/>
                          <w:p w:rsidR="00BE61F9" w:rsidRDefault="00BE61F9"/>
                          <w:p w:rsidR="00BE61F9" w:rsidRDefault="00BE61F9"/>
                          <w:p w:rsidR="00BE61F9" w:rsidRDefault="00BE61F9"/>
                          <w:p w:rsidR="00BE61F9" w:rsidRDefault="00BE61F9"/>
                          <w:p w:rsidR="00BE61F9" w:rsidRDefault="00BE61F9"/>
                          <w:p w:rsidR="00BE61F9" w:rsidRDefault="00BE61F9"/>
                          <w:p w:rsidR="00BE61F9" w:rsidRDefault="00BE61F9"/>
                          <w:p w:rsidR="00BE61F9" w:rsidRDefault="00BE61F9"/>
                          <w:p w:rsidR="00BE61F9" w:rsidRDefault="00BE61F9"/>
                          <w:p w:rsidR="00BE61F9" w:rsidRDefault="00BE61F9"/>
                          <w:p w:rsidR="00BE61F9" w:rsidRDefault="00BE61F9"/>
                          <w:p w:rsidR="00BE61F9" w:rsidRDefault="00BE61F9"/>
                          <w:p w:rsidR="00BE61F9" w:rsidRDefault="00BE61F9"/>
                          <w:p w:rsidR="00BE61F9" w:rsidRDefault="00BE61F9"/>
                          <w:p w:rsidR="00BE61F9" w:rsidRDefault="00BE61F9"/>
                          <w:p w:rsidR="00BE61F9" w:rsidRDefault="00BE61F9"/>
                          <w:p w:rsidR="00BE61F9" w:rsidRDefault="00BE61F9"/>
                          <w:p w:rsidR="00BE61F9" w:rsidRDefault="00BE61F9"/>
                          <w:p w:rsidR="00BE61F9" w:rsidRDefault="00BE61F9"/>
                          <w:p w:rsidR="00BE61F9" w:rsidRDefault="00BE61F9"/>
                          <w:p w:rsidR="00BE61F9" w:rsidRDefault="00BE61F9"/>
                          <w:p w:rsidR="00BE61F9" w:rsidRDefault="00BE61F9"/>
                          <w:p w:rsidR="00BE61F9" w:rsidRDefault="00BE61F9"/>
                          <w:p w:rsidR="00BE61F9" w:rsidRDefault="00BE61F9"/>
                          <w:p w:rsidR="00BE61F9" w:rsidRDefault="00BE61F9"/>
                          <w:p w:rsidR="00BE61F9" w:rsidRDefault="00BE61F9"/>
                          <w:p w:rsidR="00BE61F9" w:rsidRDefault="00BE61F9"/>
                          <w:p w:rsidR="00BE61F9" w:rsidRDefault="00BE61F9"/>
                          <w:p w:rsidR="00BE61F9" w:rsidRDefault="00BE61F9"/>
                          <w:p w:rsidR="00BE61F9" w:rsidRDefault="00BE61F9"/>
                          <w:p w:rsidR="00BE61F9" w:rsidRDefault="00BE61F9"/>
                          <w:p w:rsidR="00BE61F9" w:rsidRDefault="00BE61F9"/>
                          <w:p w:rsidR="00BE61F9" w:rsidRDefault="00BE61F9"/>
                          <w:p w:rsidR="00BE61F9" w:rsidRDefault="00BE61F9"/>
                          <w:p w:rsidR="00BE61F9" w:rsidRDefault="00BE61F9"/>
                          <w:p w:rsidR="00BE61F9" w:rsidRDefault="00BE61F9"/>
                          <w:p w:rsidR="00BE61F9" w:rsidRDefault="00BE61F9"/>
                          <w:p w:rsidR="00BE61F9" w:rsidRDefault="00BE61F9"/>
                          <w:p w:rsidR="00BE61F9" w:rsidRDefault="00BE61F9"/>
                          <w:p w:rsidR="00BE61F9" w:rsidRDefault="00BE61F9"/>
                          <w:p w:rsidR="00BE61F9" w:rsidRDefault="00BE61F9"/>
                          <w:p w:rsidR="00BE61F9" w:rsidRDefault="00BE61F9"/>
                          <w:p w:rsidR="00BE61F9" w:rsidRDefault="00BE61F9"/>
                          <w:p w:rsidR="00BE61F9" w:rsidRDefault="00BE61F9"/>
                          <w:p w:rsidR="00BE61F9" w:rsidRDefault="00BE61F9"/>
                          <w:p w:rsidR="00BE61F9" w:rsidRDefault="00BE61F9"/>
                          <w:p w:rsidR="00BE61F9" w:rsidRDefault="00BE61F9"/>
                          <w:p w:rsidR="00BE61F9" w:rsidRDefault="00BE61F9"/>
                          <w:p w:rsidR="00BE61F9" w:rsidRDefault="00BE61F9"/>
                          <w:p w:rsidR="00BE61F9" w:rsidRDefault="00BE61F9"/>
                          <w:p w:rsidR="00BE61F9" w:rsidRDefault="00BE61F9"/>
                          <w:p w:rsidR="00BE61F9" w:rsidRDefault="00BE61F9"/>
                          <w:p w:rsidR="00BE61F9" w:rsidRDefault="00BE61F9"/>
                          <w:p w:rsidR="00BE61F9" w:rsidRDefault="00BE61F9"/>
                          <w:p w:rsidR="00BE61F9" w:rsidRDefault="00BE61F9"/>
                          <w:p w:rsidR="00BE61F9" w:rsidRDefault="00BE61F9"/>
                          <w:p w:rsidR="00BE61F9" w:rsidRDefault="00BE61F9"/>
                          <w:p w:rsidR="00BE61F9" w:rsidRDefault="00BE61F9"/>
                          <w:p w:rsidR="00BE61F9" w:rsidRDefault="00BE61F9"/>
                          <w:p w:rsidR="00BE61F9" w:rsidRDefault="00BE61F9"/>
                          <w:p w:rsidR="00BE61F9" w:rsidRDefault="00BE61F9"/>
                          <w:p w:rsidR="00BE61F9" w:rsidRDefault="00BE61F9"/>
                          <w:p w:rsidR="00BE61F9" w:rsidRDefault="00BE61F9"/>
                          <w:p w:rsidR="00BE61F9" w:rsidRDefault="00BE61F9"/>
                          <w:p w:rsidR="00BE61F9" w:rsidRDefault="00BE61F9"/>
                          <w:p w:rsidR="00BE61F9" w:rsidRDefault="00BE61F9"/>
                          <w:p w:rsidR="00BE61F9" w:rsidRDefault="00BE61F9"/>
                          <w:p w:rsidR="00BE61F9" w:rsidRDefault="00BE61F9"/>
                          <w:p w:rsidR="00BE61F9" w:rsidRDefault="00BE61F9"/>
                          <w:p w:rsidR="00BE61F9" w:rsidRDefault="00BE61F9"/>
                          <w:p w:rsidR="00BE61F9" w:rsidRDefault="00BE61F9"/>
                          <w:p w:rsidR="00BE61F9" w:rsidRDefault="00BE61F9"/>
                          <w:p w:rsidR="00BE61F9" w:rsidRDefault="00BE61F9"/>
                          <w:p w:rsidR="00BE61F9" w:rsidRDefault="00BE61F9"/>
                          <w:p w:rsidR="00BE61F9" w:rsidRDefault="00BE61F9"/>
                          <w:p w:rsidR="00BE61F9" w:rsidRDefault="00BE61F9"/>
                          <w:p w:rsidR="00BE61F9" w:rsidRDefault="00BE61F9"/>
                          <w:p w:rsidR="00BE61F9" w:rsidRDefault="00BE61F9"/>
                          <w:p w:rsidR="00BE61F9" w:rsidRDefault="00BE61F9"/>
                          <w:p w:rsidR="00BE61F9" w:rsidRDefault="00BE61F9"/>
                          <w:p w:rsidR="00BE61F9" w:rsidRDefault="00BE61F9"/>
                          <w:p w:rsidR="00BE61F9" w:rsidRDefault="00BE61F9"/>
                          <w:p w:rsidR="00BE61F9" w:rsidRDefault="00BE61F9"/>
                          <w:p w:rsidR="00BE61F9" w:rsidRDefault="00BE61F9"/>
                          <w:p w:rsidR="00BE61F9" w:rsidRDefault="00BE61F9"/>
                          <w:p w:rsidR="00BE61F9" w:rsidRDefault="00BE61F9"/>
                          <w:p w:rsidR="00BE61F9" w:rsidRDefault="00BE61F9"/>
                          <w:p w:rsidR="00BE61F9" w:rsidRDefault="00BE61F9"/>
                          <w:p w:rsidR="00BE61F9" w:rsidRDefault="00BE61F9"/>
                          <w:p w:rsidR="00BE61F9" w:rsidRDefault="00BE61F9"/>
                          <w:p w:rsidR="00BE61F9" w:rsidRDefault="00BE61F9"/>
                          <w:p w:rsidR="00BE61F9" w:rsidRDefault="00BE61F9"/>
                          <w:p w:rsidR="00BE61F9" w:rsidRDefault="00BE61F9"/>
                          <w:p w:rsidR="00BE61F9" w:rsidRDefault="00BE61F9"/>
                          <w:p w:rsidR="00BE61F9" w:rsidRDefault="00BE61F9"/>
                          <w:p w:rsidR="00BE61F9" w:rsidRDefault="00BE61F9"/>
                          <w:p w:rsidR="00BE61F9" w:rsidRDefault="00BE61F9"/>
                          <w:p w:rsidR="00BE61F9" w:rsidRDefault="00BE61F9"/>
                          <w:p w:rsidR="00BE61F9" w:rsidRDefault="00BE61F9"/>
                          <w:p w:rsidR="00BE61F9" w:rsidRDefault="00BE61F9"/>
                          <w:p w:rsidR="00BE61F9" w:rsidRDefault="00BE61F9"/>
                          <w:p w:rsidR="00BE61F9" w:rsidRDefault="00BE61F9"/>
                          <w:p w:rsidR="00BE61F9" w:rsidRDefault="00BE61F9"/>
                          <w:p w:rsidR="00BE61F9" w:rsidRDefault="00BE61F9"/>
                          <w:p w:rsidR="00BE61F9" w:rsidRDefault="00BE61F9"/>
                          <w:p w:rsidR="00BE61F9" w:rsidRDefault="00BE61F9"/>
                          <w:p w:rsidR="00BE61F9" w:rsidRDefault="00BE61F9"/>
                          <w:p w:rsidR="00BE61F9" w:rsidRDefault="00BE61F9"/>
                          <w:p w:rsidR="00BE61F9" w:rsidRDefault="00BE61F9"/>
                          <w:p w:rsidR="00BE61F9" w:rsidRDefault="00BE61F9"/>
                          <w:p w:rsidR="00BE61F9" w:rsidRDefault="00BE61F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74" o:spid="_x0000_s1026" type="#_x0000_t202" style="position:absolute;margin-left:0;margin-top:.95pt;width:453.1pt;height:53.55pt;z-index:251479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">
                <v:textbox>
                  <w:txbxContent>
                    <w:p w:rsidR="00BE61F9" w:rsidRDefault="00BE61F9" w:rsidP="00C1463C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C1463C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Deze vragenlijst is gebaseerd op het Kwaliteitskader Gehandicaptenzorg en is ontwikkeld door het ITS, Radboud Universiteit Nijmegen. </w:t>
                      </w:r>
                    </w:p>
                    <w:p w:rsidR="00BE61F9" w:rsidRPr="00C1463C" w:rsidRDefault="00BE61F9" w:rsidP="00C1463C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622D95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Versie d1.0, maart 2010.</w:t>
                      </w:r>
                    </w:p>
                    <w:p w:rsidR="00BE61F9" w:rsidRDefault="00BE61F9">
                      <w:pPr>
                        <w:rPr>
                          <w:rFonts w:ascii="Arial" w:hAnsi="Arial" w:cs="Arial"/>
                          <w:b/>
                          <w:vanish/>
                          <w:sz w:val="18"/>
                          <w:szCs w:val="18"/>
                        </w:rPr>
                      </w:pPr>
                    </w:p>
                    <w:p w:rsidR="00BE61F9" w:rsidRDefault="00BE61F9">
                      <w:pPr>
                        <w:rPr>
                          <w:rFonts w:ascii="Arial" w:hAnsi="Arial" w:cs="Arial"/>
                          <w:b/>
                          <w:vanish/>
                          <w:sz w:val="18"/>
                          <w:szCs w:val="18"/>
                        </w:rPr>
                      </w:pPr>
                    </w:p>
                    <w:p w:rsidR="00BE61F9" w:rsidRDefault="00BE61F9">
                      <w:pPr>
                        <w:rPr>
                          <w:rFonts w:ascii="Arial" w:hAnsi="Arial" w:cs="Arial"/>
                          <w:b/>
                          <w:vanish/>
                          <w:sz w:val="18"/>
                          <w:szCs w:val="18"/>
                        </w:rPr>
                      </w:pPr>
                    </w:p>
                    <w:p w:rsidR="00BE61F9" w:rsidRDefault="00BE61F9">
                      <w:pPr>
                        <w:rPr>
                          <w:rFonts w:ascii="Arial" w:hAnsi="Arial" w:cs="Arial"/>
                          <w:b/>
                          <w:vanish/>
                          <w:sz w:val="18"/>
                          <w:szCs w:val="18"/>
                        </w:rPr>
                      </w:pPr>
                    </w:p>
                    <w:p w:rsidR="00BE61F9" w:rsidRDefault="00BE61F9">
                      <w:pPr>
                        <w:rPr>
                          <w:rFonts w:ascii="Arial" w:hAnsi="Arial" w:cs="Arial"/>
                          <w:b/>
                          <w:vanish/>
                          <w:sz w:val="18"/>
                          <w:szCs w:val="18"/>
                        </w:rPr>
                      </w:pPr>
                    </w:p>
                    <w:p w:rsidR="00BE61F9" w:rsidRDefault="00BE61F9">
                      <w:pPr>
                        <w:rPr>
                          <w:rFonts w:ascii="Arial" w:hAnsi="Arial" w:cs="Arial"/>
                          <w:b/>
                          <w:vanish/>
                          <w:sz w:val="18"/>
                          <w:szCs w:val="18"/>
                        </w:rPr>
                      </w:pPr>
                    </w:p>
                    <w:p w:rsidR="00BE61F9" w:rsidRDefault="00BE61F9">
                      <w:pPr>
                        <w:rPr>
                          <w:rFonts w:ascii="Arial" w:hAnsi="Arial" w:cs="Arial"/>
                          <w:b/>
                          <w:vanish/>
                          <w:sz w:val="18"/>
                          <w:szCs w:val="18"/>
                        </w:rPr>
                      </w:pPr>
                    </w:p>
                    <w:p w:rsidR="00BE61F9" w:rsidRDefault="00BE61F9">
                      <w:pPr>
                        <w:rPr>
                          <w:rFonts w:ascii="Arial" w:hAnsi="Arial" w:cs="Arial"/>
                          <w:b/>
                          <w:vanish/>
                          <w:sz w:val="18"/>
                          <w:szCs w:val="18"/>
                        </w:rPr>
                      </w:pPr>
                    </w:p>
                    <w:p w:rsidR="00BE61F9" w:rsidRDefault="00BE61F9">
                      <w:pPr>
                        <w:rPr>
                          <w:rFonts w:ascii="Arial" w:hAnsi="Arial" w:cs="Arial"/>
                          <w:b/>
                          <w:vanish/>
                          <w:sz w:val="18"/>
                          <w:szCs w:val="18"/>
                        </w:rPr>
                      </w:pPr>
                    </w:p>
                    <w:p w:rsidR="00BE61F9" w:rsidRDefault="00BE61F9">
                      <w:pPr>
                        <w:rPr>
                          <w:rFonts w:ascii="Arial" w:hAnsi="Arial" w:cs="Arial"/>
                          <w:b/>
                          <w:vanish/>
                          <w:sz w:val="18"/>
                          <w:szCs w:val="18"/>
                        </w:rPr>
                      </w:pPr>
                    </w:p>
                    <w:p w:rsidR="00BE61F9" w:rsidRDefault="00BE61F9">
                      <w:pPr>
                        <w:rPr>
                          <w:rFonts w:ascii="Arial" w:hAnsi="Arial" w:cs="Arial"/>
                          <w:b/>
                          <w:vanish/>
                          <w:sz w:val="18"/>
                          <w:szCs w:val="18"/>
                        </w:rPr>
                      </w:pPr>
                    </w:p>
                    <w:p w:rsidR="00BE61F9" w:rsidRDefault="00BE61F9">
                      <w:pPr>
                        <w:rPr>
                          <w:rFonts w:ascii="Arial" w:hAnsi="Arial" w:cs="Arial"/>
                          <w:b/>
                          <w:vanish/>
                          <w:sz w:val="18"/>
                          <w:szCs w:val="18"/>
                        </w:rPr>
                      </w:pPr>
                    </w:p>
                    <w:p w:rsidR="00BE61F9" w:rsidRDefault="00BE61F9">
                      <w:pPr>
                        <w:rPr>
                          <w:rFonts w:ascii="Arial" w:hAnsi="Arial" w:cs="Arial"/>
                          <w:b/>
                          <w:vanish/>
                          <w:sz w:val="18"/>
                          <w:szCs w:val="18"/>
                        </w:rPr>
                      </w:pPr>
                    </w:p>
                    <w:p w:rsidR="00BE61F9" w:rsidRDefault="00BE61F9">
                      <w:pPr>
                        <w:rPr>
                          <w:rFonts w:ascii="Arial" w:hAnsi="Arial" w:cs="Arial"/>
                          <w:b/>
                          <w:vanish/>
                          <w:sz w:val="18"/>
                          <w:szCs w:val="18"/>
                        </w:rPr>
                      </w:pPr>
                    </w:p>
                    <w:p w:rsidR="00BE61F9" w:rsidRDefault="00BE61F9">
                      <w:pPr>
                        <w:rPr>
                          <w:rFonts w:ascii="Arial" w:hAnsi="Arial" w:cs="Arial"/>
                          <w:b/>
                          <w:vanish/>
                          <w:sz w:val="18"/>
                          <w:szCs w:val="18"/>
                        </w:rPr>
                      </w:pPr>
                    </w:p>
                    <w:p w:rsidR="00BE61F9" w:rsidRDefault="00BE61F9">
                      <w:pPr>
                        <w:rPr>
                          <w:rFonts w:ascii="Arial" w:hAnsi="Arial" w:cs="Arial"/>
                          <w:b/>
                          <w:vanish/>
                          <w:sz w:val="18"/>
                          <w:szCs w:val="18"/>
                        </w:rPr>
                      </w:pPr>
                    </w:p>
                    <w:p w:rsidR="00BE61F9" w:rsidRDefault="00BE61F9">
                      <w:pPr>
                        <w:rPr>
                          <w:rFonts w:ascii="Arial" w:hAnsi="Arial" w:cs="Arial"/>
                          <w:b/>
                          <w:vanish/>
                          <w:sz w:val="18"/>
                          <w:szCs w:val="18"/>
                        </w:rPr>
                      </w:pPr>
                    </w:p>
                    <w:p w:rsidR="00BE61F9" w:rsidRDefault="00BE61F9">
                      <w:pPr>
                        <w:rPr>
                          <w:rFonts w:ascii="Arial" w:hAnsi="Arial" w:cs="Arial"/>
                          <w:b/>
                          <w:vanish/>
                          <w:sz w:val="18"/>
                          <w:szCs w:val="18"/>
                        </w:rPr>
                      </w:pPr>
                    </w:p>
                    <w:p w:rsidR="00BE61F9" w:rsidRDefault="00BE61F9">
                      <w:pPr>
                        <w:rPr>
                          <w:rFonts w:ascii="Arial" w:hAnsi="Arial" w:cs="Arial"/>
                          <w:b/>
                          <w:vanish/>
                          <w:sz w:val="18"/>
                          <w:szCs w:val="18"/>
                        </w:rPr>
                      </w:pPr>
                    </w:p>
                    <w:p w:rsidR="00BE61F9" w:rsidRDefault="00BE61F9">
                      <w:pPr>
                        <w:rPr>
                          <w:rFonts w:ascii="Arial" w:hAnsi="Arial" w:cs="Arial"/>
                          <w:b/>
                          <w:vanish/>
                          <w:sz w:val="18"/>
                          <w:szCs w:val="18"/>
                        </w:rPr>
                      </w:pPr>
                    </w:p>
                    <w:p w:rsidR="00BE61F9" w:rsidRDefault="00BE61F9">
                      <w:pPr>
                        <w:rPr>
                          <w:rFonts w:ascii="Arial" w:hAnsi="Arial" w:cs="Arial"/>
                          <w:b/>
                          <w:vanish/>
                          <w:sz w:val="18"/>
                          <w:szCs w:val="18"/>
                        </w:rPr>
                      </w:pPr>
                    </w:p>
                    <w:p w:rsidR="00BE61F9" w:rsidRDefault="00BE61F9">
                      <w:pPr>
                        <w:rPr>
                          <w:rFonts w:ascii="Arial" w:hAnsi="Arial" w:cs="Arial"/>
                          <w:b/>
                          <w:vanish/>
                          <w:sz w:val="18"/>
                          <w:szCs w:val="18"/>
                        </w:rPr>
                      </w:pPr>
                    </w:p>
                    <w:p w:rsidR="00BE61F9" w:rsidRDefault="00BE61F9">
                      <w:pPr>
                        <w:rPr>
                          <w:rFonts w:ascii="Arial" w:hAnsi="Arial" w:cs="Arial"/>
                          <w:b/>
                          <w:vanish/>
                          <w:sz w:val="18"/>
                          <w:szCs w:val="18"/>
                        </w:rPr>
                      </w:pPr>
                    </w:p>
                    <w:p w:rsidR="00BE61F9" w:rsidRDefault="00BE61F9">
                      <w:pPr>
                        <w:rPr>
                          <w:rFonts w:ascii="Arial" w:hAnsi="Arial" w:cs="Arial"/>
                          <w:b/>
                          <w:vanish/>
                          <w:sz w:val="18"/>
                          <w:szCs w:val="18"/>
                        </w:rPr>
                      </w:pPr>
                    </w:p>
                    <w:p w:rsidR="00BE61F9" w:rsidRDefault="00BE61F9">
                      <w:pPr>
                        <w:rPr>
                          <w:rFonts w:ascii="Arial" w:hAnsi="Arial" w:cs="Arial"/>
                          <w:b/>
                          <w:vanish/>
                          <w:sz w:val="18"/>
                          <w:szCs w:val="18"/>
                        </w:rPr>
                      </w:pPr>
                    </w:p>
                    <w:p w:rsidR="00BE61F9" w:rsidRDefault="00BE61F9">
                      <w:pPr>
                        <w:rPr>
                          <w:rFonts w:ascii="Arial" w:hAnsi="Arial" w:cs="Arial"/>
                          <w:b/>
                          <w:vanish/>
                          <w:sz w:val="18"/>
                          <w:szCs w:val="18"/>
                        </w:rPr>
                      </w:pPr>
                    </w:p>
                    <w:p w:rsidR="00BE61F9" w:rsidRDefault="00BE61F9">
                      <w:pPr>
                        <w:rPr>
                          <w:rFonts w:ascii="Arial" w:hAnsi="Arial" w:cs="Arial"/>
                          <w:b/>
                          <w:vanish/>
                          <w:sz w:val="18"/>
                          <w:szCs w:val="18"/>
                        </w:rPr>
                      </w:pPr>
                    </w:p>
                    <w:p w:rsidR="00BE61F9" w:rsidRDefault="00BE61F9">
                      <w:pPr>
                        <w:rPr>
                          <w:rFonts w:ascii="Arial" w:hAnsi="Arial" w:cs="Arial"/>
                          <w:b/>
                          <w:vanish/>
                          <w:sz w:val="18"/>
                          <w:szCs w:val="18"/>
                        </w:rPr>
                      </w:pPr>
                    </w:p>
                    <w:p w:rsidR="00BE61F9" w:rsidRDefault="00BE61F9">
                      <w:pPr>
                        <w:rPr>
                          <w:rFonts w:ascii="Arial" w:hAnsi="Arial" w:cs="Arial"/>
                          <w:b/>
                          <w:vanish/>
                          <w:sz w:val="18"/>
                          <w:szCs w:val="18"/>
                        </w:rPr>
                      </w:pPr>
                    </w:p>
                    <w:p w:rsidR="00BE61F9" w:rsidRDefault="00BE61F9">
                      <w:pPr>
                        <w:rPr>
                          <w:rFonts w:ascii="Arial" w:hAnsi="Arial" w:cs="Arial"/>
                          <w:b/>
                          <w:vanish/>
                          <w:sz w:val="18"/>
                          <w:szCs w:val="18"/>
                        </w:rPr>
                      </w:pPr>
                    </w:p>
                    <w:p w:rsidR="00BE61F9" w:rsidRDefault="00BE61F9">
                      <w:pPr>
                        <w:rPr>
                          <w:rFonts w:ascii="Arial" w:hAnsi="Arial" w:cs="Arial"/>
                          <w:b/>
                          <w:vanish/>
                          <w:sz w:val="18"/>
                          <w:szCs w:val="18"/>
                        </w:rPr>
                      </w:pPr>
                    </w:p>
                    <w:p w:rsidR="00BE61F9" w:rsidRDefault="00BE61F9">
                      <w:pPr>
                        <w:rPr>
                          <w:rFonts w:ascii="Arial" w:hAnsi="Arial" w:cs="Arial"/>
                          <w:b/>
                          <w:vanish/>
                          <w:sz w:val="18"/>
                          <w:szCs w:val="18"/>
                        </w:rPr>
                      </w:pPr>
                    </w:p>
                    <w:p w:rsidR="00BE61F9" w:rsidRDefault="00BE61F9">
                      <w:pPr>
                        <w:rPr>
                          <w:rFonts w:ascii="Arial" w:hAnsi="Arial" w:cs="Arial"/>
                          <w:b/>
                          <w:vanish/>
                          <w:sz w:val="18"/>
                          <w:szCs w:val="18"/>
                        </w:rPr>
                      </w:pPr>
                    </w:p>
                    <w:p w:rsidR="00BE61F9" w:rsidRDefault="00BE61F9">
                      <w:pPr>
                        <w:rPr>
                          <w:rFonts w:ascii="Arial" w:hAnsi="Arial" w:cs="Arial"/>
                          <w:b/>
                          <w:vanish/>
                          <w:sz w:val="18"/>
                          <w:szCs w:val="18"/>
                        </w:rPr>
                      </w:pPr>
                    </w:p>
                    <w:p w:rsidR="00BE61F9" w:rsidRDefault="00BE61F9">
                      <w:pPr>
                        <w:rPr>
                          <w:rFonts w:ascii="Arial" w:hAnsi="Arial" w:cs="Arial"/>
                          <w:b/>
                          <w:vanish/>
                          <w:sz w:val="18"/>
                          <w:szCs w:val="18"/>
                        </w:rPr>
                      </w:pPr>
                    </w:p>
                    <w:p w:rsidR="00BE61F9" w:rsidRDefault="00BE61F9">
                      <w:pPr>
                        <w:rPr>
                          <w:rFonts w:ascii="Arial" w:hAnsi="Arial" w:cs="Arial"/>
                          <w:b/>
                          <w:vanish/>
                          <w:sz w:val="18"/>
                          <w:szCs w:val="18"/>
                        </w:rPr>
                      </w:pPr>
                    </w:p>
                    <w:p w:rsidR="00BE61F9" w:rsidRDefault="00BE61F9">
                      <w:pPr>
                        <w:rPr>
                          <w:rFonts w:ascii="Arial" w:hAnsi="Arial" w:cs="Arial"/>
                          <w:b/>
                          <w:vanish/>
                          <w:sz w:val="18"/>
                          <w:szCs w:val="18"/>
                        </w:rPr>
                      </w:pPr>
                    </w:p>
                    <w:p w:rsidR="00BE61F9" w:rsidRDefault="00BE61F9">
                      <w:pPr>
                        <w:rPr>
                          <w:rFonts w:ascii="Arial" w:hAnsi="Arial" w:cs="Arial"/>
                          <w:b/>
                          <w:vanish/>
                          <w:sz w:val="18"/>
                          <w:szCs w:val="18"/>
                        </w:rPr>
                      </w:pPr>
                    </w:p>
                    <w:p w:rsidR="00BE61F9" w:rsidRDefault="00BE61F9">
                      <w:pPr>
                        <w:rPr>
                          <w:rFonts w:ascii="Arial" w:hAnsi="Arial" w:cs="Arial"/>
                          <w:b/>
                          <w:vanish/>
                          <w:sz w:val="18"/>
                          <w:szCs w:val="18"/>
                        </w:rPr>
                      </w:pPr>
                    </w:p>
                    <w:p w:rsidR="00BE61F9" w:rsidRDefault="00BE61F9">
                      <w:pPr>
                        <w:rPr>
                          <w:rFonts w:ascii="Arial" w:hAnsi="Arial" w:cs="Arial"/>
                          <w:b/>
                          <w:vanish/>
                          <w:sz w:val="18"/>
                          <w:szCs w:val="18"/>
                        </w:rPr>
                      </w:pPr>
                    </w:p>
                    <w:p w:rsidR="00BE61F9" w:rsidRDefault="00BE61F9">
                      <w:pPr>
                        <w:rPr>
                          <w:rFonts w:ascii="Arial" w:hAnsi="Arial" w:cs="Arial"/>
                          <w:b/>
                          <w:vanish/>
                          <w:sz w:val="18"/>
                          <w:szCs w:val="18"/>
                        </w:rPr>
                      </w:pPr>
                    </w:p>
                    <w:p w:rsidR="00BE61F9" w:rsidRDefault="00BE61F9">
                      <w:pPr>
                        <w:rPr>
                          <w:rFonts w:ascii="Arial" w:hAnsi="Arial" w:cs="Arial"/>
                          <w:b/>
                          <w:vanish/>
                          <w:sz w:val="18"/>
                          <w:szCs w:val="18"/>
                        </w:rPr>
                      </w:pPr>
                    </w:p>
                    <w:p w:rsidR="00BE61F9" w:rsidRDefault="00BE61F9">
                      <w:pPr>
                        <w:rPr>
                          <w:rFonts w:ascii="Arial" w:hAnsi="Arial" w:cs="Arial"/>
                          <w:b/>
                          <w:vanish/>
                          <w:sz w:val="18"/>
                          <w:szCs w:val="18"/>
                        </w:rPr>
                      </w:pPr>
                    </w:p>
                    <w:p w:rsidR="00BE61F9" w:rsidRDefault="00BE61F9">
                      <w:pPr>
                        <w:rPr>
                          <w:rFonts w:ascii="Arial" w:hAnsi="Arial" w:cs="Arial"/>
                          <w:b/>
                          <w:vanish/>
                          <w:sz w:val="18"/>
                          <w:szCs w:val="18"/>
                        </w:rPr>
                      </w:pPr>
                    </w:p>
                    <w:p w:rsidR="00BE61F9" w:rsidRDefault="00BE61F9">
                      <w:pPr>
                        <w:rPr>
                          <w:rFonts w:ascii="Arial" w:hAnsi="Arial" w:cs="Arial"/>
                          <w:b/>
                          <w:vanish/>
                          <w:sz w:val="18"/>
                          <w:szCs w:val="18"/>
                        </w:rPr>
                      </w:pPr>
                    </w:p>
                    <w:p w:rsidR="00BE61F9" w:rsidRDefault="00BE61F9">
                      <w:pPr>
                        <w:rPr>
                          <w:rFonts w:ascii="Arial" w:hAnsi="Arial" w:cs="Arial"/>
                          <w:b/>
                          <w:vanish/>
                          <w:sz w:val="18"/>
                          <w:szCs w:val="18"/>
                        </w:rPr>
                      </w:pPr>
                    </w:p>
                    <w:p w:rsidR="00BE61F9" w:rsidRDefault="00BE61F9">
                      <w:pPr>
                        <w:rPr>
                          <w:rFonts w:ascii="Arial" w:hAnsi="Arial" w:cs="Arial"/>
                          <w:b/>
                          <w:vanish/>
                          <w:sz w:val="18"/>
                          <w:szCs w:val="18"/>
                        </w:rPr>
                      </w:pPr>
                    </w:p>
                    <w:p w:rsidR="00BE61F9" w:rsidRDefault="00BE61F9"/>
                    <w:p w:rsidR="00BE61F9" w:rsidRDefault="00BE61F9"/>
                    <w:p w:rsidR="00BE61F9" w:rsidRDefault="00BE61F9"/>
                    <w:p w:rsidR="00BE61F9" w:rsidRDefault="00BE61F9"/>
                    <w:p w:rsidR="00BE61F9" w:rsidRDefault="00BE61F9"/>
                    <w:p w:rsidR="00BE61F9" w:rsidRDefault="00BE61F9"/>
                    <w:p w:rsidR="00BE61F9" w:rsidRDefault="00BE61F9"/>
                    <w:p w:rsidR="00BE61F9" w:rsidRDefault="00BE61F9"/>
                    <w:p w:rsidR="00BE61F9" w:rsidRDefault="00BE61F9"/>
                    <w:p w:rsidR="00BE61F9" w:rsidRDefault="00BE61F9"/>
                    <w:p w:rsidR="00BE61F9" w:rsidRDefault="00BE61F9"/>
                    <w:p w:rsidR="00BE61F9" w:rsidRDefault="00BE61F9"/>
                    <w:p w:rsidR="00BE61F9" w:rsidRDefault="00BE61F9"/>
                    <w:p w:rsidR="00BE61F9" w:rsidRDefault="00BE61F9"/>
                    <w:p w:rsidR="00BE61F9" w:rsidRDefault="00BE61F9"/>
                    <w:p w:rsidR="00BE61F9" w:rsidRDefault="00BE61F9"/>
                    <w:p w:rsidR="00BE61F9" w:rsidRDefault="00BE61F9"/>
                    <w:p w:rsidR="00BE61F9" w:rsidRDefault="00BE61F9"/>
                    <w:p w:rsidR="00BE61F9" w:rsidRDefault="00BE61F9"/>
                    <w:p w:rsidR="00BE61F9" w:rsidRDefault="00BE61F9"/>
                    <w:p w:rsidR="00BE61F9" w:rsidRDefault="00BE61F9"/>
                    <w:p w:rsidR="00BE61F9" w:rsidRDefault="00BE61F9"/>
                    <w:p w:rsidR="00BE61F9" w:rsidRDefault="00BE61F9"/>
                    <w:p w:rsidR="00BE61F9" w:rsidRDefault="00BE61F9"/>
                    <w:p w:rsidR="00BE61F9" w:rsidRDefault="00BE61F9"/>
                    <w:p w:rsidR="00BE61F9" w:rsidRDefault="00BE61F9"/>
                    <w:p w:rsidR="00BE61F9" w:rsidRDefault="00BE61F9"/>
                    <w:p w:rsidR="00BE61F9" w:rsidRDefault="00BE61F9"/>
                    <w:p w:rsidR="00BE61F9" w:rsidRDefault="00BE61F9"/>
                    <w:p w:rsidR="00BE61F9" w:rsidRDefault="00BE61F9"/>
                    <w:p w:rsidR="00BE61F9" w:rsidRDefault="00BE61F9"/>
                    <w:p w:rsidR="00BE61F9" w:rsidRDefault="00BE61F9"/>
                    <w:p w:rsidR="00BE61F9" w:rsidRDefault="00BE61F9"/>
                    <w:p w:rsidR="00BE61F9" w:rsidRDefault="00BE61F9"/>
                    <w:p w:rsidR="00BE61F9" w:rsidRDefault="00BE61F9"/>
                    <w:p w:rsidR="00BE61F9" w:rsidRDefault="00BE61F9"/>
                    <w:p w:rsidR="00BE61F9" w:rsidRDefault="00BE61F9"/>
                    <w:p w:rsidR="00BE61F9" w:rsidRDefault="00BE61F9"/>
                    <w:p w:rsidR="00BE61F9" w:rsidRDefault="00BE61F9"/>
                    <w:p w:rsidR="00BE61F9" w:rsidRDefault="00BE61F9"/>
                    <w:p w:rsidR="00BE61F9" w:rsidRDefault="00BE61F9"/>
                    <w:p w:rsidR="00BE61F9" w:rsidRDefault="00BE61F9"/>
                    <w:p w:rsidR="00BE61F9" w:rsidRDefault="00BE61F9"/>
                    <w:p w:rsidR="00BE61F9" w:rsidRDefault="00BE61F9"/>
                    <w:p w:rsidR="00BE61F9" w:rsidRDefault="00BE61F9"/>
                    <w:p w:rsidR="00BE61F9" w:rsidRDefault="00BE61F9"/>
                    <w:p w:rsidR="00BE61F9" w:rsidRDefault="00BE61F9"/>
                    <w:p w:rsidR="00BE61F9" w:rsidRDefault="00BE61F9"/>
                    <w:p w:rsidR="00BE61F9" w:rsidRDefault="00BE61F9"/>
                    <w:p w:rsidR="00BE61F9" w:rsidRDefault="00BE61F9"/>
                    <w:p w:rsidR="00BE61F9" w:rsidRDefault="00BE61F9"/>
                    <w:p w:rsidR="00BE61F9" w:rsidRDefault="00BE61F9"/>
                    <w:p w:rsidR="00BE61F9" w:rsidRDefault="00BE61F9"/>
                    <w:p w:rsidR="00BE61F9" w:rsidRDefault="00BE61F9"/>
                    <w:p w:rsidR="00BE61F9" w:rsidRDefault="00BE61F9"/>
                    <w:p w:rsidR="00BE61F9" w:rsidRDefault="00BE61F9"/>
                    <w:p w:rsidR="00BE61F9" w:rsidRDefault="00BE61F9"/>
                    <w:p w:rsidR="00BE61F9" w:rsidRDefault="00BE61F9"/>
                    <w:p w:rsidR="00BE61F9" w:rsidRDefault="00BE61F9"/>
                    <w:p w:rsidR="00BE61F9" w:rsidRDefault="00BE61F9"/>
                    <w:p w:rsidR="00BE61F9" w:rsidRDefault="00BE61F9"/>
                    <w:p w:rsidR="00BE61F9" w:rsidRDefault="00BE61F9"/>
                    <w:p w:rsidR="00BE61F9" w:rsidRDefault="00BE61F9"/>
                    <w:p w:rsidR="00BE61F9" w:rsidRDefault="00BE61F9"/>
                    <w:p w:rsidR="00BE61F9" w:rsidRDefault="00BE61F9"/>
                    <w:p w:rsidR="00BE61F9" w:rsidRDefault="00BE61F9"/>
                    <w:p w:rsidR="00BE61F9" w:rsidRDefault="00BE61F9"/>
                    <w:p w:rsidR="00BE61F9" w:rsidRDefault="00BE61F9"/>
                    <w:p w:rsidR="00BE61F9" w:rsidRDefault="00BE61F9"/>
                    <w:p w:rsidR="00BE61F9" w:rsidRDefault="00BE61F9"/>
                    <w:p w:rsidR="00BE61F9" w:rsidRDefault="00BE61F9"/>
                    <w:p w:rsidR="00BE61F9" w:rsidRDefault="00BE61F9"/>
                    <w:p w:rsidR="00BE61F9" w:rsidRDefault="00BE61F9"/>
                    <w:p w:rsidR="00BE61F9" w:rsidRDefault="00BE61F9"/>
                    <w:p w:rsidR="00BE61F9" w:rsidRDefault="00BE61F9"/>
                    <w:p w:rsidR="00BE61F9" w:rsidRDefault="00BE61F9"/>
                    <w:p w:rsidR="00BE61F9" w:rsidRDefault="00BE61F9"/>
                    <w:p w:rsidR="00BE61F9" w:rsidRDefault="00BE61F9"/>
                    <w:p w:rsidR="00BE61F9" w:rsidRDefault="00BE61F9"/>
                    <w:p w:rsidR="00BE61F9" w:rsidRDefault="00BE61F9"/>
                    <w:p w:rsidR="00BE61F9" w:rsidRDefault="00BE61F9"/>
                    <w:p w:rsidR="00BE61F9" w:rsidRDefault="00BE61F9"/>
                    <w:p w:rsidR="00BE61F9" w:rsidRDefault="00BE61F9"/>
                    <w:p w:rsidR="00BE61F9" w:rsidRDefault="00BE61F9"/>
                    <w:p w:rsidR="00BE61F9" w:rsidRDefault="00BE61F9"/>
                    <w:p w:rsidR="00BE61F9" w:rsidRDefault="00BE61F9"/>
                    <w:p w:rsidR="00BE61F9" w:rsidRDefault="00BE61F9"/>
                    <w:p w:rsidR="00BE61F9" w:rsidRDefault="00BE61F9"/>
                    <w:p w:rsidR="00BE61F9" w:rsidRDefault="00BE61F9"/>
                    <w:p w:rsidR="00BE61F9" w:rsidRDefault="00BE61F9"/>
                    <w:p w:rsidR="00BE61F9" w:rsidRDefault="00BE61F9"/>
                    <w:p w:rsidR="00BE61F9" w:rsidRDefault="00BE61F9"/>
                    <w:p w:rsidR="00BE61F9" w:rsidRDefault="00BE61F9"/>
                    <w:p w:rsidR="00BE61F9" w:rsidRDefault="00BE61F9"/>
                    <w:p w:rsidR="00BE61F9" w:rsidRDefault="00BE61F9"/>
                    <w:p w:rsidR="00BE61F9" w:rsidRDefault="00BE61F9"/>
                    <w:p w:rsidR="00BE61F9" w:rsidRDefault="00BE61F9"/>
                    <w:p w:rsidR="00BE61F9" w:rsidRDefault="00BE61F9"/>
                    <w:p w:rsidR="00BE61F9" w:rsidRDefault="00BE61F9"/>
                    <w:p w:rsidR="00BE61F9" w:rsidRDefault="00BE61F9"/>
                    <w:p w:rsidR="00BE61F9" w:rsidRDefault="00BE61F9"/>
                    <w:p w:rsidR="00BE61F9" w:rsidRDefault="00BE61F9"/>
                    <w:p w:rsidR="00BE61F9" w:rsidRDefault="00BE61F9"/>
                    <w:p w:rsidR="00BE61F9" w:rsidRDefault="00BE61F9"/>
                    <w:p w:rsidR="00BE61F9" w:rsidRDefault="00BE61F9"/>
                    <w:p w:rsidR="00BE61F9" w:rsidRDefault="00BE61F9"/>
                    <w:p w:rsidR="00BE61F9" w:rsidRDefault="00BE61F9"/>
                    <w:p w:rsidR="00BE61F9" w:rsidRDefault="00BE61F9"/>
                    <w:p w:rsidR="00BE61F9" w:rsidRDefault="00BE61F9"/>
                    <w:p w:rsidR="00BE61F9" w:rsidRDefault="00BE61F9"/>
                    <w:p w:rsidR="00BE61F9" w:rsidRDefault="00BE61F9"/>
                    <w:p w:rsidR="00BE61F9" w:rsidRDefault="00BE61F9"/>
                    <w:p w:rsidR="00BE61F9" w:rsidRDefault="00BE61F9"/>
                    <w:p w:rsidR="00BE61F9" w:rsidRDefault="00BE61F9"/>
                    <w:p w:rsidR="00BE61F9" w:rsidRDefault="00BE61F9"/>
                    <w:p w:rsidR="00BE61F9" w:rsidRDefault="00BE61F9"/>
                    <w:p w:rsidR="00BE61F9" w:rsidRDefault="00BE61F9"/>
                    <w:p w:rsidR="00BE61F9" w:rsidRDefault="00BE61F9"/>
                    <w:p w:rsidR="00BE61F9" w:rsidRDefault="00BE61F9"/>
                    <w:p w:rsidR="00BE61F9" w:rsidRDefault="00BE61F9"/>
                    <w:p w:rsidR="00BE61F9" w:rsidRDefault="00BE61F9"/>
                    <w:p w:rsidR="00BE61F9" w:rsidRDefault="00BE61F9"/>
                    <w:p w:rsidR="00BE61F9" w:rsidRDefault="00BE61F9"/>
                  </w:txbxContent>
                </v:textbox>
              </v:shape>
            </w:pict>
          </mc:Fallback>
        </mc:AlternateContent>
      </w:r>
    </w:p>
    <w:p w:rsidR="00DB74C5" w:rsidRPr="001703B7" w:rsidRDefault="00DB74C5" w:rsidP="00DB74C5">
      <w:pPr>
        <w:pStyle w:val="Plattetekst3"/>
        <w:spacing w:line="300" w:lineRule="exact"/>
        <w:rPr>
          <w:rFonts w:cs="Arial"/>
          <w:sz w:val="24"/>
        </w:rPr>
      </w:pPr>
    </w:p>
    <w:p w:rsidR="00B47C91" w:rsidRPr="00717275" w:rsidRDefault="00B47C91" w:rsidP="00271EB1">
      <w:pPr>
        <w:spacing w:line="276" w:lineRule="auto"/>
        <w:rPr>
          <w:rFonts w:ascii="Arial" w:hAnsi="Arial" w:cs="Arial"/>
          <w:sz w:val="18"/>
          <w:szCs w:val="18"/>
        </w:rPr>
      </w:pPr>
    </w:p>
    <w:p w:rsidR="00DF6CF2" w:rsidRDefault="00DF6CF2" w:rsidP="00271EB1">
      <w:pPr>
        <w:spacing w:line="276" w:lineRule="auto"/>
        <w:rPr>
          <w:rFonts w:ascii="Arial" w:hAnsi="Arial" w:cs="Arial"/>
          <w:sz w:val="20"/>
          <w:szCs w:val="20"/>
        </w:rPr>
        <w:sectPr w:rsidR="00DF6CF2" w:rsidSect="001C7C33">
          <w:footerReference w:type="even" r:id="rId14"/>
          <w:footerReference w:type="default" r:id="rId15"/>
          <w:pgSz w:w="11906" w:h="16838" w:code="9"/>
          <w:pgMar w:top="1418" w:right="1418" w:bottom="1985" w:left="1418" w:header="1418" w:footer="1418" w:gutter="0"/>
          <w:cols w:space="708"/>
          <w:titlePg/>
          <w:docGrid w:linePitch="360"/>
        </w:sectPr>
      </w:pPr>
    </w:p>
    <w:p w:rsidR="00595A91" w:rsidRDefault="00595A91" w:rsidP="00271EB1">
      <w:pPr>
        <w:spacing w:line="276" w:lineRule="auto"/>
        <w:rPr>
          <w:rFonts w:ascii="Arial" w:hAnsi="Arial" w:cs="Arial"/>
          <w:b/>
          <w:sz w:val="24"/>
          <w:szCs w:val="24"/>
        </w:rPr>
        <w:sectPr w:rsidR="00595A91" w:rsidSect="003829D5">
          <w:pgSz w:w="11906" w:h="16838" w:code="9"/>
          <w:pgMar w:top="1418" w:right="1418" w:bottom="1985" w:left="1418" w:header="1418" w:footer="1418" w:gutter="0"/>
          <w:pgNumType w:start="1"/>
          <w:cols w:space="708"/>
          <w:titlePg/>
          <w:docGrid w:linePitch="360"/>
        </w:sectPr>
      </w:pPr>
    </w:p>
    <w:p w:rsidR="00AF22AD" w:rsidRPr="008A54A2" w:rsidRDefault="00722CC0" w:rsidP="00271EB1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8A54A2">
        <w:rPr>
          <w:rFonts w:ascii="Arial" w:hAnsi="Arial" w:cs="Arial"/>
          <w:b/>
          <w:sz w:val="24"/>
          <w:szCs w:val="24"/>
        </w:rPr>
        <w:lastRenderedPageBreak/>
        <w:t>Belangrijk om te lezen voor u begint!</w:t>
      </w:r>
    </w:p>
    <w:p w:rsidR="00722CC0" w:rsidRPr="008A54A2" w:rsidRDefault="00722CC0" w:rsidP="00271EB1">
      <w:pPr>
        <w:spacing w:line="276" w:lineRule="auto"/>
        <w:rPr>
          <w:rFonts w:ascii="Arial" w:hAnsi="Arial" w:cs="Arial"/>
        </w:rPr>
      </w:pPr>
    </w:p>
    <w:p w:rsidR="001626CD" w:rsidRPr="008A54A2" w:rsidRDefault="001626CD" w:rsidP="00271EB1">
      <w:pPr>
        <w:spacing w:line="276" w:lineRule="auto"/>
        <w:rPr>
          <w:rFonts w:ascii="Arial" w:hAnsi="Arial" w:cs="Arial"/>
        </w:rPr>
      </w:pPr>
      <w:r w:rsidRPr="008A54A2">
        <w:rPr>
          <w:rFonts w:ascii="Arial" w:hAnsi="Arial" w:cs="Arial"/>
        </w:rPr>
        <w:t xml:space="preserve">U </w:t>
      </w:r>
      <w:r w:rsidR="009B6BC1" w:rsidRPr="008A54A2">
        <w:rPr>
          <w:rFonts w:ascii="Arial" w:hAnsi="Arial" w:cs="Arial"/>
        </w:rPr>
        <w:t xml:space="preserve">krijgt van &lt;naam org&gt; hulp bij uw dagbesteding en gaat naar een </w:t>
      </w:r>
      <w:r w:rsidR="00706C08">
        <w:rPr>
          <w:rFonts w:ascii="Arial" w:hAnsi="Arial" w:cs="Arial"/>
        </w:rPr>
        <w:t>activiteiten</w:t>
      </w:r>
      <w:r w:rsidR="009B6BC1" w:rsidRPr="008A54A2">
        <w:rPr>
          <w:rFonts w:ascii="Arial" w:hAnsi="Arial" w:cs="Arial"/>
        </w:rPr>
        <w:t xml:space="preserve">centrum </w:t>
      </w:r>
      <w:r w:rsidR="00706C08">
        <w:rPr>
          <w:rFonts w:ascii="Arial" w:hAnsi="Arial" w:cs="Arial"/>
        </w:rPr>
        <w:t>of werklocatie</w:t>
      </w:r>
      <w:r w:rsidR="009B6BC1" w:rsidRPr="008A54A2">
        <w:rPr>
          <w:rFonts w:ascii="Arial" w:hAnsi="Arial" w:cs="Arial"/>
        </w:rPr>
        <w:t xml:space="preserve"> </w:t>
      </w:r>
      <w:r w:rsidR="00DA655D" w:rsidRPr="008A54A2">
        <w:rPr>
          <w:rFonts w:ascii="Arial" w:hAnsi="Arial" w:cs="Arial"/>
        </w:rPr>
        <w:t xml:space="preserve">van </w:t>
      </w:r>
      <w:r w:rsidR="009B6BC1" w:rsidRPr="008A54A2">
        <w:rPr>
          <w:rFonts w:ascii="Arial" w:hAnsi="Arial" w:cs="Arial"/>
        </w:rPr>
        <w:t xml:space="preserve">deze organisatie. </w:t>
      </w:r>
      <w:r w:rsidR="00706C08">
        <w:rPr>
          <w:rFonts w:ascii="Arial" w:hAnsi="Arial" w:cs="Arial"/>
        </w:rPr>
        <w:t xml:space="preserve">We spreken in deze vragenlijst van een dagcentrum. </w:t>
      </w:r>
      <w:r w:rsidRPr="008A54A2">
        <w:rPr>
          <w:rFonts w:ascii="Arial" w:hAnsi="Arial" w:cs="Arial"/>
        </w:rPr>
        <w:t xml:space="preserve">&lt;Naam org&gt; wil </w:t>
      </w:r>
      <w:r w:rsidR="00722CC0" w:rsidRPr="008A54A2">
        <w:rPr>
          <w:rFonts w:ascii="Arial" w:hAnsi="Arial" w:cs="Arial"/>
        </w:rPr>
        <w:t xml:space="preserve">graag weten </w:t>
      </w:r>
      <w:r w:rsidR="00FD41F9" w:rsidRPr="008A54A2">
        <w:rPr>
          <w:rFonts w:ascii="Arial" w:hAnsi="Arial" w:cs="Arial"/>
        </w:rPr>
        <w:t xml:space="preserve">wat </w:t>
      </w:r>
      <w:r w:rsidR="00722CC0" w:rsidRPr="008A54A2">
        <w:rPr>
          <w:rFonts w:ascii="Arial" w:hAnsi="Arial" w:cs="Arial"/>
        </w:rPr>
        <w:t>cli</w:t>
      </w:r>
      <w:r w:rsidR="00FD41F9" w:rsidRPr="008A54A2">
        <w:rPr>
          <w:rFonts w:ascii="Arial" w:hAnsi="Arial" w:cs="Arial"/>
        </w:rPr>
        <w:t>ë</w:t>
      </w:r>
      <w:r w:rsidR="00722CC0" w:rsidRPr="008A54A2">
        <w:rPr>
          <w:rFonts w:ascii="Arial" w:hAnsi="Arial" w:cs="Arial"/>
        </w:rPr>
        <w:t xml:space="preserve">nten </w:t>
      </w:r>
      <w:r w:rsidRPr="008A54A2">
        <w:rPr>
          <w:rFonts w:ascii="Arial" w:hAnsi="Arial" w:cs="Arial"/>
        </w:rPr>
        <w:t>van de</w:t>
      </w:r>
      <w:r w:rsidR="00706C08">
        <w:rPr>
          <w:rFonts w:ascii="Arial" w:hAnsi="Arial" w:cs="Arial"/>
        </w:rPr>
        <w:t>ze</w:t>
      </w:r>
      <w:r w:rsidRPr="008A54A2">
        <w:rPr>
          <w:rFonts w:ascii="Arial" w:hAnsi="Arial" w:cs="Arial"/>
        </w:rPr>
        <w:t xml:space="preserve"> hulp vind</w:t>
      </w:r>
      <w:r w:rsidR="00FD41F9" w:rsidRPr="008A54A2">
        <w:rPr>
          <w:rFonts w:ascii="Arial" w:hAnsi="Arial" w:cs="Arial"/>
        </w:rPr>
        <w:t>en</w:t>
      </w:r>
      <w:r w:rsidR="00722CC0" w:rsidRPr="008A54A2">
        <w:rPr>
          <w:rFonts w:ascii="Arial" w:hAnsi="Arial" w:cs="Arial"/>
        </w:rPr>
        <w:t xml:space="preserve">. </w:t>
      </w:r>
      <w:r w:rsidR="007642EC" w:rsidRPr="008A54A2">
        <w:rPr>
          <w:rFonts w:ascii="Arial" w:hAnsi="Arial" w:cs="Arial"/>
        </w:rPr>
        <w:t xml:space="preserve">We zouden het </w:t>
      </w:r>
      <w:r w:rsidR="00722CC0" w:rsidRPr="008A54A2">
        <w:rPr>
          <w:rFonts w:ascii="Arial" w:hAnsi="Arial" w:cs="Arial"/>
        </w:rPr>
        <w:t xml:space="preserve">op prijs stellen </w:t>
      </w:r>
      <w:r w:rsidR="007642EC" w:rsidRPr="008A54A2">
        <w:rPr>
          <w:rFonts w:ascii="Arial" w:hAnsi="Arial" w:cs="Arial"/>
        </w:rPr>
        <w:t xml:space="preserve">als </w:t>
      </w:r>
      <w:r w:rsidR="00722CC0" w:rsidRPr="008A54A2">
        <w:rPr>
          <w:rFonts w:ascii="Arial" w:hAnsi="Arial" w:cs="Arial"/>
        </w:rPr>
        <w:t>u de vragenlijst wilt invullen. De resultaten worden gebruikt om de hulp (nog) beter te maken.</w:t>
      </w:r>
      <w:r w:rsidR="001C7C33" w:rsidRPr="008A54A2">
        <w:rPr>
          <w:rFonts w:ascii="Arial" w:hAnsi="Arial" w:cs="Arial"/>
        </w:rPr>
        <w:t xml:space="preserve"> </w:t>
      </w:r>
    </w:p>
    <w:p w:rsidR="00934C0D" w:rsidRPr="008A54A2" w:rsidRDefault="00934C0D" w:rsidP="00271EB1">
      <w:pPr>
        <w:spacing w:line="276" w:lineRule="auto"/>
        <w:rPr>
          <w:rFonts w:ascii="Arial" w:hAnsi="Arial" w:cs="Arial"/>
        </w:rPr>
      </w:pPr>
    </w:p>
    <w:p w:rsidR="00706C08" w:rsidRDefault="000E734F" w:rsidP="00706C08">
      <w:pPr>
        <w:spacing w:line="276" w:lineRule="auto"/>
        <w:rPr>
          <w:rFonts w:ascii="Arial" w:hAnsi="Arial" w:cs="Arial"/>
        </w:rPr>
      </w:pPr>
      <w:r w:rsidRPr="008A54A2">
        <w:rPr>
          <w:rFonts w:ascii="Arial" w:hAnsi="Arial" w:cs="Arial"/>
        </w:rPr>
        <w:t>H</w:t>
      </w:r>
      <w:r w:rsidR="009875E6" w:rsidRPr="008A54A2">
        <w:rPr>
          <w:rFonts w:ascii="Arial" w:hAnsi="Arial" w:cs="Arial"/>
        </w:rPr>
        <w:t>et is belangrijk dat u de vragen eerlijk beantwoord</w:t>
      </w:r>
      <w:r w:rsidR="00E56D76" w:rsidRPr="008A54A2">
        <w:rPr>
          <w:rFonts w:ascii="Arial" w:hAnsi="Arial" w:cs="Arial"/>
        </w:rPr>
        <w:t>t</w:t>
      </w:r>
      <w:r w:rsidR="009875E6" w:rsidRPr="008A54A2">
        <w:rPr>
          <w:rFonts w:ascii="Arial" w:hAnsi="Arial" w:cs="Arial"/>
        </w:rPr>
        <w:t xml:space="preserve">. </w:t>
      </w:r>
      <w:r w:rsidR="00A90AED" w:rsidRPr="008A54A2">
        <w:rPr>
          <w:rFonts w:ascii="Arial" w:hAnsi="Arial" w:cs="Arial"/>
        </w:rPr>
        <w:t xml:space="preserve">Het gaat om </w:t>
      </w:r>
      <w:r w:rsidR="00A90AED" w:rsidRPr="008A54A2">
        <w:rPr>
          <w:rFonts w:ascii="Arial" w:hAnsi="Arial" w:cs="Arial"/>
          <w:u w:val="single"/>
        </w:rPr>
        <w:t>uw</w:t>
      </w:r>
      <w:r w:rsidR="00A90AED" w:rsidRPr="008A54A2">
        <w:rPr>
          <w:rFonts w:ascii="Arial" w:hAnsi="Arial" w:cs="Arial"/>
        </w:rPr>
        <w:t xml:space="preserve"> </w:t>
      </w:r>
      <w:r w:rsidR="00DB74C5" w:rsidRPr="008A54A2">
        <w:rPr>
          <w:rFonts w:ascii="Arial" w:hAnsi="Arial" w:cs="Arial"/>
        </w:rPr>
        <w:t>ervaring</w:t>
      </w:r>
      <w:r w:rsidR="00E56D76" w:rsidRPr="008A54A2">
        <w:rPr>
          <w:rFonts w:ascii="Arial" w:hAnsi="Arial" w:cs="Arial"/>
        </w:rPr>
        <w:t xml:space="preserve">, </w:t>
      </w:r>
      <w:r w:rsidR="00A90AED" w:rsidRPr="008A54A2">
        <w:rPr>
          <w:rFonts w:ascii="Arial" w:hAnsi="Arial" w:cs="Arial"/>
        </w:rPr>
        <w:t>en die tel</w:t>
      </w:r>
      <w:r w:rsidR="00E56D76" w:rsidRPr="008A54A2">
        <w:rPr>
          <w:rFonts w:ascii="Arial" w:hAnsi="Arial" w:cs="Arial"/>
        </w:rPr>
        <w:t>t</w:t>
      </w:r>
      <w:r w:rsidR="00A90AED" w:rsidRPr="008A54A2">
        <w:rPr>
          <w:rFonts w:ascii="Arial" w:hAnsi="Arial" w:cs="Arial"/>
        </w:rPr>
        <w:t xml:space="preserve">. </w:t>
      </w:r>
      <w:r w:rsidR="00934C0D" w:rsidRPr="008A54A2">
        <w:rPr>
          <w:rFonts w:ascii="Arial" w:hAnsi="Arial" w:cs="Arial"/>
        </w:rPr>
        <w:t xml:space="preserve">Er </w:t>
      </w:r>
      <w:r w:rsidR="009875E6" w:rsidRPr="008A54A2">
        <w:rPr>
          <w:rFonts w:ascii="Arial" w:hAnsi="Arial" w:cs="Arial"/>
        </w:rPr>
        <w:t xml:space="preserve">bestaan </w:t>
      </w:r>
      <w:r w:rsidR="00934C0D" w:rsidRPr="008A54A2">
        <w:rPr>
          <w:rFonts w:ascii="Arial" w:hAnsi="Arial" w:cs="Arial"/>
        </w:rPr>
        <w:t>geen foute of goede antwoorde</w:t>
      </w:r>
      <w:r w:rsidR="009875E6" w:rsidRPr="008A54A2">
        <w:rPr>
          <w:rFonts w:ascii="Arial" w:hAnsi="Arial" w:cs="Arial"/>
        </w:rPr>
        <w:t xml:space="preserve">n. </w:t>
      </w:r>
      <w:r w:rsidR="00706C08">
        <w:rPr>
          <w:rFonts w:ascii="Arial" w:hAnsi="Arial" w:cs="Arial"/>
        </w:rPr>
        <w:t xml:space="preserve">Als u het prettig vindt, mag iemand u helpen bij het invullen van de vragen. Dit mag alleen geen begeleider van &lt;naam org&gt; zijn omdat veel vragen over hen gaan. </w:t>
      </w:r>
    </w:p>
    <w:p w:rsidR="00722CC0" w:rsidRPr="008A54A2" w:rsidRDefault="00722CC0" w:rsidP="00271EB1">
      <w:pPr>
        <w:spacing w:line="276" w:lineRule="auto"/>
        <w:rPr>
          <w:rFonts w:ascii="Arial" w:hAnsi="Arial" w:cs="Arial"/>
        </w:rPr>
      </w:pPr>
    </w:p>
    <w:p w:rsidR="00E6663E" w:rsidRPr="008A54A2" w:rsidRDefault="00E6663E" w:rsidP="00271EB1">
      <w:pPr>
        <w:spacing w:line="276" w:lineRule="auto"/>
        <w:rPr>
          <w:rFonts w:ascii="Arial" w:hAnsi="Arial" w:cs="Arial"/>
        </w:rPr>
      </w:pPr>
      <w:r w:rsidRPr="008A54A2">
        <w:rPr>
          <w:rFonts w:ascii="Arial" w:hAnsi="Arial" w:cs="Arial"/>
        </w:rPr>
        <w:t xml:space="preserve">Alles wat u invult, wordt </w:t>
      </w:r>
      <w:r w:rsidR="00722CC0" w:rsidRPr="008A54A2">
        <w:rPr>
          <w:rFonts w:ascii="Arial" w:hAnsi="Arial" w:cs="Arial"/>
        </w:rPr>
        <w:t xml:space="preserve">anoniem en </w:t>
      </w:r>
      <w:r w:rsidRPr="008A54A2">
        <w:rPr>
          <w:rFonts w:ascii="Arial" w:hAnsi="Arial" w:cs="Arial"/>
        </w:rPr>
        <w:t xml:space="preserve">vertrouwelijk verwerkt. </w:t>
      </w:r>
      <w:r w:rsidR="009345DA" w:rsidRPr="008A54A2">
        <w:rPr>
          <w:rFonts w:ascii="Arial" w:hAnsi="Arial" w:cs="Arial"/>
        </w:rPr>
        <w:t xml:space="preserve">U stuurt de vragenlijst direct </w:t>
      </w:r>
      <w:r w:rsidR="00722CC0" w:rsidRPr="008A54A2">
        <w:rPr>
          <w:rFonts w:ascii="Arial" w:hAnsi="Arial" w:cs="Arial"/>
        </w:rPr>
        <w:t xml:space="preserve">naar </w:t>
      </w:r>
      <w:r w:rsidR="00084905">
        <w:rPr>
          <w:rFonts w:ascii="Arial" w:hAnsi="Arial" w:cs="Arial"/>
        </w:rPr>
        <w:t>het</w:t>
      </w:r>
      <w:r w:rsidR="007E4388">
        <w:rPr>
          <w:rFonts w:ascii="Arial" w:hAnsi="Arial" w:cs="Arial"/>
        </w:rPr>
        <w:t xml:space="preserve"> </w:t>
      </w:r>
      <w:r w:rsidR="007E4388" w:rsidRPr="00622D95">
        <w:rPr>
          <w:rFonts w:ascii="Arial" w:hAnsi="Arial" w:cs="Arial"/>
        </w:rPr>
        <w:t>&lt;naam meetbureau&gt;</w:t>
      </w:r>
      <w:r w:rsidR="00722CC0" w:rsidRPr="008A54A2">
        <w:rPr>
          <w:rFonts w:ascii="Arial" w:hAnsi="Arial" w:cs="Arial"/>
        </w:rPr>
        <w:t xml:space="preserve">. Niemand van &lt;naam org&gt; komt te weten wat u heeft ingevuld. </w:t>
      </w:r>
    </w:p>
    <w:p w:rsidR="00A039A2" w:rsidRPr="008A54A2" w:rsidRDefault="00A039A2" w:rsidP="00271EB1">
      <w:pPr>
        <w:spacing w:line="276" w:lineRule="auto"/>
        <w:rPr>
          <w:rFonts w:ascii="Arial" w:hAnsi="Arial" w:cs="Arial"/>
        </w:rPr>
      </w:pPr>
    </w:p>
    <w:p w:rsidR="00E6663E" w:rsidRPr="008A54A2" w:rsidRDefault="00E6663E" w:rsidP="00271EB1">
      <w:pPr>
        <w:spacing w:line="276" w:lineRule="auto"/>
        <w:rPr>
          <w:rFonts w:ascii="Arial" w:hAnsi="Arial" w:cs="Arial"/>
          <w:i/>
        </w:rPr>
      </w:pPr>
      <w:r w:rsidRPr="008A54A2">
        <w:rPr>
          <w:rFonts w:ascii="Arial" w:hAnsi="Arial" w:cs="Arial"/>
          <w:i/>
        </w:rPr>
        <w:t>Invullen van de vragenlijst</w:t>
      </w:r>
    </w:p>
    <w:p w:rsidR="00722CC0" w:rsidRDefault="00175736" w:rsidP="00271EB1">
      <w:pPr>
        <w:spacing w:line="276" w:lineRule="auto"/>
        <w:rPr>
          <w:rFonts w:ascii="Arial" w:hAnsi="Arial" w:cs="Arial"/>
        </w:rPr>
      </w:pPr>
      <w:r w:rsidRPr="008A54A2">
        <w:rPr>
          <w:rFonts w:ascii="Arial" w:hAnsi="Arial" w:cs="Arial"/>
        </w:rPr>
        <w:t>Wilt u per vra</w:t>
      </w:r>
      <w:r w:rsidR="00722CC0" w:rsidRPr="008A54A2">
        <w:rPr>
          <w:rFonts w:ascii="Arial" w:hAnsi="Arial" w:cs="Arial"/>
        </w:rPr>
        <w:t>ag é</w:t>
      </w:r>
      <w:r w:rsidR="006041FF" w:rsidRPr="008A54A2">
        <w:rPr>
          <w:rFonts w:ascii="Arial" w:hAnsi="Arial" w:cs="Arial"/>
        </w:rPr>
        <w:t>én antwoord aankruisen.</w:t>
      </w:r>
      <w:r w:rsidR="005316F0" w:rsidRPr="008A54A2">
        <w:rPr>
          <w:rFonts w:ascii="Arial" w:hAnsi="Arial" w:cs="Arial"/>
        </w:rPr>
        <w:t xml:space="preserve"> </w:t>
      </w:r>
      <w:r w:rsidR="007E4388" w:rsidRPr="00622D95">
        <w:rPr>
          <w:rFonts w:ascii="Arial" w:hAnsi="Arial" w:cs="Arial"/>
        </w:rPr>
        <w:t>De vragen gaan over uw situatie in het afgelopen jaar.</w:t>
      </w:r>
      <w:r w:rsidR="007E4388">
        <w:rPr>
          <w:rFonts w:ascii="Arial" w:hAnsi="Arial" w:cs="Arial"/>
        </w:rPr>
        <w:t xml:space="preserve"> </w:t>
      </w:r>
    </w:p>
    <w:p w:rsidR="006436D5" w:rsidRPr="008A54A2" w:rsidRDefault="006436D5" w:rsidP="00271EB1">
      <w:pPr>
        <w:spacing w:line="276" w:lineRule="auto"/>
        <w:rPr>
          <w:rFonts w:ascii="Arial" w:hAnsi="Arial" w:cs="Arial"/>
        </w:rPr>
      </w:pPr>
    </w:p>
    <w:p w:rsidR="00175736" w:rsidRPr="008A54A2" w:rsidRDefault="00175736" w:rsidP="00CD7DE3">
      <w:pPr>
        <w:tabs>
          <w:tab w:val="left" w:pos="1440"/>
        </w:tabs>
        <w:spacing w:line="276" w:lineRule="auto"/>
        <w:rPr>
          <w:rFonts w:ascii="Arial" w:hAnsi="Arial" w:cs="Arial"/>
          <w:b/>
        </w:rPr>
      </w:pPr>
      <w:r w:rsidRPr="008A54A2">
        <w:rPr>
          <w:rFonts w:ascii="Arial" w:hAnsi="Arial" w:cs="Arial"/>
          <w:b/>
        </w:rPr>
        <w:t xml:space="preserve">Voorbeeld: </w:t>
      </w:r>
      <w:r w:rsidR="00CD7DE3" w:rsidRPr="008A54A2">
        <w:rPr>
          <w:rFonts w:ascii="Arial" w:hAnsi="Arial" w:cs="Arial"/>
          <w:b/>
        </w:rPr>
        <w:tab/>
      </w:r>
      <w:r w:rsidRPr="008A54A2">
        <w:rPr>
          <w:rFonts w:ascii="Arial" w:hAnsi="Arial" w:cs="Arial"/>
          <w:b/>
        </w:rPr>
        <w:t xml:space="preserve">Kunt u zelf bepalen </w:t>
      </w:r>
      <w:r w:rsidR="00C1463C" w:rsidRPr="008A54A2">
        <w:rPr>
          <w:rFonts w:ascii="Arial" w:hAnsi="Arial" w:cs="Arial"/>
          <w:b/>
        </w:rPr>
        <w:t>wat u doet</w:t>
      </w:r>
      <w:r w:rsidR="00DA655D" w:rsidRPr="008A54A2">
        <w:rPr>
          <w:rFonts w:ascii="Arial" w:hAnsi="Arial" w:cs="Arial"/>
          <w:b/>
        </w:rPr>
        <w:t xml:space="preserve"> op het dagcentrum</w:t>
      </w:r>
      <w:r w:rsidRPr="008A54A2">
        <w:rPr>
          <w:rFonts w:ascii="Arial" w:hAnsi="Arial" w:cs="Arial"/>
          <w:b/>
        </w:rPr>
        <w:t xml:space="preserve">? </w:t>
      </w:r>
    </w:p>
    <w:p w:rsidR="00175736" w:rsidRPr="008A54A2" w:rsidRDefault="00175736" w:rsidP="00175736">
      <w:pPr>
        <w:spacing w:line="144" w:lineRule="auto"/>
        <w:rPr>
          <w:rFonts w:ascii="Arial" w:hAnsi="Arial" w:cs="Arial"/>
          <w:i/>
        </w:rPr>
      </w:pPr>
    </w:p>
    <w:tbl>
      <w:tblPr>
        <w:tblW w:w="6830" w:type="dxa"/>
        <w:tblInd w:w="1440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6470"/>
      </w:tblGrid>
      <w:tr w:rsidR="00175736" w:rsidRPr="008A54A2">
        <w:tc>
          <w:tcPr>
            <w:tcW w:w="360" w:type="dxa"/>
            <w:tcMar>
              <w:left w:w="0" w:type="dxa"/>
              <w:right w:w="0" w:type="dxa"/>
            </w:tcMar>
            <w:vAlign w:val="center"/>
          </w:tcPr>
          <w:p w:rsidR="00175736" w:rsidRPr="008A54A2" w:rsidRDefault="0081580E" w:rsidP="00BB6385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48006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8255" t="6350" r="9525" b="11430"/>
                      <wp:wrapNone/>
                      <wp:docPr id="350" name="Text Box 19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Pr="00C1463C" w:rsidRDefault="00BE61F9" w:rsidP="00C1463C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932" o:spid="_x0000_s1027" type="#_x0000_t202" style="position:absolute;margin-left:0;margin-top:2pt;width:11.35pt;height:11.35pt;z-index:25148006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" strokeweight=".5pt">
                      <v:textbox inset="0,0,0,0">
                        <w:txbxContent>
                          <w:p w:rsidR="00BE61F9" w:rsidRPr="00C1463C" w:rsidRDefault="00BE61F9" w:rsidP="00C1463C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6470" w:type="dxa"/>
            <w:vAlign w:val="center"/>
          </w:tcPr>
          <w:p w:rsidR="00175736" w:rsidRPr="008A54A2" w:rsidRDefault="0060052A" w:rsidP="00BB6385">
            <w:pPr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n</w:t>
            </w:r>
            <w:r w:rsidR="00175736" w:rsidRPr="008A54A2">
              <w:rPr>
                <w:rFonts w:ascii="Arial" w:hAnsi="Arial" w:cs="Arial"/>
              </w:rPr>
              <w:t>ooit</w:t>
            </w:r>
          </w:p>
        </w:tc>
      </w:tr>
      <w:tr w:rsidR="00175736" w:rsidRPr="008A54A2">
        <w:tc>
          <w:tcPr>
            <w:tcW w:w="360" w:type="dxa"/>
            <w:tcMar>
              <w:left w:w="0" w:type="dxa"/>
              <w:right w:w="0" w:type="dxa"/>
            </w:tcMar>
            <w:vAlign w:val="center"/>
          </w:tcPr>
          <w:p w:rsidR="00175736" w:rsidRPr="008A54A2" w:rsidRDefault="0081580E" w:rsidP="00BB6385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48108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8255" t="6985" r="9525" b="10795"/>
                      <wp:wrapNone/>
                      <wp:docPr id="349" name="Text Box 19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Pr="00C1463C" w:rsidRDefault="00BE61F9" w:rsidP="00C1463C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933" o:spid="_x0000_s1028" type="#_x0000_t202" style="position:absolute;margin-left:0;margin-top:2pt;width:11.35pt;height:11.35pt;z-index:25148108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Al5byS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BE61F9" w:rsidRPr="00C1463C" w:rsidRDefault="00BE61F9" w:rsidP="00C1463C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6470" w:type="dxa"/>
            <w:vAlign w:val="center"/>
          </w:tcPr>
          <w:p w:rsidR="00175736" w:rsidRPr="008A54A2" w:rsidRDefault="0060052A" w:rsidP="00BB6385">
            <w:pPr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s</w:t>
            </w:r>
            <w:r w:rsidR="00175736" w:rsidRPr="008A54A2">
              <w:rPr>
                <w:rFonts w:ascii="Arial" w:hAnsi="Arial" w:cs="Arial"/>
              </w:rPr>
              <w:t>oms</w:t>
            </w:r>
          </w:p>
        </w:tc>
      </w:tr>
      <w:tr w:rsidR="00175736" w:rsidRPr="008A54A2">
        <w:tc>
          <w:tcPr>
            <w:tcW w:w="360" w:type="dxa"/>
            <w:tcMar>
              <w:left w:w="0" w:type="dxa"/>
              <w:right w:w="0" w:type="dxa"/>
            </w:tcMar>
            <w:vAlign w:val="center"/>
          </w:tcPr>
          <w:p w:rsidR="00175736" w:rsidRPr="008A54A2" w:rsidRDefault="0081580E" w:rsidP="00BB6385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48211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8255" t="7620" r="9525" b="10160"/>
                      <wp:wrapNone/>
                      <wp:docPr id="348" name="Text Box 19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Pr="006436D5" w:rsidRDefault="00BE61F9" w:rsidP="00C1463C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6436D5">
                                    <w:rPr>
                                      <w:rFonts w:ascii="Arial" w:hAnsi="Arial" w:cs="Arial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934" o:spid="_x0000_s1029" type="#_x0000_t202" style="position:absolute;margin-left:0;margin-top:2pt;width:11.35pt;height:11.35pt;z-index:25148211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AOJ16X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BE61F9" w:rsidRPr="006436D5" w:rsidRDefault="00BE61F9" w:rsidP="00C1463C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6436D5">
                              <w:rPr>
                                <w:rFonts w:ascii="Arial" w:hAnsi="Arial" w:cs="Arial"/>
                              </w:rP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6470" w:type="dxa"/>
            <w:vAlign w:val="center"/>
          </w:tcPr>
          <w:p w:rsidR="00175736" w:rsidRPr="008A54A2" w:rsidRDefault="00175736" w:rsidP="00BB6385">
            <w:pPr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 xml:space="preserve">meestal </w:t>
            </w:r>
          </w:p>
        </w:tc>
      </w:tr>
      <w:tr w:rsidR="00175736" w:rsidRPr="008A54A2">
        <w:tc>
          <w:tcPr>
            <w:tcW w:w="360" w:type="dxa"/>
            <w:tcMar>
              <w:left w:w="0" w:type="dxa"/>
              <w:right w:w="0" w:type="dxa"/>
            </w:tcMar>
            <w:vAlign w:val="center"/>
          </w:tcPr>
          <w:p w:rsidR="00175736" w:rsidRPr="008A54A2" w:rsidRDefault="0081580E" w:rsidP="00BB6385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48313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8255" t="8890" r="9525" b="8890"/>
                      <wp:wrapNone/>
                      <wp:docPr id="347" name="Text Box 19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Pr="00C1463C" w:rsidRDefault="00BE61F9" w:rsidP="00C1463C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935" o:spid="_x0000_s1030" type="#_x0000_t202" style="position:absolute;margin-left:0;margin-top:2pt;width:11.35pt;height:11.35pt;z-index:25148313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Ans0Mp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BE61F9" w:rsidRPr="00C1463C" w:rsidRDefault="00BE61F9" w:rsidP="00C1463C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6470" w:type="dxa"/>
            <w:vAlign w:val="center"/>
          </w:tcPr>
          <w:p w:rsidR="00175736" w:rsidRPr="008A54A2" w:rsidRDefault="00175736" w:rsidP="00BB6385">
            <w:pPr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 xml:space="preserve">altijd </w:t>
            </w:r>
          </w:p>
        </w:tc>
      </w:tr>
    </w:tbl>
    <w:p w:rsidR="00175736" w:rsidRPr="008A54A2" w:rsidRDefault="00175736" w:rsidP="00271EB1">
      <w:pPr>
        <w:spacing w:line="276" w:lineRule="auto"/>
        <w:rPr>
          <w:rFonts w:ascii="Arial" w:hAnsi="Arial" w:cs="Arial"/>
        </w:rPr>
      </w:pPr>
    </w:p>
    <w:p w:rsidR="00706C08" w:rsidRPr="00CA40A9" w:rsidRDefault="00706C08" w:rsidP="00706C08">
      <w:pPr>
        <w:spacing w:line="276" w:lineRule="auto"/>
        <w:rPr>
          <w:rFonts w:ascii="Arial" w:hAnsi="Arial" w:cs="Arial"/>
        </w:rPr>
      </w:pPr>
      <w:r w:rsidRPr="00CA40A9">
        <w:rPr>
          <w:rFonts w:ascii="Arial" w:hAnsi="Arial" w:cs="Arial"/>
        </w:rPr>
        <w:t xml:space="preserve">Bij vragen waar meer antwoorden </w:t>
      </w:r>
      <w:r>
        <w:rPr>
          <w:rFonts w:ascii="Arial" w:hAnsi="Arial" w:cs="Arial"/>
        </w:rPr>
        <w:t>aangekruist kunnen worden</w:t>
      </w:r>
      <w:r w:rsidRPr="00CA40A9">
        <w:rPr>
          <w:rFonts w:ascii="Arial" w:hAnsi="Arial" w:cs="Arial"/>
        </w:rPr>
        <w:t xml:space="preserve">, staat dit aangegeven. </w:t>
      </w:r>
    </w:p>
    <w:p w:rsidR="00722CC0" w:rsidRPr="008A54A2" w:rsidRDefault="00722CC0" w:rsidP="00271EB1">
      <w:pPr>
        <w:spacing w:line="276" w:lineRule="auto"/>
        <w:rPr>
          <w:rFonts w:ascii="Arial" w:hAnsi="Arial" w:cs="Arial"/>
        </w:rPr>
      </w:pPr>
    </w:p>
    <w:p w:rsidR="00AF22AD" w:rsidRPr="008A54A2" w:rsidRDefault="00175736" w:rsidP="00271EB1">
      <w:pPr>
        <w:spacing w:line="276" w:lineRule="auto"/>
        <w:rPr>
          <w:rFonts w:ascii="Arial" w:hAnsi="Arial" w:cs="Arial"/>
        </w:rPr>
      </w:pPr>
      <w:r w:rsidRPr="008A54A2">
        <w:rPr>
          <w:rFonts w:ascii="Arial" w:hAnsi="Arial" w:cs="Arial"/>
        </w:rPr>
        <w:t>Kruis ‘n</w:t>
      </w:r>
      <w:r w:rsidR="00FF0B9B">
        <w:rPr>
          <w:rFonts w:ascii="Arial" w:hAnsi="Arial" w:cs="Arial"/>
        </w:rPr>
        <w:t>.</w:t>
      </w:r>
      <w:r w:rsidRPr="008A54A2">
        <w:rPr>
          <w:rFonts w:ascii="Arial" w:hAnsi="Arial" w:cs="Arial"/>
        </w:rPr>
        <w:t>v</w:t>
      </w:r>
      <w:r w:rsidR="00FF0B9B">
        <w:rPr>
          <w:rFonts w:ascii="Arial" w:hAnsi="Arial" w:cs="Arial"/>
        </w:rPr>
        <w:t>.</w:t>
      </w:r>
      <w:r w:rsidRPr="008A54A2">
        <w:rPr>
          <w:rFonts w:ascii="Arial" w:hAnsi="Arial" w:cs="Arial"/>
        </w:rPr>
        <w:t>t</w:t>
      </w:r>
      <w:r w:rsidR="00FF0B9B">
        <w:rPr>
          <w:rFonts w:ascii="Arial" w:hAnsi="Arial" w:cs="Arial"/>
        </w:rPr>
        <w:t>.</w:t>
      </w:r>
      <w:r w:rsidRPr="008A54A2">
        <w:rPr>
          <w:rFonts w:ascii="Arial" w:hAnsi="Arial" w:cs="Arial"/>
        </w:rPr>
        <w:t xml:space="preserve">’ (niet van toepassing) aan als u bepaalde hulp niet nodig heeft of niet wilt ontvangen. </w:t>
      </w:r>
    </w:p>
    <w:p w:rsidR="00AF22AD" w:rsidRPr="008A54A2" w:rsidRDefault="00AF22AD" w:rsidP="00271EB1">
      <w:pPr>
        <w:spacing w:line="276" w:lineRule="auto"/>
        <w:rPr>
          <w:rFonts w:ascii="Arial" w:hAnsi="Arial" w:cs="Arial"/>
        </w:rPr>
      </w:pPr>
    </w:p>
    <w:p w:rsidR="009345DA" w:rsidRDefault="009345DA" w:rsidP="00271EB1">
      <w:pPr>
        <w:spacing w:line="276" w:lineRule="auto"/>
        <w:rPr>
          <w:rFonts w:ascii="Arial" w:hAnsi="Arial" w:cs="Arial"/>
        </w:rPr>
      </w:pPr>
      <w:r w:rsidRPr="008A54A2">
        <w:rPr>
          <w:rFonts w:ascii="Arial" w:hAnsi="Arial" w:cs="Arial"/>
        </w:rPr>
        <w:t xml:space="preserve">Soms kunt u vragen overslaan. Dit wordt aangegeven met een pijl. Deze pijl geeft de volgende vraag aan die u moet invullen. </w:t>
      </w:r>
    </w:p>
    <w:p w:rsidR="006436D5" w:rsidRPr="008A54A2" w:rsidRDefault="006436D5" w:rsidP="00271EB1">
      <w:pPr>
        <w:spacing w:line="276" w:lineRule="auto"/>
        <w:rPr>
          <w:rFonts w:ascii="Arial" w:hAnsi="Arial" w:cs="Arial"/>
        </w:rPr>
      </w:pPr>
    </w:p>
    <w:p w:rsidR="00175736" w:rsidRDefault="009345DA" w:rsidP="009345DA">
      <w:pPr>
        <w:tabs>
          <w:tab w:val="left" w:pos="1080"/>
        </w:tabs>
        <w:spacing w:line="276" w:lineRule="auto"/>
        <w:rPr>
          <w:rFonts w:ascii="Arial" w:hAnsi="Arial" w:cs="Arial"/>
          <w:b/>
        </w:rPr>
      </w:pPr>
      <w:r w:rsidRPr="008A54A2">
        <w:rPr>
          <w:rFonts w:ascii="Arial" w:hAnsi="Arial" w:cs="Arial"/>
          <w:b/>
        </w:rPr>
        <w:t>Voorbeeld:</w:t>
      </w:r>
      <w:r w:rsidRPr="008A54A2">
        <w:rPr>
          <w:rFonts w:ascii="Arial" w:hAnsi="Arial" w:cs="Arial"/>
          <w:b/>
        </w:rPr>
        <w:tab/>
      </w:r>
      <w:r w:rsidR="009B6BC1" w:rsidRPr="008A54A2">
        <w:rPr>
          <w:rFonts w:ascii="Arial" w:hAnsi="Arial" w:cs="Arial"/>
          <w:b/>
        </w:rPr>
        <w:t>Gebruikt u een hulpmiddel op het dagcentrum?</w:t>
      </w:r>
    </w:p>
    <w:p w:rsidR="00DE26D8" w:rsidRPr="00DE26D8" w:rsidRDefault="00DE26D8" w:rsidP="00DE26D8">
      <w:pPr>
        <w:tabs>
          <w:tab w:val="left" w:pos="1080"/>
        </w:tabs>
        <w:spacing w:line="144" w:lineRule="auto"/>
        <w:rPr>
          <w:rFonts w:ascii="Arial" w:hAnsi="Arial" w:cs="Arial"/>
        </w:rPr>
      </w:pPr>
    </w:p>
    <w:tbl>
      <w:tblPr>
        <w:tblW w:w="6237" w:type="dxa"/>
        <w:tblInd w:w="1440" w:type="dxa"/>
        <w:tblLayout w:type="fixed"/>
        <w:tblCellMar>
          <w:left w:w="0" w:type="dxa"/>
          <w:right w:w="10" w:type="dxa"/>
        </w:tblCellMar>
        <w:tblLook w:val="0000" w:firstRow="0" w:lastRow="0" w:firstColumn="0" w:lastColumn="0" w:noHBand="0" w:noVBand="0"/>
      </w:tblPr>
      <w:tblGrid>
        <w:gridCol w:w="397"/>
        <w:gridCol w:w="634"/>
        <w:gridCol w:w="699"/>
        <w:gridCol w:w="4507"/>
      </w:tblGrid>
      <w:tr w:rsidR="00DE26D8" w:rsidRPr="00CA40A9" w:rsidTr="00DE26D8">
        <w:tblPrEx>
          <w:tblCellMar>
            <w:top w:w="0" w:type="dxa"/>
            <w:bottom w:w="0" w:type="dxa"/>
          </w:tblCellMar>
        </w:tblPrEx>
        <w:tc>
          <w:tcPr>
            <w:tcW w:w="397" w:type="dxa"/>
            <w:vAlign w:val="center"/>
          </w:tcPr>
          <w:p w:rsidR="00DE26D8" w:rsidRPr="008A54A2" w:rsidRDefault="0081580E" w:rsidP="0016017D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7702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8255" t="13970" r="9525" b="13335"/>
                      <wp:wrapNone/>
                      <wp:docPr id="346" name="Text Box 36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Pr="006436D5" w:rsidRDefault="00BE61F9" w:rsidP="0008490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6436D5">
                                    <w:rPr>
                                      <w:rFonts w:ascii="Arial" w:hAnsi="Arial" w:cs="Arial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46" o:spid="_x0000_s1031" type="#_x0000_t202" style="position:absolute;margin-left:0;margin-top:2pt;width:11.35pt;height:11.35pt;z-index:25177702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CDLidY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BE61F9" w:rsidRPr="006436D5" w:rsidRDefault="00BE61F9" w:rsidP="00084905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6436D5">
                              <w:rPr>
                                <w:rFonts w:ascii="Arial" w:hAnsi="Arial" w:cs="Arial"/>
                              </w:rP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634" w:type="dxa"/>
            <w:vAlign w:val="center"/>
          </w:tcPr>
          <w:p w:rsidR="00DE26D8" w:rsidRPr="00CA40A9" w:rsidRDefault="00DE26D8" w:rsidP="0016017D">
            <w:pPr>
              <w:pStyle w:val="hokjesok"/>
              <w:numPr>
                <w:ilvl w:val="0"/>
                <w:numId w:val="0"/>
              </w:numPr>
              <w:spacing w:line="276" w:lineRule="auto"/>
              <w:ind w:left="454" w:hanging="454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nee</w:t>
            </w:r>
          </w:p>
        </w:tc>
        <w:tc>
          <w:tcPr>
            <w:tcW w:w="699" w:type="dxa"/>
            <w:vAlign w:val="center"/>
          </w:tcPr>
          <w:p w:rsidR="00DE26D8" w:rsidRPr="008A54A2" w:rsidRDefault="0081580E" w:rsidP="0016017D">
            <w:pPr>
              <w:pStyle w:val="hokjesok"/>
              <w:numPr>
                <w:ilvl w:val="0"/>
                <w:numId w:val="0"/>
              </w:numPr>
              <w:spacing w:line="276" w:lineRule="auto"/>
              <w:ind w:left="454" w:hanging="454"/>
              <w:rPr>
                <w:rFonts w:ascii="Arial" w:hAnsi="Arial" w:cs="Arial"/>
              </w:rPr>
            </w:pPr>
            <w:r w:rsidRPr="008A54A2">
              <w:rPr>
                <w:rFonts w:ascii="Arial" w:hAnsi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99695</wp:posOffset>
                      </wp:positionV>
                      <wp:extent cx="349250" cy="0"/>
                      <wp:effectExtent l="8255" t="53340" r="23495" b="60960"/>
                      <wp:wrapNone/>
                      <wp:docPr id="345" name="Line 36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92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A811611" id="Line 3645" o:spid="_x0000_s1026" style="position:absolute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95pt,7.85pt" to="29.45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">
                      <v:stroke endarrow="block"/>
                    </v:line>
                  </w:pict>
                </mc:Fallback>
              </mc:AlternateContent>
            </w:r>
          </w:p>
        </w:tc>
        <w:tc>
          <w:tcPr>
            <w:tcW w:w="4507" w:type="dxa"/>
            <w:vAlign w:val="center"/>
          </w:tcPr>
          <w:p w:rsidR="00DE26D8" w:rsidRPr="00CA40A9" w:rsidRDefault="00DE26D8" w:rsidP="0016017D">
            <w:pPr>
              <w:pStyle w:val="hokjesok"/>
              <w:numPr>
                <w:ilvl w:val="0"/>
                <w:numId w:val="0"/>
              </w:num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ga naar vraag </w:t>
            </w:r>
            <w:r w:rsidR="00512D34">
              <w:rPr>
                <w:rFonts w:ascii="Arial" w:hAnsi="Arial" w:cs="Arial"/>
              </w:rPr>
              <w:t>XX</w:t>
            </w:r>
          </w:p>
        </w:tc>
      </w:tr>
      <w:tr w:rsidR="00DE26D8" w:rsidRPr="00CA40A9" w:rsidTr="00DE26D8">
        <w:tblPrEx>
          <w:tblCellMar>
            <w:top w:w="0" w:type="dxa"/>
            <w:bottom w:w="0" w:type="dxa"/>
          </w:tblCellMar>
        </w:tblPrEx>
        <w:tc>
          <w:tcPr>
            <w:tcW w:w="397" w:type="dxa"/>
            <w:vAlign w:val="center"/>
          </w:tcPr>
          <w:p w:rsidR="00DE26D8" w:rsidRPr="008A54A2" w:rsidRDefault="0081580E" w:rsidP="0016017D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8255" t="12700" r="9525" b="5080"/>
                      <wp:wrapNone/>
                      <wp:docPr id="344" name="Text Box 36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44" o:spid="_x0000_s1032" type="#_x0000_t202" style="position:absolute;margin-left:0;margin-top:2pt;width:11.35pt;height:11.35pt;z-index:25177497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BXEt9v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BE61F9" w:rsidRDefault="00BE61F9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634" w:type="dxa"/>
            <w:vAlign w:val="center"/>
          </w:tcPr>
          <w:p w:rsidR="00DE26D8" w:rsidRPr="008A54A2" w:rsidRDefault="00DE26D8" w:rsidP="0016017D">
            <w:pPr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ja</w:t>
            </w:r>
          </w:p>
        </w:tc>
        <w:tc>
          <w:tcPr>
            <w:tcW w:w="699" w:type="dxa"/>
            <w:vAlign w:val="center"/>
          </w:tcPr>
          <w:p w:rsidR="00DE26D8" w:rsidRPr="008A54A2" w:rsidRDefault="00DE26D8" w:rsidP="0016017D">
            <w:pPr>
              <w:pStyle w:val="hokjesok"/>
              <w:numPr>
                <w:ilvl w:val="0"/>
                <w:numId w:val="0"/>
              </w:numPr>
              <w:spacing w:line="276" w:lineRule="auto"/>
              <w:ind w:left="454" w:hanging="454"/>
              <w:rPr>
                <w:rFonts w:ascii="Arial" w:hAnsi="Arial"/>
                <w:noProof/>
              </w:rPr>
            </w:pPr>
          </w:p>
        </w:tc>
        <w:tc>
          <w:tcPr>
            <w:tcW w:w="4507" w:type="dxa"/>
            <w:vAlign w:val="center"/>
          </w:tcPr>
          <w:p w:rsidR="00DE26D8" w:rsidRDefault="00DE26D8" w:rsidP="0016017D">
            <w:pPr>
              <w:pStyle w:val="hokjesok"/>
              <w:numPr>
                <w:ilvl w:val="0"/>
                <w:numId w:val="0"/>
              </w:num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DE26D8" w:rsidRDefault="00DE26D8" w:rsidP="00271EB1">
      <w:pPr>
        <w:spacing w:line="276" w:lineRule="auto"/>
        <w:rPr>
          <w:rFonts w:ascii="Arial" w:hAnsi="Arial" w:cs="Arial"/>
        </w:rPr>
      </w:pPr>
    </w:p>
    <w:p w:rsidR="00DE26D8" w:rsidRPr="008A54A2" w:rsidRDefault="00DE26D8" w:rsidP="00271EB1">
      <w:pPr>
        <w:spacing w:line="276" w:lineRule="auto"/>
        <w:rPr>
          <w:rFonts w:ascii="Arial" w:hAnsi="Arial" w:cs="Arial"/>
        </w:rPr>
      </w:pPr>
    </w:p>
    <w:p w:rsidR="00AF22AD" w:rsidRPr="008A54A2" w:rsidRDefault="003F7A00" w:rsidP="00271EB1">
      <w:pPr>
        <w:spacing w:line="276" w:lineRule="auto"/>
        <w:rPr>
          <w:rFonts w:ascii="Arial" w:hAnsi="Arial" w:cs="Arial"/>
        </w:rPr>
      </w:pPr>
      <w:r w:rsidRPr="008A54A2">
        <w:rPr>
          <w:rFonts w:ascii="Arial" w:hAnsi="Arial" w:cs="Arial"/>
        </w:rPr>
        <w:t xml:space="preserve">Wilt u de ingevulde vragenlijst </w:t>
      </w:r>
      <w:r w:rsidRPr="008A54A2">
        <w:rPr>
          <w:rFonts w:ascii="Arial" w:hAnsi="Arial" w:cs="Arial"/>
          <w:b/>
        </w:rPr>
        <w:t xml:space="preserve">binnen 14 dagen </w:t>
      </w:r>
      <w:r w:rsidRPr="008A54A2">
        <w:rPr>
          <w:rFonts w:ascii="Arial" w:hAnsi="Arial" w:cs="Arial"/>
        </w:rPr>
        <w:t xml:space="preserve">in de bijgevoegde antwoordenvelop terugsturen? Een postzegel is niet nodig. </w:t>
      </w:r>
    </w:p>
    <w:p w:rsidR="003F7A00" w:rsidRPr="008A54A2" w:rsidRDefault="003F7A00" w:rsidP="00271EB1">
      <w:pPr>
        <w:spacing w:line="276" w:lineRule="auto"/>
        <w:rPr>
          <w:rFonts w:ascii="Arial" w:hAnsi="Arial" w:cs="Arial"/>
        </w:rPr>
      </w:pPr>
    </w:p>
    <w:p w:rsidR="00AF22AD" w:rsidRPr="008A54A2" w:rsidRDefault="003F7A00" w:rsidP="00271EB1">
      <w:pPr>
        <w:spacing w:line="276" w:lineRule="auto"/>
        <w:rPr>
          <w:rFonts w:ascii="Arial" w:hAnsi="Arial" w:cs="Arial"/>
          <w:b/>
        </w:rPr>
      </w:pPr>
      <w:r w:rsidRPr="008A54A2">
        <w:rPr>
          <w:rFonts w:ascii="Arial" w:hAnsi="Arial" w:cs="Arial"/>
          <w:b/>
        </w:rPr>
        <w:t xml:space="preserve">Hartelijk dank </w:t>
      </w:r>
      <w:r w:rsidR="00AF22AD" w:rsidRPr="008A54A2">
        <w:rPr>
          <w:rFonts w:ascii="Arial" w:hAnsi="Arial" w:cs="Arial"/>
          <w:b/>
        </w:rPr>
        <w:t xml:space="preserve">voor </w:t>
      </w:r>
      <w:r w:rsidR="009345DA" w:rsidRPr="008A54A2">
        <w:rPr>
          <w:rFonts w:ascii="Arial" w:hAnsi="Arial" w:cs="Arial"/>
          <w:b/>
        </w:rPr>
        <w:t>het invullen van de vragenlijst.</w:t>
      </w:r>
      <w:r w:rsidR="001C7C33" w:rsidRPr="008A54A2">
        <w:rPr>
          <w:rFonts w:ascii="Arial" w:hAnsi="Arial" w:cs="Arial"/>
          <w:b/>
        </w:rPr>
        <w:t xml:space="preserve"> </w:t>
      </w:r>
    </w:p>
    <w:p w:rsidR="00DF6CF2" w:rsidRPr="008A54A2" w:rsidRDefault="00DF6CF2" w:rsidP="00271EB1">
      <w:pPr>
        <w:spacing w:line="276" w:lineRule="auto"/>
        <w:rPr>
          <w:rFonts w:ascii="Arial" w:hAnsi="Arial" w:cs="Arial"/>
          <w:b/>
        </w:rPr>
        <w:sectPr w:rsidR="00DF6CF2" w:rsidRPr="008A54A2" w:rsidSect="003829D5">
          <w:pgSz w:w="11906" w:h="16838" w:code="9"/>
          <w:pgMar w:top="1418" w:right="1418" w:bottom="1985" w:left="1418" w:header="1418" w:footer="1418" w:gutter="0"/>
          <w:pgNumType w:start="1"/>
          <w:cols w:space="708"/>
          <w:titlePg/>
          <w:docGrid w:linePitch="360"/>
        </w:sectPr>
      </w:pPr>
    </w:p>
    <w:p w:rsidR="0064283C" w:rsidRPr="00EF3E58" w:rsidRDefault="00706C08" w:rsidP="00271EB1">
      <w:pPr>
        <w:spacing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Het dagcentrum</w:t>
      </w:r>
    </w:p>
    <w:p w:rsidR="00620FA2" w:rsidRPr="008A54A2" w:rsidRDefault="00620FA2" w:rsidP="00271EB1">
      <w:pPr>
        <w:spacing w:line="276" w:lineRule="auto"/>
        <w:rPr>
          <w:rFonts w:ascii="Arial" w:hAnsi="Arial" w:cs="Arial"/>
        </w:rPr>
      </w:pPr>
    </w:p>
    <w:p w:rsidR="00706C08" w:rsidRPr="008A54A2" w:rsidRDefault="00A039A2" w:rsidP="00706C08">
      <w:pPr>
        <w:spacing w:line="276" w:lineRule="auto"/>
        <w:rPr>
          <w:rFonts w:ascii="Arial" w:hAnsi="Arial" w:cs="Arial"/>
        </w:rPr>
      </w:pPr>
      <w:r w:rsidRPr="008A54A2">
        <w:rPr>
          <w:rFonts w:ascii="Arial" w:hAnsi="Arial" w:cs="Arial"/>
        </w:rPr>
        <w:t xml:space="preserve">We beginnen de vragenlijst met </w:t>
      </w:r>
      <w:r w:rsidR="00224904" w:rsidRPr="008A54A2">
        <w:rPr>
          <w:rFonts w:ascii="Arial" w:hAnsi="Arial" w:cs="Arial"/>
        </w:rPr>
        <w:t>enkele vragen</w:t>
      </w:r>
      <w:r w:rsidR="00620FA2" w:rsidRPr="008A54A2">
        <w:rPr>
          <w:rFonts w:ascii="Arial" w:hAnsi="Arial" w:cs="Arial"/>
        </w:rPr>
        <w:t xml:space="preserve"> over </w:t>
      </w:r>
      <w:r w:rsidR="00706C08" w:rsidRPr="008A54A2">
        <w:rPr>
          <w:rFonts w:ascii="Arial" w:hAnsi="Arial" w:cs="Arial"/>
        </w:rPr>
        <w:t xml:space="preserve">het dagcentrum. Het gaat hierbij om de </w:t>
      </w:r>
      <w:r w:rsidR="00706C08" w:rsidRPr="008A54A2">
        <w:rPr>
          <w:rFonts w:ascii="Arial" w:hAnsi="Arial" w:cs="Arial"/>
          <w:u w:val="single"/>
        </w:rPr>
        <w:t>afgelopen 12 maanden</w:t>
      </w:r>
      <w:r w:rsidR="00706C08" w:rsidRPr="008A54A2">
        <w:rPr>
          <w:rFonts w:ascii="Arial" w:hAnsi="Arial" w:cs="Arial"/>
        </w:rPr>
        <w:t>.</w:t>
      </w:r>
    </w:p>
    <w:p w:rsidR="006436D5" w:rsidRPr="008A54A2" w:rsidRDefault="006436D5" w:rsidP="00706C08">
      <w:pPr>
        <w:spacing w:line="276" w:lineRule="auto"/>
        <w:rPr>
          <w:rFonts w:ascii="Arial" w:hAnsi="Arial" w:cs="Arial"/>
          <w:b/>
        </w:rPr>
      </w:pPr>
    </w:p>
    <w:p w:rsidR="00213E06" w:rsidRPr="008A54A2" w:rsidRDefault="00E86870" w:rsidP="00E1745C">
      <w:pPr>
        <w:spacing w:line="276" w:lineRule="auto"/>
        <w:ind w:left="360" w:hanging="360"/>
        <w:rPr>
          <w:rFonts w:ascii="Arial" w:hAnsi="Arial" w:cs="Arial"/>
          <w:b/>
        </w:rPr>
      </w:pPr>
      <w:r w:rsidRPr="008A54A2">
        <w:rPr>
          <w:rFonts w:ascii="Arial" w:hAnsi="Arial" w:cs="Arial"/>
          <w:b/>
        </w:rPr>
        <w:t>1</w:t>
      </w:r>
      <w:r w:rsidR="00D10B09" w:rsidRPr="008A54A2">
        <w:rPr>
          <w:rFonts w:ascii="Arial" w:hAnsi="Arial" w:cs="Arial"/>
          <w:b/>
        </w:rPr>
        <w:t xml:space="preserve">. </w:t>
      </w:r>
      <w:r w:rsidR="00271EB1" w:rsidRPr="008A54A2">
        <w:rPr>
          <w:rFonts w:ascii="Arial" w:hAnsi="Arial" w:cs="Arial"/>
          <w:b/>
        </w:rPr>
        <w:tab/>
      </w:r>
      <w:r w:rsidR="00DA655D" w:rsidRPr="008A54A2">
        <w:rPr>
          <w:rFonts w:ascii="Arial" w:hAnsi="Arial" w:cs="Arial"/>
          <w:b/>
        </w:rPr>
        <w:t xml:space="preserve">Gaat u op </w:t>
      </w:r>
      <w:r w:rsidR="00A039A2" w:rsidRPr="008A54A2">
        <w:rPr>
          <w:rFonts w:ascii="Arial" w:hAnsi="Arial" w:cs="Arial"/>
          <w:b/>
        </w:rPr>
        <w:t xml:space="preserve">dit moment </w:t>
      </w:r>
      <w:r w:rsidR="00DA655D" w:rsidRPr="008A54A2">
        <w:rPr>
          <w:rFonts w:ascii="Arial" w:hAnsi="Arial" w:cs="Arial"/>
          <w:b/>
        </w:rPr>
        <w:t xml:space="preserve">naar een dagcentrum (activiteitencentrum of werklocatie) </w:t>
      </w:r>
      <w:r w:rsidR="00413A90" w:rsidRPr="008A54A2">
        <w:rPr>
          <w:rFonts w:ascii="Arial" w:hAnsi="Arial" w:cs="Arial"/>
          <w:b/>
        </w:rPr>
        <w:t xml:space="preserve">van </w:t>
      </w:r>
      <w:r w:rsidR="000140FC" w:rsidRPr="008A54A2">
        <w:rPr>
          <w:rFonts w:ascii="Arial" w:hAnsi="Arial" w:cs="Arial"/>
          <w:b/>
        </w:rPr>
        <w:t>&lt;naam org&gt;</w:t>
      </w:r>
      <w:r w:rsidR="00213E06" w:rsidRPr="008A54A2">
        <w:rPr>
          <w:rFonts w:ascii="Arial" w:hAnsi="Arial" w:cs="Arial"/>
          <w:b/>
        </w:rPr>
        <w:t>?</w:t>
      </w:r>
    </w:p>
    <w:p w:rsidR="0037467F" w:rsidRPr="008A54A2" w:rsidRDefault="0037467F" w:rsidP="0037467F">
      <w:pPr>
        <w:spacing w:line="144" w:lineRule="auto"/>
        <w:rPr>
          <w:rFonts w:ascii="Arial" w:hAnsi="Arial" w:cs="Arial"/>
          <w:i/>
        </w:rPr>
      </w:pPr>
    </w:p>
    <w:tbl>
      <w:tblPr>
        <w:tblW w:w="8589" w:type="dxa"/>
        <w:tblInd w:w="454" w:type="dxa"/>
        <w:tblLayout w:type="fixed"/>
        <w:tblCellMar>
          <w:left w:w="0" w:type="dxa"/>
          <w:right w:w="10" w:type="dxa"/>
        </w:tblCellMar>
        <w:tblLook w:val="0000" w:firstRow="0" w:lastRow="0" w:firstColumn="0" w:lastColumn="0" w:noHBand="0" w:noVBand="0"/>
      </w:tblPr>
      <w:tblGrid>
        <w:gridCol w:w="397"/>
        <w:gridCol w:w="634"/>
        <w:gridCol w:w="699"/>
        <w:gridCol w:w="6859"/>
      </w:tblGrid>
      <w:tr w:rsidR="0071480C" w:rsidRPr="00CA40A9">
        <w:tblPrEx>
          <w:tblCellMar>
            <w:top w:w="0" w:type="dxa"/>
            <w:bottom w:w="0" w:type="dxa"/>
          </w:tblCellMar>
        </w:tblPrEx>
        <w:tc>
          <w:tcPr>
            <w:tcW w:w="397" w:type="dxa"/>
            <w:vAlign w:val="center"/>
          </w:tcPr>
          <w:p w:rsidR="0071480C" w:rsidRPr="00CA40A9" w:rsidRDefault="0081580E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0795" t="5080" r="6985" b="12700"/>
                      <wp:wrapNone/>
                      <wp:docPr id="343" name="Text Box 36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706C08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706C08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38" o:spid="_x0000_s1033" type="#_x0000_t202" style="position:absolute;margin-left:0;margin-top:2pt;width:11.35pt;height:11.35pt;z-index:25177088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AthS1a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BE61F9" w:rsidRDefault="00BE61F9" w:rsidP="00706C0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706C0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1480C" w:rsidRPr="00CA40A9">
              <w:rPr>
                <w:rFonts w:ascii="Helvetica" w:hAnsi="Helvetica" w:cs="Arial"/>
                <w:noProof/>
              </w:rPr>
              <w:t>7</w:t>
            </w:r>
          </w:p>
        </w:tc>
        <w:tc>
          <w:tcPr>
            <w:tcW w:w="634" w:type="dxa"/>
          </w:tcPr>
          <w:p w:rsidR="0071480C" w:rsidRPr="00CA40A9" w:rsidRDefault="0071480C" w:rsidP="00AD402E">
            <w:pPr>
              <w:pStyle w:val="hokjesok"/>
              <w:numPr>
                <w:ilvl w:val="0"/>
                <w:numId w:val="0"/>
              </w:numPr>
              <w:spacing w:line="276" w:lineRule="auto"/>
              <w:ind w:left="454" w:hanging="454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>ja</w:t>
            </w:r>
          </w:p>
        </w:tc>
        <w:tc>
          <w:tcPr>
            <w:tcW w:w="699" w:type="dxa"/>
            <w:vAlign w:val="center"/>
          </w:tcPr>
          <w:p w:rsidR="0071480C" w:rsidRPr="008A54A2" w:rsidRDefault="0081580E" w:rsidP="009A5654">
            <w:pPr>
              <w:pStyle w:val="hokjesok"/>
              <w:numPr>
                <w:ilvl w:val="0"/>
                <w:numId w:val="0"/>
              </w:numPr>
              <w:spacing w:line="276" w:lineRule="auto"/>
              <w:ind w:left="454" w:hanging="454"/>
              <w:rPr>
                <w:rFonts w:ascii="Arial" w:hAnsi="Arial" w:cs="Arial"/>
              </w:rPr>
            </w:pPr>
            <w:r w:rsidRPr="008A54A2">
              <w:rPr>
                <w:rFonts w:ascii="Arial" w:hAnsi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71904" behindDoc="0" locked="0" layoutInCell="1" allowOverlap="1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99695</wp:posOffset>
                      </wp:positionV>
                      <wp:extent cx="349250" cy="0"/>
                      <wp:effectExtent l="10795" t="53975" r="20955" b="60325"/>
                      <wp:wrapNone/>
                      <wp:docPr id="342" name="Line 36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92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EB68B60" id="Line 3639" o:spid="_x0000_s1026" style="position:absolute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95pt,7.85pt" to="29.45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">
                      <v:stroke endarrow="block"/>
                    </v:line>
                  </w:pict>
                </mc:Fallback>
              </mc:AlternateContent>
            </w:r>
          </w:p>
        </w:tc>
        <w:tc>
          <w:tcPr>
            <w:tcW w:w="6859" w:type="dxa"/>
            <w:vAlign w:val="center"/>
          </w:tcPr>
          <w:p w:rsidR="0071480C" w:rsidRPr="00CA40A9" w:rsidRDefault="0071480C" w:rsidP="00AD402E">
            <w:pPr>
              <w:pStyle w:val="hokjesok"/>
              <w:numPr>
                <w:ilvl w:val="0"/>
                <w:numId w:val="0"/>
              </w:num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ga naar vraag 2</w:t>
            </w:r>
          </w:p>
        </w:tc>
      </w:tr>
      <w:tr w:rsidR="0071480C" w:rsidRPr="00CA40A9">
        <w:tblPrEx>
          <w:tblCellMar>
            <w:top w:w="0" w:type="dxa"/>
            <w:bottom w:w="0" w:type="dxa"/>
          </w:tblCellMar>
        </w:tblPrEx>
        <w:tc>
          <w:tcPr>
            <w:tcW w:w="397" w:type="dxa"/>
            <w:vAlign w:val="center"/>
          </w:tcPr>
          <w:p w:rsidR="0071480C" w:rsidRPr="00CA40A9" w:rsidRDefault="0081580E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0795" t="13335" r="6985" b="13970"/>
                      <wp:wrapNone/>
                      <wp:docPr id="341" name="Text Box 36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706C08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706C08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40" o:spid="_x0000_s1034" type="#_x0000_t202" style="position:absolute;margin-left:0;margin-top:2pt;width:11.35pt;height:11.35pt;z-index:25177292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VSE9pyQCAABN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BE61F9" w:rsidRDefault="00BE61F9" w:rsidP="00706C0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706C0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1480C" w:rsidRPr="00CA40A9">
              <w:rPr>
                <w:rFonts w:ascii="Helvetica" w:hAnsi="Helvetica" w:cs="Arial"/>
                <w:noProof/>
              </w:rPr>
              <w:t>7</w:t>
            </w:r>
          </w:p>
        </w:tc>
        <w:tc>
          <w:tcPr>
            <w:tcW w:w="634" w:type="dxa"/>
          </w:tcPr>
          <w:p w:rsidR="0071480C" w:rsidRPr="00CA40A9" w:rsidRDefault="0071480C" w:rsidP="00AD402E">
            <w:pPr>
              <w:pStyle w:val="hokjesok"/>
              <w:numPr>
                <w:ilvl w:val="0"/>
                <w:numId w:val="0"/>
              </w:numPr>
              <w:spacing w:line="276" w:lineRule="auto"/>
              <w:ind w:left="454" w:hanging="454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>nee</w:t>
            </w:r>
          </w:p>
        </w:tc>
        <w:tc>
          <w:tcPr>
            <w:tcW w:w="699" w:type="dxa"/>
            <w:vAlign w:val="center"/>
          </w:tcPr>
          <w:p w:rsidR="0071480C" w:rsidRPr="008A54A2" w:rsidRDefault="0081580E" w:rsidP="009A5654">
            <w:pPr>
              <w:pStyle w:val="hokjesok"/>
              <w:numPr>
                <w:ilvl w:val="0"/>
                <w:numId w:val="0"/>
              </w:numPr>
              <w:spacing w:line="276" w:lineRule="auto"/>
              <w:ind w:left="454" w:hanging="454"/>
              <w:rPr>
                <w:rFonts w:ascii="Arial" w:hAnsi="Arial" w:cs="Arial"/>
              </w:rPr>
            </w:pPr>
            <w:r w:rsidRPr="008A54A2">
              <w:rPr>
                <w:rFonts w:ascii="Arial" w:hAnsi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99695</wp:posOffset>
                      </wp:positionV>
                      <wp:extent cx="349250" cy="0"/>
                      <wp:effectExtent l="10795" t="52705" r="20955" b="61595"/>
                      <wp:wrapNone/>
                      <wp:docPr id="340" name="Line 36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92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191EABA" id="Line 3641" o:spid="_x0000_s1026" style="position:absolute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95pt,7.85pt" to="29.45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">
                      <v:stroke endarrow="block"/>
                    </v:line>
                  </w:pict>
                </mc:Fallback>
              </mc:AlternateContent>
            </w:r>
          </w:p>
        </w:tc>
        <w:tc>
          <w:tcPr>
            <w:tcW w:w="6859" w:type="dxa"/>
            <w:vMerge w:val="restart"/>
            <w:vAlign w:val="center"/>
          </w:tcPr>
          <w:p w:rsidR="0071480C" w:rsidRPr="00CA40A9" w:rsidRDefault="0071480C" w:rsidP="00AD402E">
            <w:pPr>
              <w:pStyle w:val="hokjesok"/>
              <w:numPr>
                <w:ilvl w:val="0"/>
                <w:numId w:val="0"/>
              </w:num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Vul de vragenlijst niet verder in. W</w:t>
            </w:r>
            <w:r w:rsidRPr="00CA40A9">
              <w:rPr>
                <w:rFonts w:ascii="Arial" w:hAnsi="Arial" w:cs="Arial"/>
              </w:rPr>
              <w:t>ilt u de lege vragenlijst terugsturen in de antwoordenvelop? Een postzegel is niet nodig.</w:t>
            </w:r>
          </w:p>
        </w:tc>
      </w:tr>
      <w:tr w:rsidR="00706C08" w:rsidRPr="00CA40A9">
        <w:tblPrEx>
          <w:tblCellMar>
            <w:top w:w="0" w:type="dxa"/>
            <w:bottom w:w="0" w:type="dxa"/>
          </w:tblCellMar>
        </w:tblPrEx>
        <w:tc>
          <w:tcPr>
            <w:tcW w:w="397" w:type="dxa"/>
            <w:vAlign w:val="center"/>
          </w:tcPr>
          <w:p w:rsidR="00706C08" w:rsidRPr="00CA40A9" w:rsidRDefault="00706C08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</w:p>
        </w:tc>
        <w:tc>
          <w:tcPr>
            <w:tcW w:w="634" w:type="dxa"/>
          </w:tcPr>
          <w:p w:rsidR="00706C08" w:rsidRPr="00CA40A9" w:rsidRDefault="00706C08" w:rsidP="00AD402E">
            <w:pPr>
              <w:pStyle w:val="hokjesok"/>
              <w:numPr>
                <w:ilvl w:val="0"/>
                <w:numId w:val="0"/>
              </w:numPr>
              <w:spacing w:line="276" w:lineRule="auto"/>
              <w:ind w:left="454" w:hanging="454"/>
              <w:rPr>
                <w:rFonts w:ascii="Arial" w:hAnsi="Arial" w:cs="Arial"/>
              </w:rPr>
            </w:pPr>
          </w:p>
        </w:tc>
        <w:tc>
          <w:tcPr>
            <w:tcW w:w="699" w:type="dxa"/>
            <w:vAlign w:val="center"/>
          </w:tcPr>
          <w:p w:rsidR="00706C08" w:rsidRPr="00CA40A9" w:rsidRDefault="00706C08" w:rsidP="00AD402E">
            <w:pPr>
              <w:pStyle w:val="hokjesok"/>
              <w:numPr>
                <w:ilvl w:val="0"/>
                <w:numId w:val="0"/>
              </w:numPr>
              <w:spacing w:line="276" w:lineRule="auto"/>
              <w:ind w:left="454" w:hanging="454"/>
              <w:rPr>
                <w:rFonts w:ascii="Arial" w:hAnsi="Arial" w:cs="Arial"/>
              </w:rPr>
            </w:pPr>
          </w:p>
        </w:tc>
        <w:tc>
          <w:tcPr>
            <w:tcW w:w="6859" w:type="dxa"/>
            <w:vMerge/>
            <w:vAlign w:val="center"/>
          </w:tcPr>
          <w:p w:rsidR="00706C08" w:rsidRPr="00CA40A9" w:rsidRDefault="00706C08" w:rsidP="00AD402E">
            <w:pPr>
              <w:pStyle w:val="hokjesok"/>
              <w:numPr>
                <w:ilvl w:val="0"/>
                <w:numId w:val="0"/>
              </w:numPr>
              <w:spacing w:line="276" w:lineRule="auto"/>
              <w:ind w:left="454" w:hanging="454"/>
              <w:rPr>
                <w:rFonts w:ascii="Arial" w:hAnsi="Arial" w:cs="Arial"/>
              </w:rPr>
            </w:pPr>
          </w:p>
        </w:tc>
      </w:tr>
    </w:tbl>
    <w:p w:rsidR="00706C08" w:rsidRDefault="00706C08" w:rsidP="00706C08">
      <w:pPr>
        <w:spacing w:line="276" w:lineRule="auto"/>
        <w:ind w:left="454" w:hanging="454"/>
        <w:jc w:val="both"/>
        <w:rPr>
          <w:rFonts w:ascii="Arial" w:hAnsi="Arial" w:cs="Arial"/>
        </w:rPr>
      </w:pPr>
    </w:p>
    <w:p w:rsidR="00706C08" w:rsidRDefault="00706C08" w:rsidP="00706C08">
      <w:pPr>
        <w:spacing w:line="276" w:lineRule="auto"/>
        <w:ind w:left="454" w:hanging="454"/>
        <w:jc w:val="both"/>
        <w:rPr>
          <w:rFonts w:ascii="Arial" w:hAnsi="Arial" w:cs="Arial"/>
        </w:rPr>
      </w:pPr>
    </w:p>
    <w:p w:rsidR="00DA162F" w:rsidRDefault="00706C08" w:rsidP="00DA162F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2</w:t>
      </w:r>
      <w:r w:rsidR="00620FA2" w:rsidRPr="008A54A2">
        <w:rPr>
          <w:rFonts w:ascii="Arial" w:hAnsi="Arial" w:cs="Arial"/>
          <w:b/>
        </w:rPr>
        <w:t>.</w:t>
      </w:r>
      <w:r w:rsidR="00E1745C" w:rsidRPr="008A54A2">
        <w:rPr>
          <w:rFonts w:ascii="Arial" w:hAnsi="Arial" w:cs="Arial"/>
          <w:b/>
        </w:rPr>
        <w:tab/>
      </w:r>
      <w:r w:rsidR="00620FA2" w:rsidRPr="008A54A2">
        <w:rPr>
          <w:rFonts w:ascii="Arial" w:hAnsi="Arial" w:cs="Arial"/>
          <w:b/>
        </w:rPr>
        <w:t xml:space="preserve">Naar wat voor dagcentrum </w:t>
      </w:r>
      <w:r w:rsidR="007D062B" w:rsidRPr="008A54A2">
        <w:rPr>
          <w:rFonts w:ascii="Arial" w:hAnsi="Arial" w:cs="Arial"/>
          <w:b/>
        </w:rPr>
        <w:t xml:space="preserve">van &lt;naam org&gt; </w:t>
      </w:r>
      <w:r w:rsidR="00620FA2" w:rsidRPr="008A54A2">
        <w:rPr>
          <w:rFonts w:ascii="Arial" w:hAnsi="Arial" w:cs="Arial"/>
          <w:b/>
        </w:rPr>
        <w:t>gaat u?</w:t>
      </w:r>
      <w:r w:rsidR="005D177D">
        <w:rPr>
          <w:rFonts w:ascii="Arial" w:hAnsi="Arial" w:cs="Arial"/>
          <w:b/>
        </w:rPr>
        <w:t xml:space="preserve"> </w:t>
      </w:r>
    </w:p>
    <w:p w:rsidR="00DA162F" w:rsidRPr="008A54A2" w:rsidRDefault="00DA162F" w:rsidP="00DA162F">
      <w:pPr>
        <w:spacing w:line="276" w:lineRule="auto"/>
        <w:ind w:left="360"/>
        <w:rPr>
          <w:rFonts w:ascii="Arial" w:hAnsi="Arial" w:cs="Arial"/>
          <w:i/>
        </w:rPr>
      </w:pPr>
      <w:r w:rsidRPr="008A54A2">
        <w:rPr>
          <w:rFonts w:ascii="Arial" w:hAnsi="Arial" w:cs="Arial"/>
          <w:i/>
        </w:rPr>
        <w:t>Meer</w:t>
      </w:r>
      <w:r>
        <w:rPr>
          <w:rFonts w:ascii="Arial" w:hAnsi="Arial" w:cs="Arial"/>
          <w:i/>
        </w:rPr>
        <w:t xml:space="preserve"> </w:t>
      </w:r>
      <w:r w:rsidRPr="008A54A2">
        <w:rPr>
          <w:rFonts w:ascii="Arial" w:hAnsi="Arial" w:cs="Arial"/>
          <w:i/>
        </w:rPr>
        <w:t xml:space="preserve">antwoorden </w:t>
      </w:r>
      <w:r>
        <w:rPr>
          <w:rFonts w:ascii="Arial" w:hAnsi="Arial" w:cs="Arial"/>
          <w:i/>
        </w:rPr>
        <w:t xml:space="preserve">aankruisen mag. </w:t>
      </w:r>
    </w:p>
    <w:p w:rsidR="00E1745C" w:rsidRPr="008A54A2" w:rsidRDefault="00E1745C" w:rsidP="00E1745C">
      <w:pPr>
        <w:spacing w:line="144" w:lineRule="auto"/>
        <w:rPr>
          <w:rFonts w:ascii="Arial" w:hAnsi="Arial" w:cs="Arial"/>
          <w:i/>
        </w:rPr>
      </w:pPr>
    </w:p>
    <w:tbl>
      <w:tblPr>
        <w:tblW w:w="8413" w:type="dxa"/>
        <w:tblInd w:w="378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2"/>
        <w:gridCol w:w="8021"/>
      </w:tblGrid>
      <w:tr w:rsidR="00E1745C" w:rsidRPr="008A54A2">
        <w:tc>
          <w:tcPr>
            <w:tcW w:w="392" w:type="dxa"/>
            <w:vAlign w:val="center"/>
          </w:tcPr>
          <w:p w:rsidR="00E1745C" w:rsidRPr="008A54A2" w:rsidRDefault="0081580E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48825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0160" t="13970" r="7620" b="13335"/>
                      <wp:wrapNone/>
                      <wp:docPr id="339" name="Text Box 29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Pr="00BE06BC" w:rsidRDefault="00BE61F9" w:rsidP="00E1745C">
                                  <w:pPr>
                                    <w:rPr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991" o:spid="_x0000_s1035" type="#_x0000_t202" style="position:absolute;margin-left:0;margin-top:2pt;width:11.35pt;height:11.35pt;z-index:25148825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" strokeweight=".5pt">
                      <v:textbox inset="0,0,0,0">
                        <w:txbxContent>
                          <w:p w:rsidR="00BE61F9" w:rsidRPr="00BE06BC" w:rsidRDefault="00BE61F9" w:rsidP="00E1745C">
                            <w:pPr>
                              <w:rPr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21" w:type="dxa"/>
            <w:vAlign w:val="center"/>
          </w:tcPr>
          <w:p w:rsidR="00E1745C" w:rsidRPr="008A54A2" w:rsidRDefault="00E1745C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een activiteitencentrum</w:t>
            </w:r>
          </w:p>
        </w:tc>
      </w:tr>
      <w:tr w:rsidR="00E1745C" w:rsidRPr="008A54A2">
        <w:tc>
          <w:tcPr>
            <w:tcW w:w="392" w:type="dxa"/>
            <w:vAlign w:val="center"/>
          </w:tcPr>
          <w:p w:rsidR="00E1745C" w:rsidRPr="008A54A2" w:rsidRDefault="0081580E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48928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0160" t="5080" r="7620" b="12700"/>
                      <wp:wrapNone/>
                      <wp:docPr id="338" name="Text Box 29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Pr="00BE06BC" w:rsidRDefault="00BE61F9" w:rsidP="00E1745C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992" o:spid="_x0000_s1036" type="#_x0000_t202" style="position:absolute;margin-left:0;margin-top:2pt;width:11.35pt;height:11.35pt;z-index:25148928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ATmxbx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BE61F9" w:rsidRPr="00BE06BC" w:rsidRDefault="00BE61F9" w:rsidP="00E1745C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21" w:type="dxa"/>
            <w:vAlign w:val="center"/>
          </w:tcPr>
          <w:p w:rsidR="00E1745C" w:rsidRPr="008A54A2" w:rsidRDefault="00E1745C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een werklocatie</w:t>
            </w:r>
          </w:p>
        </w:tc>
      </w:tr>
      <w:tr w:rsidR="00E1745C" w:rsidRPr="008A54A2">
        <w:tc>
          <w:tcPr>
            <w:tcW w:w="392" w:type="dxa"/>
            <w:vAlign w:val="center"/>
          </w:tcPr>
          <w:p w:rsidR="00E1745C" w:rsidRPr="008A54A2" w:rsidRDefault="0081580E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49030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0160" t="6350" r="7620" b="11430"/>
                      <wp:wrapNone/>
                      <wp:docPr id="337" name="Text Box 29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E1745C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E1745C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993" o:spid="_x0000_s1037" type="#_x0000_t202" style="position:absolute;margin-left:0;margin-top:2pt;width:11.35pt;height:11.35pt;z-index:25149030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Og8LTyQCAABN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BE61F9" w:rsidRDefault="00BE61F9" w:rsidP="00E1745C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E1745C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21" w:type="dxa"/>
            <w:vAlign w:val="center"/>
          </w:tcPr>
          <w:p w:rsidR="00E1745C" w:rsidRPr="008A54A2" w:rsidRDefault="009B6BC1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een z</w:t>
            </w:r>
            <w:r w:rsidR="00E1745C" w:rsidRPr="008A54A2">
              <w:rPr>
                <w:rFonts w:ascii="Arial" w:hAnsi="Arial" w:cs="Arial"/>
              </w:rPr>
              <w:t xml:space="preserve">orgboerderij </w:t>
            </w:r>
          </w:p>
        </w:tc>
      </w:tr>
      <w:tr w:rsidR="00E1745C" w:rsidRPr="008A54A2">
        <w:tc>
          <w:tcPr>
            <w:tcW w:w="392" w:type="dxa"/>
            <w:vAlign w:val="center"/>
          </w:tcPr>
          <w:p w:rsidR="00E1745C" w:rsidRPr="008A54A2" w:rsidRDefault="0081580E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49132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0160" t="6985" r="7620" b="10795"/>
                      <wp:wrapNone/>
                      <wp:docPr id="336" name="Text Box 29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E1745C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E1745C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994" o:spid="_x0000_s1038" type="#_x0000_t202" style="position:absolute;margin-left:0;margin-top:2pt;width:11.35pt;height:11.35pt;z-index:25149132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UEXGiCQCAABN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BE61F9" w:rsidRDefault="00BE61F9" w:rsidP="00E1745C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E1745C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21" w:type="dxa"/>
            <w:vAlign w:val="center"/>
          </w:tcPr>
          <w:p w:rsidR="00E1745C" w:rsidRPr="008A54A2" w:rsidRDefault="00E1745C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 xml:space="preserve">een winkel </w:t>
            </w:r>
          </w:p>
        </w:tc>
      </w:tr>
      <w:tr w:rsidR="00E1745C" w:rsidRPr="008A54A2">
        <w:tc>
          <w:tcPr>
            <w:tcW w:w="392" w:type="dxa"/>
            <w:vAlign w:val="center"/>
          </w:tcPr>
          <w:p w:rsidR="00E1745C" w:rsidRPr="008A54A2" w:rsidRDefault="0081580E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49235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0160" t="7620" r="7620" b="10160"/>
                      <wp:wrapNone/>
                      <wp:docPr id="335" name="Text Box 30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Pr="00BE06BC" w:rsidRDefault="00BE61F9" w:rsidP="00E1745C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012" o:spid="_x0000_s1039" type="#_x0000_t202" style="position:absolute;margin-left:0;margin-top:2pt;width:11.35pt;height:11.35pt;z-index:25149235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CIp9kD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BE61F9" w:rsidRPr="00BE06BC" w:rsidRDefault="00BE61F9" w:rsidP="00E1745C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21" w:type="dxa"/>
            <w:vAlign w:val="center"/>
          </w:tcPr>
          <w:p w:rsidR="00E1745C" w:rsidRPr="008A54A2" w:rsidRDefault="00E1745C" w:rsidP="00223A42">
            <w:pPr>
              <w:tabs>
                <w:tab w:val="right" w:leader="dot" w:pos="5406"/>
              </w:tabs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 xml:space="preserve">anders, nl.: </w:t>
            </w:r>
            <w:r w:rsidRPr="008A54A2">
              <w:rPr>
                <w:rFonts w:ascii="Arial" w:hAnsi="Arial" w:cs="Arial"/>
              </w:rPr>
              <w:tab/>
            </w:r>
          </w:p>
        </w:tc>
      </w:tr>
    </w:tbl>
    <w:p w:rsidR="00E1745C" w:rsidRPr="008A54A2" w:rsidRDefault="00E1745C" w:rsidP="00E1745C">
      <w:pPr>
        <w:spacing w:line="276" w:lineRule="auto"/>
        <w:rPr>
          <w:rFonts w:ascii="Arial" w:hAnsi="Arial" w:cs="Arial"/>
        </w:rPr>
      </w:pPr>
    </w:p>
    <w:p w:rsidR="00620FA2" w:rsidRPr="00ED03FC" w:rsidRDefault="00620FA2" w:rsidP="00620FA2">
      <w:pPr>
        <w:spacing w:line="276" w:lineRule="auto"/>
        <w:rPr>
          <w:rFonts w:ascii="Arial" w:hAnsi="Arial" w:cs="Arial"/>
        </w:rPr>
      </w:pPr>
    </w:p>
    <w:p w:rsidR="00620FA2" w:rsidRPr="008A54A2" w:rsidRDefault="00D15C93" w:rsidP="00E1745C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3</w:t>
      </w:r>
      <w:r w:rsidR="00620FA2" w:rsidRPr="008A54A2">
        <w:rPr>
          <w:rFonts w:ascii="Arial" w:hAnsi="Arial" w:cs="Arial"/>
          <w:b/>
        </w:rPr>
        <w:t>.</w:t>
      </w:r>
      <w:r w:rsidR="00E1745C" w:rsidRPr="008A54A2">
        <w:rPr>
          <w:rFonts w:ascii="Arial" w:hAnsi="Arial" w:cs="Arial"/>
          <w:b/>
        </w:rPr>
        <w:tab/>
      </w:r>
      <w:r w:rsidR="00620FA2" w:rsidRPr="008A54A2">
        <w:rPr>
          <w:rFonts w:ascii="Arial" w:hAnsi="Arial" w:cs="Arial"/>
          <w:b/>
        </w:rPr>
        <w:t>Hoe vaak gaat u naar het dagcentrum</w:t>
      </w:r>
      <w:r w:rsidR="007D062B" w:rsidRPr="008A54A2">
        <w:rPr>
          <w:rFonts w:ascii="Arial" w:hAnsi="Arial" w:cs="Arial"/>
          <w:b/>
        </w:rPr>
        <w:t xml:space="preserve"> van &lt;naam org&gt;</w:t>
      </w:r>
      <w:r w:rsidR="00620FA2" w:rsidRPr="008A54A2">
        <w:rPr>
          <w:rFonts w:ascii="Arial" w:hAnsi="Arial" w:cs="Arial"/>
          <w:b/>
        </w:rPr>
        <w:t>?</w:t>
      </w:r>
    </w:p>
    <w:p w:rsidR="00E1745C" w:rsidRPr="008A54A2" w:rsidRDefault="00E1745C" w:rsidP="00E1745C">
      <w:pPr>
        <w:spacing w:line="144" w:lineRule="auto"/>
        <w:rPr>
          <w:rFonts w:ascii="Arial" w:hAnsi="Arial" w:cs="Arial"/>
          <w:i/>
        </w:rPr>
      </w:pPr>
    </w:p>
    <w:tbl>
      <w:tblPr>
        <w:tblW w:w="8413" w:type="dxa"/>
        <w:tblInd w:w="378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2"/>
        <w:gridCol w:w="8021"/>
      </w:tblGrid>
      <w:tr w:rsidR="00622D95" w:rsidRPr="008A54A2">
        <w:tc>
          <w:tcPr>
            <w:tcW w:w="392" w:type="dxa"/>
            <w:vAlign w:val="center"/>
          </w:tcPr>
          <w:p w:rsidR="00622D95" w:rsidRPr="008A54A2" w:rsidRDefault="0081580E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0672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0160" t="11430" r="7620" b="6350"/>
                      <wp:wrapNone/>
                      <wp:docPr id="334" name="Text Box 36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Pr="00BE06BC" w:rsidRDefault="00BE61F9" w:rsidP="00E1745C">
                                  <w:pPr>
                                    <w:rPr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76" o:spid="_x0000_s1040" type="#_x0000_t202" style="position:absolute;margin-left:0;margin-top:2pt;width:11.35pt;height:11.35pt;z-index:25180672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N+fpRiQCAABN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BE61F9" w:rsidRPr="00BE06BC" w:rsidRDefault="00BE61F9" w:rsidP="00E1745C">
                            <w:pPr>
                              <w:rPr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21" w:type="dxa"/>
            <w:vAlign w:val="center"/>
          </w:tcPr>
          <w:p w:rsidR="00622D95" w:rsidRPr="008A54A2" w:rsidRDefault="00622D95" w:rsidP="000E4160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dagdeel</w:t>
            </w:r>
            <w:r w:rsidRPr="008A54A2">
              <w:rPr>
                <w:rFonts w:ascii="Arial" w:hAnsi="Arial" w:cs="Arial"/>
              </w:rPr>
              <w:t xml:space="preserve"> per week</w:t>
            </w:r>
          </w:p>
        </w:tc>
      </w:tr>
      <w:tr w:rsidR="00622D95" w:rsidRPr="008A54A2">
        <w:tc>
          <w:tcPr>
            <w:tcW w:w="392" w:type="dxa"/>
            <w:vAlign w:val="center"/>
          </w:tcPr>
          <w:p w:rsidR="00622D95" w:rsidRPr="008A54A2" w:rsidRDefault="0081580E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0774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0160" t="12065" r="7620" b="5715"/>
                      <wp:wrapNone/>
                      <wp:docPr id="333" name="Text Box 36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Pr="00BE06BC" w:rsidRDefault="00BE61F9" w:rsidP="00E1745C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77" o:spid="_x0000_s1041" type="#_x0000_t202" style="position:absolute;margin-left:0;margin-top:2pt;width:11.35pt;height:11.35pt;z-index:25180774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AcuHwG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BE61F9" w:rsidRPr="00BE06BC" w:rsidRDefault="00BE61F9" w:rsidP="00E1745C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21" w:type="dxa"/>
            <w:vAlign w:val="center"/>
          </w:tcPr>
          <w:p w:rsidR="00622D95" w:rsidRPr="008A54A2" w:rsidRDefault="00622D95" w:rsidP="000E4160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 dagdelen </w:t>
            </w:r>
            <w:r w:rsidR="00E605CB">
              <w:rPr>
                <w:rFonts w:ascii="Arial" w:hAnsi="Arial" w:cs="Arial"/>
              </w:rPr>
              <w:t xml:space="preserve">(1 dag) </w:t>
            </w:r>
            <w:r>
              <w:rPr>
                <w:rFonts w:ascii="Arial" w:hAnsi="Arial" w:cs="Arial"/>
              </w:rPr>
              <w:t xml:space="preserve">per </w:t>
            </w:r>
            <w:r w:rsidR="00E605CB">
              <w:rPr>
                <w:rFonts w:ascii="Arial" w:hAnsi="Arial" w:cs="Arial"/>
              </w:rPr>
              <w:t>week</w:t>
            </w:r>
          </w:p>
        </w:tc>
      </w:tr>
      <w:tr w:rsidR="00622D95" w:rsidRPr="008A54A2">
        <w:tc>
          <w:tcPr>
            <w:tcW w:w="392" w:type="dxa"/>
            <w:vAlign w:val="center"/>
          </w:tcPr>
          <w:p w:rsidR="00622D95" w:rsidRPr="008A54A2" w:rsidRDefault="0081580E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0876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0160" t="13335" r="7620" b="13970"/>
                      <wp:wrapNone/>
                      <wp:docPr id="332" name="Text Box 36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E1745C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E1745C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78" o:spid="_x0000_s1042" type="#_x0000_t202" style="position:absolute;margin-left:0;margin-top:2pt;width:11.35pt;height:11.35pt;z-index:25180876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AS8WH1IwIAAEw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BE61F9" w:rsidRDefault="00BE61F9" w:rsidP="00E1745C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E1745C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21" w:type="dxa"/>
            <w:vAlign w:val="center"/>
          </w:tcPr>
          <w:p w:rsidR="00622D95" w:rsidRPr="008A54A2" w:rsidRDefault="00622D95" w:rsidP="00223A42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 dagdelen per week</w:t>
            </w:r>
          </w:p>
        </w:tc>
      </w:tr>
      <w:tr w:rsidR="00622D95" w:rsidRPr="008A54A2">
        <w:tc>
          <w:tcPr>
            <w:tcW w:w="392" w:type="dxa"/>
            <w:vAlign w:val="center"/>
          </w:tcPr>
          <w:p w:rsidR="00622D95" w:rsidRPr="008A54A2" w:rsidRDefault="0081580E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0979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0160" t="13970" r="7620" b="13335"/>
                      <wp:wrapNone/>
                      <wp:docPr id="331" name="Text Box 36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E1745C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E1745C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79" o:spid="_x0000_s1043" type="#_x0000_t202" style="position:absolute;margin-left:0;margin-top:2pt;width:11.35pt;height:11.35pt;z-index:25180979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JDdfMyQCAABM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BE61F9" w:rsidRDefault="00BE61F9" w:rsidP="00E1745C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E1745C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21" w:type="dxa"/>
            <w:vAlign w:val="center"/>
          </w:tcPr>
          <w:p w:rsidR="00622D95" w:rsidRPr="008A54A2" w:rsidRDefault="00622D95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 xml:space="preserve">2 – 3 dagen per week </w:t>
            </w:r>
          </w:p>
        </w:tc>
      </w:tr>
      <w:tr w:rsidR="00622D95" w:rsidRPr="008A54A2">
        <w:tc>
          <w:tcPr>
            <w:tcW w:w="392" w:type="dxa"/>
            <w:vAlign w:val="center"/>
          </w:tcPr>
          <w:p w:rsidR="00622D95" w:rsidRPr="008A54A2" w:rsidRDefault="0081580E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1081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0160" t="5080" r="7620" b="12700"/>
                      <wp:wrapNone/>
                      <wp:docPr id="330" name="Text Box 36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E1745C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E1745C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80" o:spid="_x0000_s1044" type="#_x0000_t202" style="position:absolute;margin-left:0;margin-top:2pt;width:11.35pt;height:11.35pt;z-index:25181081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Cbt74eIwIAAEw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BE61F9" w:rsidRDefault="00BE61F9" w:rsidP="00E1745C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E1745C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21" w:type="dxa"/>
            <w:vAlign w:val="center"/>
          </w:tcPr>
          <w:p w:rsidR="00622D95" w:rsidRPr="008A54A2" w:rsidRDefault="00622D95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4 – 5 dagen per week</w:t>
            </w:r>
          </w:p>
        </w:tc>
      </w:tr>
    </w:tbl>
    <w:p w:rsidR="009B6BC1" w:rsidRPr="00ED03FC" w:rsidRDefault="009B6BC1" w:rsidP="00E1745C">
      <w:pPr>
        <w:spacing w:line="276" w:lineRule="auto"/>
        <w:ind w:left="360" w:hanging="360"/>
        <w:rPr>
          <w:rFonts w:ascii="Arial" w:hAnsi="Arial" w:cs="Arial"/>
        </w:rPr>
      </w:pPr>
    </w:p>
    <w:p w:rsidR="00622D95" w:rsidRPr="00ED03FC" w:rsidRDefault="00622D95" w:rsidP="00E1745C">
      <w:pPr>
        <w:spacing w:line="276" w:lineRule="auto"/>
        <w:ind w:left="360" w:hanging="360"/>
        <w:rPr>
          <w:rFonts w:ascii="Arial" w:hAnsi="Arial" w:cs="Arial"/>
        </w:rPr>
      </w:pPr>
    </w:p>
    <w:p w:rsidR="00620FA2" w:rsidRPr="008A54A2" w:rsidRDefault="00D15C93" w:rsidP="00E1745C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4</w:t>
      </w:r>
      <w:r w:rsidR="00552A8F" w:rsidRPr="008A54A2">
        <w:rPr>
          <w:rFonts w:ascii="Arial" w:hAnsi="Arial" w:cs="Arial"/>
          <w:b/>
        </w:rPr>
        <w:t>.</w:t>
      </w:r>
      <w:r w:rsidR="00E1745C" w:rsidRPr="008A54A2">
        <w:rPr>
          <w:rFonts w:ascii="Arial" w:hAnsi="Arial" w:cs="Arial"/>
          <w:b/>
        </w:rPr>
        <w:tab/>
      </w:r>
      <w:r w:rsidR="00552A8F" w:rsidRPr="008A54A2">
        <w:rPr>
          <w:rFonts w:ascii="Arial" w:hAnsi="Arial" w:cs="Arial"/>
          <w:b/>
        </w:rPr>
        <w:t>Heeft u zelf kunnen kiezen op welke dagen u naar het dagcentrum gaat?</w:t>
      </w:r>
    </w:p>
    <w:p w:rsidR="00E1745C" w:rsidRPr="008A54A2" w:rsidRDefault="00E1745C" w:rsidP="00E1745C">
      <w:pPr>
        <w:spacing w:line="144" w:lineRule="auto"/>
        <w:rPr>
          <w:rFonts w:ascii="Arial" w:hAnsi="Arial" w:cs="Arial"/>
          <w:i/>
        </w:rPr>
      </w:pPr>
    </w:p>
    <w:tbl>
      <w:tblPr>
        <w:tblW w:w="8474" w:type="dxa"/>
        <w:tblInd w:w="357" w:type="dxa"/>
        <w:tblCellMar>
          <w:top w:w="9" w:type="dxa"/>
          <w:left w:w="70" w:type="dxa"/>
          <w:bottom w:w="9" w:type="dxa"/>
          <w:right w:w="70" w:type="dxa"/>
        </w:tblCellMar>
        <w:tblLook w:val="0000" w:firstRow="0" w:lastRow="0" w:firstColumn="0" w:lastColumn="0" w:noHBand="0" w:noVBand="0"/>
      </w:tblPr>
      <w:tblGrid>
        <w:gridCol w:w="397"/>
        <w:gridCol w:w="8077"/>
      </w:tblGrid>
      <w:tr w:rsidR="00E1745C" w:rsidRPr="008A54A2" w:rsidTr="006436D5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E1745C" w:rsidRPr="008A54A2" w:rsidRDefault="0081580E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48416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8890" r="11430" b="8890"/>
                      <wp:wrapNone/>
                      <wp:docPr id="329" name="Text Box 29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E1745C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E1745C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953" o:spid="_x0000_s1045" type="#_x0000_t202" style="position:absolute;margin-left:0;margin-top:2pt;width:11.35pt;height:11.35pt;z-index:25148416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DZxyRjIwIAAEw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BE61F9" w:rsidRDefault="00BE61F9" w:rsidP="00E1745C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E1745C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tcMar>
              <w:left w:w="0" w:type="dxa"/>
              <w:right w:w="0" w:type="dxa"/>
            </w:tcMar>
            <w:vAlign w:val="center"/>
          </w:tcPr>
          <w:p w:rsidR="00E1745C" w:rsidRPr="008A54A2" w:rsidRDefault="00E1745C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nee, helemaal niet</w:t>
            </w:r>
          </w:p>
        </w:tc>
      </w:tr>
      <w:tr w:rsidR="00E1745C" w:rsidRPr="008A54A2" w:rsidTr="006436D5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E1745C" w:rsidRPr="008A54A2" w:rsidRDefault="0081580E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48518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9525" r="11430" b="8255"/>
                      <wp:wrapNone/>
                      <wp:docPr id="328" name="Text Box 29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E1745C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E1745C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954" o:spid="_x0000_s1046" type="#_x0000_t202" style="position:absolute;margin-left:0;margin-top:2pt;width:11.35pt;height:11.35pt;z-index:25148518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BqRz3siAgAATA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BE61F9" w:rsidRDefault="00BE61F9" w:rsidP="00E1745C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E1745C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tcMar>
              <w:left w:w="0" w:type="dxa"/>
              <w:right w:w="0" w:type="dxa"/>
            </w:tcMar>
            <w:vAlign w:val="center"/>
          </w:tcPr>
          <w:p w:rsidR="00E1745C" w:rsidRPr="008A54A2" w:rsidRDefault="00E1745C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een beetje</w:t>
            </w:r>
          </w:p>
        </w:tc>
      </w:tr>
      <w:tr w:rsidR="00E1745C" w:rsidRPr="008A54A2" w:rsidTr="006436D5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E1745C" w:rsidRPr="008A54A2" w:rsidRDefault="0081580E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48620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0160" r="11430" b="7620"/>
                      <wp:wrapNone/>
                      <wp:docPr id="327" name="Text Box 29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E1745C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E1745C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955" o:spid="_x0000_s1047" type="#_x0000_t202" style="position:absolute;margin-left:0;margin-top:2pt;width:11.35pt;height:11.35pt;z-index:25148620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AFmuq2IwIAAEw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BE61F9" w:rsidRDefault="00BE61F9" w:rsidP="00E1745C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E1745C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tcMar>
              <w:left w:w="0" w:type="dxa"/>
              <w:right w:w="0" w:type="dxa"/>
            </w:tcMar>
            <w:vAlign w:val="center"/>
          </w:tcPr>
          <w:p w:rsidR="00E1745C" w:rsidRPr="008A54A2" w:rsidRDefault="00E1745C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grotendeels</w:t>
            </w:r>
          </w:p>
        </w:tc>
      </w:tr>
      <w:tr w:rsidR="00E1745C" w:rsidRPr="008A54A2" w:rsidTr="006436D5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E1745C" w:rsidRPr="008A54A2" w:rsidRDefault="0081580E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48723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1430" r="11430" b="6350"/>
                      <wp:wrapNone/>
                      <wp:docPr id="326" name="Text Box 29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E1745C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E1745C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956" o:spid="_x0000_s1048" type="#_x0000_t202" style="position:absolute;margin-left:0;margin-top:2pt;width:11.35pt;height:11.35pt;z-index:25148723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Dk0bZ8iAgAATA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BE61F9" w:rsidRDefault="00BE61F9" w:rsidP="00E1745C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E1745C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tcMar>
              <w:left w:w="0" w:type="dxa"/>
              <w:right w:w="0" w:type="dxa"/>
            </w:tcMar>
            <w:vAlign w:val="center"/>
          </w:tcPr>
          <w:p w:rsidR="00E1745C" w:rsidRPr="008A54A2" w:rsidRDefault="00E1745C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ja, helemaal</w:t>
            </w:r>
          </w:p>
        </w:tc>
      </w:tr>
    </w:tbl>
    <w:p w:rsidR="00E1745C" w:rsidRDefault="00E1745C" w:rsidP="00E1745C">
      <w:pPr>
        <w:spacing w:line="276" w:lineRule="auto"/>
        <w:rPr>
          <w:rFonts w:ascii="Arial" w:hAnsi="Arial" w:cs="Arial"/>
          <w:b/>
        </w:rPr>
      </w:pPr>
    </w:p>
    <w:p w:rsidR="00D15C93" w:rsidRDefault="00D15C93" w:rsidP="00E1745C">
      <w:pPr>
        <w:spacing w:line="276" w:lineRule="auto"/>
        <w:rPr>
          <w:rFonts w:ascii="Arial" w:hAnsi="Arial" w:cs="Arial"/>
          <w:b/>
        </w:rPr>
      </w:pPr>
    </w:p>
    <w:p w:rsidR="00DA655D" w:rsidRPr="008A54A2" w:rsidRDefault="0037467F" w:rsidP="00E1745C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 w:rsidR="00D15C93">
        <w:rPr>
          <w:rFonts w:ascii="Arial" w:hAnsi="Arial" w:cs="Arial"/>
          <w:b/>
        </w:rPr>
        <w:lastRenderedPageBreak/>
        <w:t>5</w:t>
      </w:r>
      <w:r w:rsidR="007D062B" w:rsidRPr="008A54A2">
        <w:rPr>
          <w:rFonts w:ascii="Arial" w:hAnsi="Arial" w:cs="Arial"/>
          <w:b/>
        </w:rPr>
        <w:t>.</w:t>
      </w:r>
      <w:r w:rsidR="00E1745C" w:rsidRPr="008A54A2">
        <w:rPr>
          <w:rFonts w:ascii="Arial" w:hAnsi="Arial" w:cs="Arial"/>
          <w:b/>
        </w:rPr>
        <w:tab/>
      </w:r>
      <w:r w:rsidR="00DA655D" w:rsidRPr="008A54A2">
        <w:rPr>
          <w:rFonts w:ascii="Arial" w:hAnsi="Arial" w:cs="Arial"/>
          <w:b/>
        </w:rPr>
        <w:t>Wat voor activiteiten doet u op het dagcentrum</w:t>
      </w:r>
      <w:r w:rsidR="007D062B" w:rsidRPr="008A54A2">
        <w:rPr>
          <w:rFonts w:ascii="Arial" w:hAnsi="Arial" w:cs="Arial"/>
          <w:b/>
        </w:rPr>
        <w:t>?</w:t>
      </w:r>
    </w:p>
    <w:p w:rsidR="007D062B" w:rsidRPr="008A54A2" w:rsidRDefault="00E1745C" w:rsidP="00E1745C">
      <w:pPr>
        <w:spacing w:line="276" w:lineRule="auto"/>
        <w:ind w:left="360" w:hanging="360"/>
        <w:rPr>
          <w:rFonts w:ascii="Arial" w:hAnsi="Arial" w:cs="Arial"/>
          <w:i/>
        </w:rPr>
      </w:pPr>
      <w:r w:rsidRPr="008A54A2">
        <w:rPr>
          <w:rFonts w:ascii="Arial" w:hAnsi="Arial" w:cs="Arial"/>
          <w:i/>
        </w:rPr>
        <w:tab/>
      </w:r>
      <w:r w:rsidR="007D062B" w:rsidRPr="008A54A2">
        <w:rPr>
          <w:rFonts w:ascii="Arial" w:hAnsi="Arial" w:cs="Arial"/>
          <w:i/>
        </w:rPr>
        <w:t>Meer</w:t>
      </w:r>
      <w:r w:rsidR="00D15C93">
        <w:rPr>
          <w:rFonts w:ascii="Arial" w:hAnsi="Arial" w:cs="Arial"/>
          <w:i/>
        </w:rPr>
        <w:t xml:space="preserve"> </w:t>
      </w:r>
      <w:r w:rsidR="007D062B" w:rsidRPr="008A54A2">
        <w:rPr>
          <w:rFonts w:ascii="Arial" w:hAnsi="Arial" w:cs="Arial"/>
          <w:i/>
        </w:rPr>
        <w:t xml:space="preserve">antwoorden </w:t>
      </w:r>
      <w:r w:rsidR="00D15C93">
        <w:rPr>
          <w:rFonts w:ascii="Arial" w:hAnsi="Arial" w:cs="Arial"/>
          <w:i/>
        </w:rPr>
        <w:t xml:space="preserve">aankruisen mag. </w:t>
      </w:r>
    </w:p>
    <w:p w:rsidR="00135D35" w:rsidRPr="008A54A2" w:rsidRDefault="00135D35" w:rsidP="00135D35">
      <w:pPr>
        <w:spacing w:line="144" w:lineRule="auto"/>
        <w:rPr>
          <w:rFonts w:ascii="Arial" w:hAnsi="Arial" w:cs="Arial"/>
          <w:i/>
        </w:rPr>
      </w:pPr>
    </w:p>
    <w:tbl>
      <w:tblPr>
        <w:tblW w:w="8665" w:type="dxa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268"/>
      </w:tblGrid>
      <w:tr w:rsidR="00135D35" w:rsidRPr="008A54A2" w:rsidTr="006436D5">
        <w:tc>
          <w:tcPr>
            <w:tcW w:w="397" w:type="dxa"/>
            <w:vAlign w:val="center"/>
          </w:tcPr>
          <w:p w:rsidR="00135D35" w:rsidRPr="008A54A2" w:rsidRDefault="0081580E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49337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3335" r="11430" b="13970"/>
                      <wp:wrapNone/>
                      <wp:docPr id="325" name="Text Box 30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025" o:spid="_x0000_s1049" type="#_x0000_t202" style="position:absolute;margin-left:0;margin-top:2pt;width:11.35pt;height:11.35pt;z-index:25149337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" strokeweight=".5pt">
                      <v:textbox inset="0,0,0,0">
                        <w:txbxContent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268" w:type="dxa"/>
            <w:vAlign w:val="center"/>
          </w:tcPr>
          <w:p w:rsidR="00135D35" w:rsidRPr="008A54A2" w:rsidRDefault="00135D35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creatieve activiteiten, bijvoorbeeld schilderen, keramiek, textiel bewerken</w:t>
            </w:r>
          </w:p>
        </w:tc>
      </w:tr>
      <w:tr w:rsidR="00135D35" w:rsidRPr="008A54A2" w:rsidTr="006436D5">
        <w:tc>
          <w:tcPr>
            <w:tcW w:w="397" w:type="dxa"/>
            <w:vAlign w:val="center"/>
          </w:tcPr>
          <w:p w:rsidR="00135D35" w:rsidRPr="008A54A2" w:rsidRDefault="0081580E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49440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3970" r="11430" b="13335"/>
                      <wp:wrapNone/>
                      <wp:docPr id="324" name="Text Box 30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026" o:spid="_x0000_s1050" type="#_x0000_t202" style="position:absolute;margin-left:0;margin-top:2pt;width:11.35pt;height:11.35pt;z-index:25149440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OF8f5oiAgAATA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268" w:type="dxa"/>
            <w:vAlign w:val="center"/>
          </w:tcPr>
          <w:p w:rsidR="00135D35" w:rsidRPr="008A54A2" w:rsidRDefault="00135D35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werken, bijvoorbeeld houtwerkplaats, winkel, inpakwerk, groenvoorziening</w:t>
            </w:r>
          </w:p>
        </w:tc>
      </w:tr>
      <w:tr w:rsidR="00135D35" w:rsidRPr="008A54A2" w:rsidTr="006436D5">
        <w:tc>
          <w:tcPr>
            <w:tcW w:w="397" w:type="dxa"/>
            <w:vAlign w:val="center"/>
          </w:tcPr>
          <w:p w:rsidR="00135D35" w:rsidRPr="008A54A2" w:rsidRDefault="0081580E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49542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5080" r="11430" b="12700"/>
                      <wp:wrapNone/>
                      <wp:docPr id="323" name="Text Box 30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027" o:spid="_x0000_s1051" type="#_x0000_t202" style="position:absolute;margin-left:0;margin-top:2pt;width:11.35pt;height:11.35pt;z-index:25149542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" strokeweight=".5pt">
                      <v:textbox inset="0,0,0,0">
                        <w:txbxContent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268" w:type="dxa"/>
            <w:vAlign w:val="center"/>
          </w:tcPr>
          <w:p w:rsidR="00135D35" w:rsidRPr="008A54A2" w:rsidRDefault="00135D35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sport en ontspanning, bijvoorbeeld zwemmen, muziek, bewegen, drama</w:t>
            </w:r>
          </w:p>
        </w:tc>
      </w:tr>
      <w:tr w:rsidR="00135D35" w:rsidRPr="008A54A2" w:rsidTr="006436D5">
        <w:tc>
          <w:tcPr>
            <w:tcW w:w="397" w:type="dxa"/>
            <w:vAlign w:val="center"/>
          </w:tcPr>
          <w:p w:rsidR="00135D35" w:rsidRPr="008A54A2" w:rsidRDefault="0081580E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49644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5715" r="11430" b="12065"/>
                      <wp:wrapNone/>
                      <wp:docPr id="322" name="Text Box 30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028" o:spid="_x0000_s1052" type="#_x0000_t202" style="position:absolute;margin-left:0;margin-top:2pt;width:11.35pt;height:11.35pt;z-index:25149644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KhecoYiAgAATA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268" w:type="dxa"/>
            <w:tcMar>
              <w:left w:w="0" w:type="dxa"/>
              <w:right w:w="0" w:type="dxa"/>
            </w:tcMar>
            <w:vAlign w:val="center"/>
          </w:tcPr>
          <w:p w:rsidR="00135D35" w:rsidRPr="008A54A2" w:rsidRDefault="00135D35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scholing en training, bijvoorbeeld cursus</w:t>
            </w:r>
            <w:r w:rsidR="00D15C93">
              <w:rPr>
                <w:rFonts w:ascii="Arial" w:hAnsi="Arial" w:cs="Arial"/>
              </w:rPr>
              <w:t xml:space="preserve"> (computerles, motortechniek),</w:t>
            </w:r>
            <w:r w:rsidR="00512D34">
              <w:rPr>
                <w:rFonts w:ascii="Arial" w:hAnsi="Arial" w:cs="Arial"/>
              </w:rPr>
              <w:t xml:space="preserve"> </w:t>
            </w:r>
            <w:r w:rsidRPr="008A54A2">
              <w:rPr>
                <w:rFonts w:ascii="Arial" w:hAnsi="Arial" w:cs="Arial"/>
              </w:rPr>
              <w:t>oefenen met materialen, workshop, leren vaardigheden</w:t>
            </w:r>
          </w:p>
        </w:tc>
      </w:tr>
      <w:tr w:rsidR="00135D35" w:rsidRPr="008A54A2" w:rsidTr="006436D5">
        <w:tc>
          <w:tcPr>
            <w:tcW w:w="397" w:type="dxa"/>
            <w:vAlign w:val="center"/>
          </w:tcPr>
          <w:p w:rsidR="00135D35" w:rsidRPr="008A54A2" w:rsidRDefault="0081580E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49747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5715" r="11430" b="12065"/>
                      <wp:wrapNone/>
                      <wp:docPr id="321" name="Text Box 30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029" o:spid="_x0000_s1053" type="#_x0000_t202" style="position:absolute;margin-left:0;margin-top:2pt;width:11.35pt;height:11.35pt;z-index:25149747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5KkSlCQCAABN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268" w:type="dxa"/>
            <w:vAlign w:val="center"/>
          </w:tcPr>
          <w:p w:rsidR="00135D35" w:rsidRPr="008A54A2" w:rsidRDefault="00135D35" w:rsidP="00DE26D8">
            <w:pPr>
              <w:tabs>
                <w:tab w:val="right" w:leader="dot" w:pos="8066"/>
              </w:tabs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 xml:space="preserve">anders, nl.: </w:t>
            </w:r>
            <w:r w:rsidRPr="008A54A2">
              <w:rPr>
                <w:rFonts w:ascii="Arial" w:hAnsi="Arial" w:cs="Arial"/>
              </w:rPr>
              <w:tab/>
            </w:r>
          </w:p>
        </w:tc>
      </w:tr>
    </w:tbl>
    <w:p w:rsidR="00135D35" w:rsidRDefault="00135D35" w:rsidP="00135D35">
      <w:pPr>
        <w:spacing w:line="276" w:lineRule="auto"/>
        <w:rPr>
          <w:rFonts w:ascii="Arial" w:hAnsi="Arial" w:cs="Arial"/>
          <w:b/>
        </w:rPr>
      </w:pPr>
    </w:p>
    <w:p w:rsidR="00D15C93" w:rsidRPr="008A54A2" w:rsidRDefault="00D15C93" w:rsidP="00135D35">
      <w:pPr>
        <w:spacing w:line="276" w:lineRule="auto"/>
        <w:rPr>
          <w:rFonts w:ascii="Arial" w:hAnsi="Arial" w:cs="Arial"/>
          <w:b/>
        </w:rPr>
      </w:pPr>
    </w:p>
    <w:p w:rsidR="00DA655D" w:rsidRPr="008A54A2" w:rsidRDefault="00D15C93" w:rsidP="00E1745C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6</w:t>
      </w:r>
      <w:r w:rsidR="00DE00BA" w:rsidRPr="008A54A2">
        <w:rPr>
          <w:rFonts w:ascii="Arial" w:hAnsi="Arial" w:cs="Arial"/>
          <w:b/>
        </w:rPr>
        <w:t>.</w:t>
      </w:r>
      <w:r w:rsidR="00135D35" w:rsidRPr="008A54A2">
        <w:rPr>
          <w:rFonts w:ascii="Arial" w:hAnsi="Arial" w:cs="Arial"/>
          <w:b/>
        </w:rPr>
        <w:tab/>
      </w:r>
      <w:r w:rsidR="00DE00BA" w:rsidRPr="008A54A2">
        <w:rPr>
          <w:rFonts w:ascii="Arial" w:hAnsi="Arial" w:cs="Arial"/>
          <w:b/>
        </w:rPr>
        <w:t xml:space="preserve">Bepaalt u zelf </w:t>
      </w:r>
      <w:r w:rsidR="00DA655D" w:rsidRPr="008A54A2">
        <w:rPr>
          <w:rFonts w:ascii="Arial" w:hAnsi="Arial" w:cs="Arial"/>
          <w:b/>
        </w:rPr>
        <w:t>wat u doet op het dagcentrum</w:t>
      </w:r>
      <w:r w:rsidR="00DE00BA" w:rsidRPr="008A54A2">
        <w:rPr>
          <w:rFonts w:ascii="Arial" w:hAnsi="Arial" w:cs="Arial"/>
          <w:b/>
        </w:rPr>
        <w:t>?</w:t>
      </w:r>
    </w:p>
    <w:p w:rsidR="00135D35" w:rsidRPr="008A54A2" w:rsidRDefault="00135D35" w:rsidP="00135D35">
      <w:pPr>
        <w:spacing w:line="144" w:lineRule="auto"/>
        <w:rPr>
          <w:rFonts w:ascii="Arial" w:hAnsi="Arial" w:cs="Arial"/>
          <w:i/>
        </w:rPr>
      </w:pPr>
    </w:p>
    <w:tbl>
      <w:tblPr>
        <w:tblW w:w="0" w:type="auto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077"/>
      </w:tblGrid>
      <w:tr w:rsidR="00135D35" w:rsidRPr="008A54A2" w:rsidTr="0071480C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135D35" w:rsidRPr="008A54A2" w:rsidRDefault="0081580E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49849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9525" r="11430" b="8255"/>
                      <wp:wrapNone/>
                      <wp:docPr id="320" name="Text Box 30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030" o:spid="_x0000_s1054" type="#_x0000_t202" style="position:absolute;margin-left:0;margin-top:2pt;width:11.35pt;height:11.35pt;z-index:25149849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DZ1myH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tcMar>
              <w:left w:w="0" w:type="dxa"/>
              <w:right w:w="0" w:type="dxa"/>
            </w:tcMar>
            <w:vAlign w:val="center"/>
          </w:tcPr>
          <w:p w:rsidR="00135D35" w:rsidRPr="008A54A2" w:rsidRDefault="00135D35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nooit</w:t>
            </w:r>
          </w:p>
        </w:tc>
      </w:tr>
      <w:tr w:rsidR="00135D35" w:rsidRPr="008A54A2" w:rsidTr="0071480C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135D35" w:rsidRPr="008A54A2" w:rsidRDefault="0081580E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49952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0160" r="11430" b="7620"/>
                      <wp:wrapNone/>
                      <wp:docPr id="319" name="Text Box 30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031" o:spid="_x0000_s1055" type="#_x0000_t202" style="position:absolute;margin-left:0;margin-top:2pt;width:11.35pt;height:11.35pt;z-index:25149952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" strokeweight=".5pt">
                      <v:textbox inset="0,0,0,0">
                        <w:txbxContent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tcMar>
              <w:left w:w="0" w:type="dxa"/>
              <w:right w:w="0" w:type="dxa"/>
            </w:tcMar>
            <w:vAlign w:val="center"/>
          </w:tcPr>
          <w:p w:rsidR="00135D35" w:rsidRPr="008A54A2" w:rsidRDefault="00135D35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soms</w:t>
            </w:r>
          </w:p>
        </w:tc>
      </w:tr>
      <w:tr w:rsidR="00135D35" w:rsidRPr="008A54A2" w:rsidTr="0071480C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135D35" w:rsidRPr="008A54A2" w:rsidRDefault="0081580E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0054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1430" r="11430" b="6350"/>
                      <wp:wrapNone/>
                      <wp:docPr id="318" name="Text Box 30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032" o:spid="_x0000_s1056" type="#_x0000_t202" style="position:absolute;margin-left:0;margin-top:2pt;width:11.35pt;height:11.35pt;z-index:25150054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JKUOeUiAgAATA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tcMar>
              <w:left w:w="0" w:type="dxa"/>
              <w:right w:w="0" w:type="dxa"/>
            </w:tcMar>
            <w:vAlign w:val="center"/>
          </w:tcPr>
          <w:p w:rsidR="00135D35" w:rsidRPr="008A54A2" w:rsidRDefault="00135D35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meestal</w:t>
            </w:r>
          </w:p>
        </w:tc>
      </w:tr>
      <w:tr w:rsidR="00135D35" w:rsidRPr="008A54A2" w:rsidTr="0071480C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135D35" w:rsidRPr="008A54A2" w:rsidRDefault="0081580E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0156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2065" r="11430" b="5715"/>
                      <wp:wrapNone/>
                      <wp:docPr id="317" name="Text Box 30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033" o:spid="_x0000_s1057" type="#_x0000_t202" style="position:absolute;margin-left:0;margin-top:2pt;width:11.35pt;height:11.35pt;z-index:25150156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B7SlBrIwIAAEw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35D35" w:rsidRPr="008A54A2" w:rsidRDefault="00135D35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altijd</w:t>
            </w:r>
          </w:p>
        </w:tc>
      </w:tr>
    </w:tbl>
    <w:p w:rsidR="00135D35" w:rsidRPr="008A54A2" w:rsidRDefault="00135D35" w:rsidP="00135D35">
      <w:pPr>
        <w:spacing w:line="276" w:lineRule="auto"/>
        <w:rPr>
          <w:rFonts w:ascii="Arial" w:hAnsi="Arial" w:cs="Arial"/>
          <w:b/>
        </w:rPr>
      </w:pPr>
    </w:p>
    <w:p w:rsidR="00135D35" w:rsidRDefault="00135D35" w:rsidP="00135D35">
      <w:pPr>
        <w:spacing w:line="276" w:lineRule="auto"/>
        <w:rPr>
          <w:rFonts w:ascii="Arial" w:hAnsi="Arial" w:cs="Arial"/>
          <w:b/>
        </w:rPr>
      </w:pPr>
    </w:p>
    <w:p w:rsidR="003937A2" w:rsidRDefault="003937A2" w:rsidP="00537F3F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7. </w:t>
      </w:r>
      <w:r w:rsidR="00537F3F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 xml:space="preserve">Biedt het dagcentrum voldoende </w:t>
      </w:r>
      <w:r w:rsidR="00537F3F">
        <w:rPr>
          <w:rFonts w:ascii="Arial" w:hAnsi="Arial" w:cs="Arial"/>
          <w:b/>
        </w:rPr>
        <w:t xml:space="preserve">activiteiten aan? </w:t>
      </w:r>
    </w:p>
    <w:p w:rsidR="00512D34" w:rsidRPr="008A54A2" w:rsidRDefault="00512D34" w:rsidP="00512D34">
      <w:pPr>
        <w:spacing w:line="144" w:lineRule="auto"/>
        <w:rPr>
          <w:rFonts w:ascii="Arial" w:hAnsi="Arial" w:cs="Arial"/>
          <w:i/>
        </w:rPr>
      </w:pPr>
    </w:p>
    <w:tbl>
      <w:tblPr>
        <w:tblW w:w="0" w:type="auto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077"/>
      </w:tblGrid>
      <w:tr w:rsidR="00537F3F" w:rsidRPr="008A54A2" w:rsidTr="006436D5">
        <w:tc>
          <w:tcPr>
            <w:tcW w:w="397" w:type="dxa"/>
            <w:vAlign w:val="center"/>
          </w:tcPr>
          <w:p w:rsidR="00537F3F" w:rsidRPr="008A54A2" w:rsidRDefault="0081580E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1113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6350" r="11430" b="11430"/>
                      <wp:wrapNone/>
                      <wp:docPr id="316" name="Text Box 33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537F3F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537F3F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397" o:spid="_x0000_s1058" type="#_x0000_t202" style="position:absolute;margin-left:0;margin-top:2pt;width:11.35pt;height:11.35pt;z-index:25161113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PEY9PiQCAABN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BE61F9" w:rsidRDefault="00BE61F9" w:rsidP="00537F3F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537F3F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tcMar>
              <w:left w:w="0" w:type="dxa"/>
              <w:right w:w="0" w:type="dxa"/>
            </w:tcMar>
            <w:vAlign w:val="center"/>
          </w:tcPr>
          <w:p w:rsidR="00537F3F" w:rsidRPr="008A54A2" w:rsidRDefault="00537F3F" w:rsidP="00AD402E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nooit</w:t>
            </w:r>
          </w:p>
        </w:tc>
      </w:tr>
      <w:tr w:rsidR="00537F3F" w:rsidRPr="008A54A2" w:rsidTr="006436D5">
        <w:tc>
          <w:tcPr>
            <w:tcW w:w="397" w:type="dxa"/>
            <w:vAlign w:val="center"/>
          </w:tcPr>
          <w:p w:rsidR="00537F3F" w:rsidRPr="008A54A2" w:rsidRDefault="0081580E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1216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6985" r="11430" b="10795"/>
                      <wp:wrapNone/>
                      <wp:docPr id="315" name="Text Box 33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537F3F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537F3F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398" o:spid="_x0000_s1059" type="#_x0000_t202" style="position:absolute;margin-left:0;margin-top:2pt;width:11.35pt;height:11.35pt;z-index:25161216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Dj94lu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BE61F9" w:rsidRDefault="00BE61F9" w:rsidP="00537F3F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537F3F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537F3F" w:rsidRPr="008A54A2" w:rsidRDefault="00537F3F" w:rsidP="00AD402E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soms</w:t>
            </w:r>
          </w:p>
        </w:tc>
      </w:tr>
      <w:tr w:rsidR="00537F3F" w:rsidRPr="008A54A2" w:rsidTr="006436D5">
        <w:tc>
          <w:tcPr>
            <w:tcW w:w="397" w:type="dxa"/>
            <w:vAlign w:val="center"/>
          </w:tcPr>
          <w:p w:rsidR="00537F3F" w:rsidRPr="008A54A2" w:rsidRDefault="0081580E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1318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7620" r="11430" b="10160"/>
                      <wp:wrapNone/>
                      <wp:docPr id="314" name="Text Box 33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537F3F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537F3F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399" o:spid="_x0000_s1060" type="#_x0000_t202" style="position:absolute;margin-left:0;margin-top:2pt;width:11.35pt;height:11.35pt;z-index:25161318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zN32myQCAABN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BE61F9" w:rsidRDefault="00BE61F9" w:rsidP="00537F3F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537F3F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tcMar>
              <w:left w:w="0" w:type="dxa"/>
              <w:right w:w="0" w:type="dxa"/>
            </w:tcMar>
            <w:vAlign w:val="center"/>
          </w:tcPr>
          <w:p w:rsidR="00537F3F" w:rsidRPr="008A54A2" w:rsidRDefault="00537F3F" w:rsidP="00AD402E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meestal</w:t>
            </w:r>
          </w:p>
        </w:tc>
      </w:tr>
      <w:tr w:rsidR="00537F3F" w:rsidRPr="008A54A2" w:rsidTr="006436D5">
        <w:tc>
          <w:tcPr>
            <w:tcW w:w="397" w:type="dxa"/>
            <w:vAlign w:val="center"/>
          </w:tcPr>
          <w:p w:rsidR="00537F3F" w:rsidRPr="008A54A2" w:rsidRDefault="0081580E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1420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8890" r="11430" b="8890"/>
                      <wp:wrapNone/>
                      <wp:docPr id="313" name="Text Box 34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537F3F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537F3F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00" o:spid="_x0000_s1061" type="#_x0000_t202" style="position:absolute;margin-left:0;margin-top:2pt;width:11.35pt;height:11.35pt;z-index:25161420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qWO+ISQCAABN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BE61F9" w:rsidRDefault="00BE61F9" w:rsidP="00537F3F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537F3F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537F3F" w:rsidRPr="008A54A2" w:rsidRDefault="00537F3F" w:rsidP="00AD402E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altijd</w:t>
            </w:r>
          </w:p>
        </w:tc>
      </w:tr>
    </w:tbl>
    <w:p w:rsidR="00537F3F" w:rsidRDefault="00537F3F" w:rsidP="003937A2">
      <w:pPr>
        <w:spacing w:line="276" w:lineRule="auto"/>
        <w:rPr>
          <w:rFonts w:ascii="Arial" w:hAnsi="Arial" w:cs="Arial"/>
          <w:b/>
        </w:rPr>
      </w:pPr>
    </w:p>
    <w:p w:rsidR="00537F3F" w:rsidRDefault="00537F3F" w:rsidP="003937A2">
      <w:pPr>
        <w:spacing w:line="276" w:lineRule="auto"/>
        <w:rPr>
          <w:rFonts w:ascii="Arial" w:hAnsi="Arial" w:cs="Arial"/>
          <w:b/>
        </w:rPr>
      </w:pPr>
    </w:p>
    <w:p w:rsidR="00537F3F" w:rsidRPr="008A54A2" w:rsidRDefault="00537F3F" w:rsidP="00537F3F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8</w:t>
      </w:r>
      <w:r w:rsidRPr="008A54A2">
        <w:rPr>
          <w:rFonts w:ascii="Arial" w:hAnsi="Arial" w:cs="Arial"/>
          <w:b/>
        </w:rPr>
        <w:t>.</w:t>
      </w:r>
      <w:r w:rsidRPr="008A54A2">
        <w:rPr>
          <w:rFonts w:ascii="Arial" w:hAnsi="Arial" w:cs="Arial"/>
          <w:b/>
        </w:rPr>
        <w:tab/>
        <w:t>Krijgt u op het dagcentrum afwisselende activiteiten aangeboden?</w:t>
      </w:r>
    </w:p>
    <w:p w:rsidR="00512D34" w:rsidRPr="008A54A2" w:rsidRDefault="00512D34" w:rsidP="00512D34">
      <w:pPr>
        <w:spacing w:line="144" w:lineRule="auto"/>
        <w:rPr>
          <w:rFonts w:ascii="Arial" w:hAnsi="Arial" w:cs="Arial"/>
          <w:i/>
        </w:rPr>
      </w:pPr>
    </w:p>
    <w:tbl>
      <w:tblPr>
        <w:tblW w:w="0" w:type="auto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077"/>
      </w:tblGrid>
      <w:tr w:rsidR="00512D34" w:rsidRPr="008A54A2" w:rsidTr="002D7A30">
        <w:tc>
          <w:tcPr>
            <w:tcW w:w="397" w:type="dxa"/>
            <w:vAlign w:val="center"/>
          </w:tcPr>
          <w:p w:rsidR="00512D34" w:rsidRPr="008A54A2" w:rsidRDefault="0081580E" w:rsidP="002D7A30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2065" r="11430" b="5715"/>
                      <wp:wrapNone/>
                      <wp:docPr id="312" name="Text Box 36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512D34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512D34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57" o:spid="_x0000_s1062" type="#_x0000_t202" style="position:absolute;margin-left:0;margin-top:2pt;width:11.35pt;height:11.35pt;z-index:25178726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CqEc+6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BE61F9" w:rsidRDefault="00BE61F9" w:rsidP="00512D34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512D34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tcMar>
              <w:left w:w="0" w:type="dxa"/>
              <w:right w:w="0" w:type="dxa"/>
            </w:tcMar>
            <w:vAlign w:val="center"/>
          </w:tcPr>
          <w:p w:rsidR="00512D34" w:rsidRPr="008A54A2" w:rsidRDefault="00512D34" w:rsidP="002D7A30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nooit</w:t>
            </w:r>
          </w:p>
        </w:tc>
      </w:tr>
      <w:tr w:rsidR="00512D34" w:rsidRPr="008A54A2" w:rsidTr="002D7A30">
        <w:tc>
          <w:tcPr>
            <w:tcW w:w="397" w:type="dxa"/>
            <w:vAlign w:val="center"/>
          </w:tcPr>
          <w:p w:rsidR="00512D34" w:rsidRPr="008A54A2" w:rsidRDefault="0081580E" w:rsidP="002D7A30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8828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3335" r="11430" b="13970"/>
                      <wp:wrapNone/>
                      <wp:docPr id="311" name="Text Box 36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512D34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512D34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58" o:spid="_x0000_s1063" type="#_x0000_t202" style="position:absolute;margin-left:0;margin-top:2pt;width:11.35pt;height:11.35pt;z-index:25178828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C1WiDv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BE61F9" w:rsidRDefault="00BE61F9" w:rsidP="00512D34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512D34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512D34" w:rsidRPr="008A54A2" w:rsidRDefault="00512D34" w:rsidP="002D7A30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soms</w:t>
            </w:r>
          </w:p>
        </w:tc>
      </w:tr>
      <w:tr w:rsidR="00512D34" w:rsidRPr="008A54A2" w:rsidTr="002D7A30">
        <w:tc>
          <w:tcPr>
            <w:tcW w:w="397" w:type="dxa"/>
            <w:vAlign w:val="center"/>
          </w:tcPr>
          <w:p w:rsidR="00512D34" w:rsidRPr="008A54A2" w:rsidRDefault="0081580E" w:rsidP="002D7A30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3970" r="11430" b="13335"/>
                      <wp:wrapNone/>
                      <wp:docPr id="310" name="Text Box 36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512D34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512D34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59" o:spid="_x0000_s1064" type="#_x0000_t202" style="position:absolute;margin-left:0;margin-top:2pt;width:11.35pt;height:11.35pt;z-index:25178931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BxWdA8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BE61F9" w:rsidRDefault="00BE61F9" w:rsidP="00512D34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512D34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tcMar>
              <w:left w:w="0" w:type="dxa"/>
              <w:right w:w="0" w:type="dxa"/>
            </w:tcMar>
            <w:vAlign w:val="center"/>
          </w:tcPr>
          <w:p w:rsidR="00512D34" w:rsidRPr="008A54A2" w:rsidRDefault="00512D34" w:rsidP="002D7A30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meestal</w:t>
            </w:r>
          </w:p>
        </w:tc>
      </w:tr>
      <w:tr w:rsidR="00512D34" w:rsidRPr="008A54A2" w:rsidTr="002D7A30">
        <w:tc>
          <w:tcPr>
            <w:tcW w:w="397" w:type="dxa"/>
            <w:vAlign w:val="center"/>
          </w:tcPr>
          <w:p w:rsidR="00512D34" w:rsidRPr="008A54A2" w:rsidRDefault="0081580E" w:rsidP="002D7A30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9033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5080" r="11430" b="12700"/>
                      <wp:wrapNone/>
                      <wp:docPr id="309" name="Text Box 36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512D34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512D34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60" o:spid="_x0000_s1065" type="#_x0000_t202" style="position:absolute;margin-left:0;margin-top:2pt;width:11.35pt;height:11.35pt;z-index:25179033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CbxEJz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BE61F9" w:rsidRDefault="00BE61F9" w:rsidP="00512D34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512D34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512D34" w:rsidRPr="008A54A2" w:rsidRDefault="00512D34" w:rsidP="002D7A30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altijd</w:t>
            </w:r>
          </w:p>
        </w:tc>
      </w:tr>
    </w:tbl>
    <w:p w:rsidR="00512D34" w:rsidRDefault="00512D34" w:rsidP="00512D34">
      <w:pPr>
        <w:spacing w:line="276" w:lineRule="auto"/>
        <w:rPr>
          <w:rFonts w:ascii="Arial" w:hAnsi="Arial" w:cs="Arial"/>
          <w:b/>
        </w:rPr>
      </w:pPr>
    </w:p>
    <w:p w:rsidR="00512D34" w:rsidRDefault="00512D34" w:rsidP="00512D34">
      <w:pPr>
        <w:spacing w:line="276" w:lineRule="auto"/>
        <w:rPr>
          <w:rFonts w:ascii="Arial" w:hAnsi="Arial" w:cs="Arial"/>
          <w:b/>
        </w:rPr>
      </w:pPr>
    </w:p>
    <w:p w:rsidR="00844F78" w:rsidRPr="008A54A2" w:rsidRDefault="00844F78" w:rsidP="00844F78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 w:rsidR="0087581D">
        <w:rPr>
          <w:rFonts w:ascii="Arial" w:hAnsi="Arial" w:cs="Arial"/>
          <w:b/>
        </w:rPr>
        <w:lastRenderedPageBreak/>
        <w:t>9</w:t>
      </w:r>
      <w:r w:rsidRPr="008A54A2">
        <w:rPr>
          <w:rFonts w:ascii="Arial" w:hAnsi="Arial" w:cs="Arial"/>
          <w:b/>
        </w:rPr>
        <w:t>.</w:t>
      </w:r>
      <w:r w:rsidRPr="008A54A2">
        <w:rPr>
          <w:rFonts w:ascii="Arial" w:hAnsi="Arial" w:cs="Arial"/>
          <w:b/>
        </w:rPr>
        <w:tab/>
        <w:t xml:space="preserve">Helpen de begeleiders </w:t>
      </w:r>
      <w:r>
        <w:rPr>
          <w:rFonts w:ascii="Arial" w:hAnsi="Arial" w:cs="Arial"/>
          <w:b/>
        </w:rPr>
        <w:t xml:space="preserve">op het dagcentrum </w:t>
      </w:r>
      <w:r w:rsidRPr="008A54A2">
        <w:rPr>
          <w:rFonts w:ascii="Arial" w:hAnsi="Arial" w:cs="Arial"/>
          <w:b/>
        </w:rPr>
        <w:t xml:space="preserve">u bij het leren van </w:t>
      </w:r>
      <w:r w:rsidRPr="008A54A2">
        <w:rPr>
          <w:rFonts w:ascii="Arial" w:hAnsi="Arial" w:cs="Arial"/>
          <w:b/>
          <w:u w:val="single"/>
        </w:rPr>
        <w:t>nieuwe</w:t>
      </w:r>
      <w:r w:rsidRPr="008A54A2">
        <w:rPr>
          <w:rFonts w:ascii="Arial" w:hAnsi="Arial" w:cs="Arial"/>
          <w:b/>
        </w:rPr>
        <w:t xml:space="preserve"> dingen of activiteiten?</w:t>
      </w:r>
      <w:r>
        <w:rPr>
          <w:rFonts w:ascii="Arial" w:hAnsi="Arial" w:cs="Arial"/>
          <w:b/>
        </w:rPr>
        <w:t xml:space="preserve"> </w:t>
      </w:r>
    </w:p>
    <w:p w:rsidR="00844F78" w:rsidRPr="008A54A2" w:rsidRDefault="00844F78" w:rsidP="00844F78">
      <w:pPr>
        <w:spacing w:line="144" w:lineRule="auto"/>
        <w:rPr>
          <w:rFonts w:ascii="Arial" w:hAnsi="Arial" w:cs="Arial"/>
          <w:i/>
        </w:rPr>
      </w:pPr>
    </w:p>
    <w:tbl>
      <w:tblPr>
        <w:tblW w:w="0" w:type="auto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077"/>
      </w:tblGrid>
      <w:tr w:rsidR="00844F78" w:rsidRPr="008A54A2" w:rsidTr="000E4160">
        <w:tc>
          <w:tcPr>
            <w:tcW w:w="397" w:type="dxa"/>
            <w:vAlign w:val="center"/>
          </w:tcPr>
          <w:p w:rsidR="00844F78" w:rsidRPr="008A54A2" w:rsidRDefault="0081580E" w:rsidP="000E4160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1593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3335" r="11430" b="13970"/>
                      <wp:wrapNone/>
                      <wp:docPr id="308" name="Text Box 36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844F78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844F78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85" o:spid="_x0000_s1066" type="#_x0000_t202" style="position:absolute;margin-left:0;margin-top:2pt;width:11.35pt;height:11.35pt;z-index:25181593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AxFxIwiAgAATQ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BE61F9" w:rsidRDefault="00BE61F9" w:rsidP="00844F7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844F7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844F78" w:rsidRPr="008A54A2" w:rsidRDefault="00844F78" w:rsidP="000E4160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 xml:space="preserve">n.v.t., </w:t>
            </w:r>
            <w:r>
              <w:rPr>
                <w:rFonts w:ascii="Arial" w:hAnsi="Arial" w:cs="Arial"/>
              </w:rPr>
              <w:t xml:space="preserve">ik </w:t>
            </w:r>
            <w:r w:rsidRPr="008A54A2">
              <w:rPr>
                <w:rFonts w:ascii="Arial" w:hAnsi="Arial" w:cs="Arial"/>
              </w:rPr>
              <w:t>wil geen hulp bij nieuwe dingen</w:t>
            </w:r>
            <w:r>
              <w:rPr>
                <w:rFonts w:ascii="Arial" w:hAnsi="Arial" w:cs="Arial"/>
              </w:rPr>
              <w:t xml:space="preserve"> / wil geen nieuwe dingen leren</w:t>
            </w:r>
          </w:p>
        </w:tc>
      </w:tr>
      <w:tr w:rsidR="00844F78" w:rsidRPr="008A54A2" w:rsidTr="000E4160">
        <w:tc>
          <w:tcPr>
            <w:tcW w:w="397" w:type="dxa"/>
            <w:vAlign w:val="center"/>
          </w:tcPr>
          <w:p w:rsidR="00844F78" w:rsidRPr="008A54A2" w:rsidRDefault="0081580E" w:rsidP="000E4160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1184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3970" r="11430" b="13335"/>
                      <wp:wrapNone/>
                      <wp:docPr id="307" name="Text Box 36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844F78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844F78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81" o:spid="_x0000_s1067" type="#_x0000_t202" style="position:absolute;margin-left:0;margin-top:2pt;width:11.35pt;height:11.35pt;z-index:2518118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" strokeweight=".5pt">
                      <v:textbox inset="0,0,0,0">
                        <w:txbxContent>
                          <w:p w:rsidR="00BE61F9" w:rsidRDefault="00BE61F9" w:rsidP="00844F7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844F7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844F78" w:rsidRPr="008A54A2" w:rsidRDefault="00844F78" w:rsidP="000E4160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nooit</w:t>
            </w:r>
          </w:p>
        </w:tc>
      </w:tr>
      <w:tr w:rsidR="00844F78" w:rsidRPr="008A54A2" w:rsidTr="000E4160">
        <w:tc>
          <w:tcPr>
            <w:tcW w:w="397" w:type="dxa"/>
            <w:vAlign w:val="center"/>
          </w:tcPr>
          <w:p w:rsidR="00844F78" w:rsidRPr="008A54A2" w:rsidRDefault="0081580E" w:rsidP="000E4160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1286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5080" r="11430" b="12700"/>
                      <wp:wrapNone/>
                      <wp:docPr id="306" name="Text Box 36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844F78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844F78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82" o:spid="_x0000_s1068" type="#_x0000_t202" style="position:absolute;margin-left:0;margin-top:2pt;width:11.35pt;height:11.35pt;z-index:25181286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cUbknCQCAABN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BE61F9" w:rsidRDefault="00BE61F9" w:rsidP="00844F7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844F7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844F78" w:rsidRPr="008A54A2" w:rsidRDefault="00844F78" w:rsidP="000E4160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soms</w:t>
            </w:r>
          </w:p>
        </w:tc>
      </w:tr>
      <w:tr w:rsidR="00844F78" w:rsidRPr="008A54A2" w:rsidTr="000E4160">
        <w:tc>
          <w:tcPr>
            <w:tcW w:w="397" w:type="dxa"/>
            <w:vAlign w:val="center"/>
          </w:tcPr>
          <w:p w:rsidR="00844F78" w:rsidRPr="008A54A2" w:rsidRDefault="0081580E" w:rsidP="000E4160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1388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5715" r="11430" b="12065"/>
                      <wp:wrapNone/>
                      <wp:docPr id="305" name="Text Box 36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844F78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844F78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83" o:spid="_x0000_s1069" type="#_x0000_t202" style="position:absolute;margin-left:0;margin-top:2pt;width:11.35pt;height:11.35pt;z-index:25181388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" strokeweight=".5pt">
                      <v:textbox inset="0,0,0,0">
                        <w:txbxContent>
                          <w:p w:rsidR="00BE61F9" w:rsidRDefault="00BE61F9" w:rsidP="00844F7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844F7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844F78" w:rsidRPr="008A54A2" w:rsidRDefault="00844F78" w:rsidP="000E4160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meestal</w:t>
            </w:r>
          </w:p>
        </w:tc>
      </w:tr>
      <w:tr w:rsidR="00844F78" w:rsidRPr="008A54A2" w:rsidTr="000E4160">
        <w:tc>
          <w:tcPr>
            <w:tcW w:w="397" w:type="dxa"/>
            <w:vAlign w:val="center"/>
          </w:tcPr>
          <w:p w:rsidR="00844F78" w:rsidRPr="008A54A2" w:rsidRDefault="0081580E" w:rsidP="000E4160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1491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6985" r="11430" b="10795"/>
                      <wp:wrapNone/>
                      <wp:docPr id="304" name="Text Box 36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844F78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844F78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84" o:spid="_x0000_s1070" type="#_x0000_t202" style="position:absolute;margin-left:0;margin-top:2pt;width:11.35pt;height:11.35pt;z-index:25181491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DP6yWNIwIAAEw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BE61F9" w:rsidRDefault="00BE61F9" w:rsidP="00844F7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844F7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844F78" w:rsidRPr="008A54A2" w:rsidRDefault="00844F78" w:rsidP="000E4160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altijd</w:t>
            </w:r>
          </w:p>
        </w:tc>
      </w:tr>
    </w:tbl>
    <w:p w:rsidR="00844F78" w:rsidRPr="008A54A2" w:rsidRDefault="00844F78" w:rsidP="00844F78">
      <w:pPr>
        <w:spacing w:line="276" w:lineRule="auto"/>
        <w:rPr>
          <w:rFonts w:ascii="Arial" w:hAnsi="Arial" w:cs="Arial"/>
          <w:b/>
        </w:rPr>
      </w:pPr>
    </w:p>
    <w:p w:rsidR="00844F78" w:rsidRDefault="00844F78" w:rsidP="00512D34">
      <w:pPr>
        <w:spacing w:line="276" w:lineRule="auto"/>
        <w:rPr>
          <w:rFonts w:ascii="Arial" w:hAnsi="Arial" w:cs="Arial"/>
          <w:b/>
        </w:rPr>
      </w:pPr>
    </w:p>
    <w:p w:rsidR="00DA655D" w:rsidRPr="008A54A2" w:rsidRDefault="0087581D" w:rsidP="00E1745C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10</w:t>
      </w:r>
      <w:r w:rsidR="00DE00BA" w:rsidRPr="008A54A2">
        <w:rPr>
          <w:rFonts w:ascii="Arial" w:hAnsi="Arial" w:cs="Arial"/>
          <w:b/>
        </w:rPr>
        <w:t>.</w:t>
      </w:r>
      <w:r w:rsidR="00135D35" w:rsidRPr="008A54A2">
        <w:rPr>
          <w:rFonts w:ascii="Arial" w:hAnsi="Arial" w:cs="Arial"/>
          <w:b/>
        </w:rPr>
        <w:tab/>
      </w:r>
      <w:r w:rsidR="00DA655D" w:rsidRPr="008A54A2">
        <w:rPr>
          <w:rFonts w:ascii="Arial" w:hAnsi="Arial" w:cs="Arial"/>
          <w:b/>
        </w:rPr>
        <w:t>Helpen de begeleiders u bij uw activiteiten</w:t>
      </w:r>
      <w:r w:rsidR="009B6BC1" w:rsidRPr="008A54A2">
        <w:rPr>
          <w:rFonts w:ascii="Arial" w:hAnsi="Arial" w:cs="Arial"/>
          <w:b/>
        </w:rPr>
        <w:t xml:space="preserve"> op het dagcentrum</w:t>
      </w:r>
      <w:r w:rsidR="00F9786D" w:rsidRPr="008A54A2">
        <w:rPr>
          <w:rFonts w:ascii="Arial" w:hAnsi="Arial" w:cs="Arial"/>
          <w:b/>
        </w:rPr>
        <w:t>?</w:t>
      </w:r>
    </w:p>
    <w:p w:rsidR="00135D35" w:rsidRPr="008A54A2" w:rsidRDefault="00135D35" w:rsidP="00135D35">
      <w:pPr>
        <w:spacing w:line="144" w:lineRule="auto"/>
        <w:rPr>
          <w:rFonts w:ascii="Arial" w:hAnsi="Arial" w:cs="Arial"/>
          <w:i/>
        </w:rPr>
      </w:pPr>
    </w:p>
    <w:tbl>
      <w:tblPr>
        <w:tblW w:w="0" w:type="auto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077"/>
      </w:tblGrid>
      <w:tr w:rsidR="00537F3F" w:rsidRPr="008A54A2" w:rsidTr="0071480C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537F3F" w:rsidRPr="008A54A2" w:rsidRDefault="0081580E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1932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0795" r="11430" b="6985"/>
                      <wp:wrapNone/>
                      <wp:docPr id="303" name="Text Box 34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10" o:spid="_x0000_s1071" type="#_x0000_t202" style="position:absolute;margin-left:0;margin-top:2pt;width:11.35pt;height:11.35pt;z-index:25161932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4tquZSQCAABN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tcMar>
              <w:left w:w="0" w:type="dxa"/>
              <w:right w:w="0" w:type="dxa"/>
            </w:tcMar>
            <w:vAlign w:val="center"/>
          </w:tcPr>
          <w:p w:rsidR="00537F3F" w:rsidRPr="008A54A2" w:rsidRDefault="00537F3F" w:rsidP="00AD402E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n.v.t., geen hulp nodig / wil geen hulp bij activiteiten</w:t>
            </w:r>
          </w:p>
        </w:tc>
      </w:tr>
      <w:tr w:rsidR="00537F3F" w:rsidRPr="008A54A2" w:rsidTr="0071480C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537F3F" w:rsidRPr="008A54A2" w:rsidRDefault="0081580E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1523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1430" r="11430" b="6350"/>
                      <wp:wrapNone/>
                      <wp:docPr id="302" name="Text Box 34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05" o:spid="_x0000_s1072" type="#_x0000_t202" style="position:absolute;margin-left:0;margin-top:2pt;width:11.35pt;height:11.35pt;z-index:25161523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BvQTZ1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537F3F" w:rsidRPr="008A54A2" w:rsidRDefault="00537F3F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nooit</w:t>
            </w:r>
          </w:p>
        </w:tc>
      </w:tr>
      <w:tr w:rsidR="00537F3F" w:rsidRPr="008A54A2" w:rsidTr="0071480C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537F3F" w:rsidRPr="008A54A2" w:rsidRDefault="0081580E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1625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2065" r="11430" b="5715"/>
                      <wp:wrapNone/>
                      <wp:docPr id="301" name="Text Box 34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06" o:spid="_x0000_s1073" type="#_x0000_t202" style="position:absolute;margin-left:0;margin-top:2pt;width:11.35pt;height:11.35pt;z-index:25161625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AgFA7giAgAATQ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537F3F" w:rsidRPr="008A54A2" w:rsidRDefault="00537F3F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soms</w:t>
            </w:r>
          </w:p>
        </w:tc>
      </w:tr>
      <w:tr w:rsidR="00537F3F" w:rsidRPr="008A54A2" w:rsidTr="0071480C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537F3F" w:rsidRPr="008A54A2" w:rsidRDefault="0081580E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1728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2700" r="11430" b="5080"/>
                      <wp:wrapNone/>
                      <wp:docPr id="300" name="Text Box 34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07" o:spid="_x0000_s1074" type="#_x0000_t202" style="position:absolute;margin-left:0;margin-top:2pt;width:11.35pt;height:11.35pt;z-index:25161728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AdvsVB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537F3F" w:rsidRPr="008A54A2" w:rsidRDefault="00537F3F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meestal</w:t>
            </w:r>
          </w:p>
        </w:tc>
      </w:tr>
      <w:tr w:rsidR="00537F3F" w:rsidRPr="008A54A2" w:rsidTr="0071480C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537F3F" w:rsidRPr="008A54A2" w:rsidRDefault="0081580E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1830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3970" r="11430" b="13335"/>
                      <wp:wrapNone/>
                      <wp:docPr id="299" name="Text Box 34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08" o:spid="_x0000_s1075" type="#_x0000_t202" style="position:absolute;margin-left:0;margin-top:2pt;width:11.35pt;height:11.35pt;z-index:25161830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A7pyuoiAgAATA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tcMar>
              <w:left w:w="0" w:type="dxa"/>
              <w:right w:w="0" w:type="dxa"/>
            </w:tcMar>
            <w:vAlign w:val="center"/>
          </w:tcPr>
          <w:p w:rsidR="00537F3F" w:rsidRPr="008A54A2" w:rsidRDefault="00537F3F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altijd</w:t>
            </w:r>
          </w:p>
        </w:tc>
      </w:tr>
    </w:tbl>
    <w:p w:rsidR="0087581D" w:rsidRDefault="0087581D" w:rsidP="00CD7DE3">
      <w:pPr>
        <w:spacing w:line="276" w:lineRule="auto"/>
        <w:ind w:left="360" w:hanging="360"/>
        <w:rPr>
          <w:rFonts w:ascii="Arial" w:hAnsi="Arial" w:cs="Arial"/>
          <w:b/>
        </w:rPr>
      </w:pPr>
    </w:p>
    <w:p w:rsidR="0087581D" w:rsidRDefault="0087581D" w:rsidP="00CD7DE3">
      <w:pPr>
        <w:spacing w:line="276" w:lineRule="auto"/>
        <w:ind w:left="360" w:hanging="360"/>
        <w:rPr>
          <w:rFonts w:ascii="Arial" w:hAnsi="Arial" w:cs="Arial"/>
          <w:b/>
        </w:rPr>
      </w:pPr>
    </w:p>
    <w:p w:rsidR="00CD7DE3" w:rsidRPr="008A54A2" w:rsidRDefault="00CD7DE3" w:rsidP="00CD7DE3">
      <w:pPr>
        <w:spacing w:line="276" w:lineRule="auto"/>
        <w:ind w:left="360" w:hanging="360"/>
        <w:rPr>
          <w:rFonts w:ascii="Arial" w:hAnsi="Arial" w:cs="Arial"/>
          <w:b/>
        </w:rPr>
      </w:pPr>
      <w:r w:rsidRPr="00B34617">
        <w:rPr>
          <w:rFonts w:ascii="Arial" w:hAnsi="Arial" w:cs="Arial"/>
          <w:b/>
        </w:rPr>
        <w:t>1</w:t>
      </w:r>
      <w:r w:rsidR="0087581D">
        <w:rPr>
          <w:rFonts w:ascii="Arial" w:hAnsi="Arial" w:cs="Arial"/>
          <w:b/>
        </w:rPr>
        <w:t>1</w:t>
      </w:r>
      <w:r w:rsidRPr="00B34617">
        <w:rPr>
          <w:rFonts w:ascii="Arial" w:hAnsi="Arial" w:cs="Arial"/>
          <w:b/>
        </w:rPr>
        <w:t>.</w:t>
      </w:r>
      <w:r w:rsidRPr="00B34617">
        <w:rPr>
          <w:rFonts w:ascii="Arial" w:hAnsi="Arial" w:cs="Arial"/>
          <w:b/>
        </w:rPr>
        <w:tab/>
        <w:t xml:space="preserve">Doet u de activiteiten die u </w:t>
      </w:r>
      <w:r w:rsidR="00537F3F" w:rsidRPr="00B34617">
        <w:rPr>
          <w:rFonts w:ascii="Arial" w:hAnsi="Arial" w:cs="Arial"/>
          <w:b/>
        </w:rPr>
        <w:t xml:space="preserve">interessant of leuk </w:t>
      </w:r>
      <w:r w:rsidRPr="00B34617">
        <w:rPr>
          <w:rFonts w:ascii="Arial" w:hAnsi="Arial" w:cs="Arial"/>
          <w:b/>
        </w:rPr>
        <w:t>vindt?</w:t>
      </w:r>
    </w:p>
    <w:p w:rsidR="00CD7DE3" w:rsidRPr="008A54A2" w:rsidRDefault="00CD7DE3" w:rsidP="00CD7DE3">
      <w:pPr>
        <w:spacing w:line="144" w:lineRule="auto"/>
        <w:rPr>
          <w:rFonts w:ascii="Arial" w:hAnsi="Arial" w:cs="Arial"/>
          <w:i/>
        </w:rPr>
      </w:pPr>
    </w:p>
    <w:tbl>
      <w:tblPr>
        <w:tblW w:w="0" w:type="auto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077"/>
      </w:tblGrid>
      <w:tr w:rsidR="00CD7DE3" w:rsidRPr="008A54A2" w:rsidTr="006436D5">
        <w:tc>
          <w:tcPr>
            <w:tcW w:w="397" w:type="dxa"/>
            <w:vAlign w:val="center"/>
          </w:tcPr>
          <w:p w:rsidR="00CD7DE3" w:rsidRPr="008A54A2" w:rsidRDefault="0081580E" w:rsidP="005872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9680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8255" r="11430" b="9525"/>
                      <wp:wrapNone/>
                      <wp:docPr id="298" name="Text Box 33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CD7DE3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CD7DE3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340" o:spid="_x0000_s1076" type="#_x0000_t202" style="position:absolute;margin-left:0;margin-top:2pt;width:11.35pt;height:11.35pt;z-index:25159680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BMZRC8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BE61F9" w:rsidRDefault="00BE61F9" w:rsidP="00CD7DE3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CD7DE3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tcMar>
              <w:left w:w="0" w:type="dxa"/>
              <w:right w:w="0" w:type="dxa"/>
            </w:tcMar>
            <w:vAlign w:val="center"/>
          </w:tcPr>
          <w:p w:rsidR="00CD7DE3" w:rsidRPr="008A54A2" w:rsidRDefault="00CD7DE3" w:rsidP="00587208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nooit</w:t>
            </w:r>
          </w:p>
        </w:tc>
      </w:tr>
      <w:tr w:rsidR="00CD7DE3" w:rsidRPr="008A54A2" w:rsidTr="006436D5">
        <w:tc>
          <w:tcPr>
            <w:tcW w:w="397" w:type="dxa"/>
            <w:vAlign w:val="center"/>
          </w:tcPr>
          <w:p w:rsidR="00CD7DE3" w:rsidRPr="008A54A2" w:rsidRDefault="0081580E" w:rsidP="005872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9782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8890" r="11430" b="8890"/>
                      <wp:wrapNone/>
                      <wp:docPr id="297" name="Text Box 33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CD7DE3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CD7DE3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341" o:spid="_x0000_s1077" type="#_x0000_t202" style="position:absolute;margin-left:0;margin-top:2pt;width:11.35pt;height:11.35pt;z-index:25159782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" strokeweight=".5pt">
                      <v:textbox inset="0,0,0,0">
                        <w:txbxContent>
                          <w:p w:rsidR="00BE61F9" w:rsidRDefault="00BE61F9" w:rsidP="00CD7DE3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CD7DE3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CD7DE3" w:rsidRPr="008A54A2" w:rsidRDefault="00CD7DE3" w:rsidP="00587208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soms</w:t>
            </w:r>
          </w:p>
        </w:tc>
      </w:tr>
      <w:tr w:rsidR="00CD7DE3" w:rsidRPr="008A54A2" w:rsidTr="006436D5">
        <w:tc>
          <w:tcPr>
            <w:tcW w:w="397" w:type="dxa"/>
            <w:vAlign w:val="center"/>
          </w:tcPr>
          <w:p w:rsidR="00CD7DE3" w:rsidRPr="008A54A2" w:rsidRDefault="0081580E" w:rsidP="005872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9884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9525" r="11430" b="8255"/>
                      <wp:wrapNone/>
                      <wp:docPr id="296" name="Text Box 33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CD7DE3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CD7DE3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342" o:spid="_x0000_s1078" type="#_x0000_t202" style="position:absolute;margin-left:0;margin-top:2pt;width:11.35pt;height:11.35pt;z-index:25159884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O7DcKiQCAABN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BE61F9" w:rsidRDefault="00BE61F9" w:rsidP="00CD7DE3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CD7DE3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CD7DE3" w:rsidRPr="008A54A2" w:rsidRDefault="00CD7DE3" w:rsidP="00587208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meestal</w:t>
            </w:r>
          </w:p>
        </w:tc>
      </w:tr>
      <w:tr w:rsidR="00CD7DE3" w:rsidRPr="008A54A2" w:rsidTr="006436D5">
        <w:tc>
          <w:tcPr>
            <w:tcW w:w="397" w:type="dxa"/>
            <w:vAlign w:val="center"/>
          </w:tcPr>
          <w:p w:rsidR="00CD7DE3" w:rsidRPr="008A54A2" w:rsidRDefault="0081580E" w:rsidP="005872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9987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0160" r="11430" b="7620"/>
                      <wp:wrapNone/>
                      <wp:docPr id="295" name="Text Box 33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CD7DE3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CD7DE3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343" o:spid="_x0000_s1079" type="#_x0000_t202" style="position:absolute;margin-left:0;margin-top:2pt;width:11.35pt;height:11.35pt;z-index:25159987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AhPEbz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BE61F9" w:rsidRDefault="00BE61F9" w:rsidP="00CD7DE3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CD7DE3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CD7DE3" w:rsidRPr="008A54A2" w:rsidRDefault="00CD7DE3" w:rsidP="00587208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altijd</w:t>
            </w:r>
          </w:p>
        </w:tc>
      </w:tr>
    </w:tbl>
    <w:p w:rsidR="00CD7DE3" w:rsidRPr="008A54A2" w:rsidRDefault="00CD7DE3" w:rsidP="00CD7DE3">
      <w:pPr>
        <w:spacing w:line="276" w:lineRule="auto"/>
        <w:rPr>
          <w:rFonts w:ascii="Arial" w:hAnsi="Arial" w:cs="Arial"/>
          <w:b/>
        </w:rPr>
      </w:pPr>
    </w:p>
    <w:p w:rsidR="00CD7DE3" w:rsidRPr="008A54A2" w:rsidRDefault="00CD7DE3" w:rsidP="00CD7DE3">
      <w:pPr>
        <w:spacing w:line="276" w:lineRule="auto"/>
        <w:rPr>
          <w:rFonts w:ascii="Arial" w:hAnsi="Arial" w:cs="Arial"/>
          <w:b/>
        </w:rPr>
      </w:pPr>
    </w:p>
    <w:p w:rsidR="00F8468B" w:rsidRPr="008A54A2" w:rsidRDefault="00F8468B" w:rsidP="00E1745C">
      <w:pPr>
        <w:spacing w:line="276" w:lineRule="auto"/>
        <w:ind w:left="360" w:hanging="360"/>
        <w:rPr>
          <w:rFonts w:ascii="Arial" w:hAnsi="Arial" w:cs="Arial"/>
          <w:b/>
        </w:rPr>
      </w:pPr>
      <w:r w:rsidRPr="008A54A2">
        <w:rPr>
          <w:rFonts w:ascii="Arial" w:hAnsi="Arial" w:cs="Arial"/>
          <w:b/>
        </w:rPr>
        <w:t>1</w:t>
      </w:r>
      <w:r w:rsidR="0087581D">
        <w:rPr>
          <w:rFonts w:ascii="Arial" w:hAnsi="Arial" w:cs="Arial"/>
          <w:b/>
        </w:rPr>
        <w:t>2</w:t>
      </w:r>
      <w:r w:rsidRPr="008A54A2">
        <w:rPr>
          <w:rFonts w:ascii="Arial" w:hAnsi="Arial" w:cs="Arial"/>
          <w:b/>
        </w:rPr>
        <w:t>.</w:t>
      </w:r>
      <w:r w:rsidR="00135D35" w:rsidRPr="008A54A2">
        <w:rPr>
          <w:rFonts w:ascii="Arial" w:hAnsi="Arial" w:cs="Arial"/>
          <w:b/>
        </w:rPr>
        <w:tab/>
      </w:r>
      <w:r w:rsidRPr="008A54A2">
        <w:rPr>
          <w:rFonts w:ascii="Arial" w:hAnsi="Arial" w:cs="Arial"/>
          <w:b/>
        </w:rPr>
        <w:t>Is het dagcentrum aangepast aan uw beperkingen?</w:t>
      </w:r>
    </w:p>
    <w:p w:rsidR="008F5679" w:rsidRPr="008A54A2" w:rsidRDefault="008F5679" w:rsidP="008F5679">
      <w:pPr>
        <w:spacing w:line="144" w:lineRule="auto"/>
        <w:rPr>
          <w:rFonts w:ascii="Arial" w:hAnsi="Arial" w:cs="Arial"/>
          <w:i/>
        </w:rPr>
      </w:pPr>
    </w:p>
    <w:tbl>
      <w:tblPr>
        <w:tblW w:w="8474" w:type="dxa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077"/>
      </w:tblGrid>
      <w:tr w:rsidR="00537F3F" w:rsidRPr="008A54A2" w:rsidTr="006436D5">
        <w:tc>
          <w:tcPr>
            <w:tcW w:w="397" w:type="dxa"/>
            <w:vAlign w:val="center"/>
          </w:tcPr>
          <w:p w:rsidR="00537F3F" w:rsidRPr="008A54A2" w:rsidRDefault="0081580E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2444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3970" r="11430" b="13335"/>
                      <wp:wrapNone/>
                      <wp:docPr id="294" name="Text Box 34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8F5679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8F5679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22" o:spid="_x0000_s1080" type="#_x0000_t202" style="position:absolute;margin-left:0;margin-top:2pt;width:11.35pt;height:11.35pt;z-index:25162444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EJlDOSQCAABN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BE61F9" w:rsidRDefault="00BE61F9" w:rsidP="008F567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8F567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537F3F" w:rsidRPr="008A54A2" w:rsidRDefault="00537F3F" w:rsidP="00AD402E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 xml:space="preserve">n.v.t., aanpassingen zijn niet nodig </w:t>
            </w:r>
          </w:p>
        </w:tc>
      </w:tr>
      <w:tr w:rsidR="00537F3F" w:rsidRPr="008A54A2" w:rsidTr="006436D5">
        <w:tc>
          <w:tcPr>
            <w:tcW w:w="397" w:type="dxa"/>
            <w:vAlign w:val="center"/>
          </w:tcPr>
          <w:p w:rsidR="00537F3F" w:rsidRPr="008A54A2" w:rsidRDefault="0081580E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2035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5080" r="11430" b="12700"/>
                      <wp:wrapNone/>
                      <wp:docPr id="293" name="Text Box 34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8F5679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8F5679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17" o:spid="_x0000_s1081" type="#_x0000_t202" style="position:absolute;margin-left:0;margin-top:2pt;width:11.35pt;height:11.35pt;z-index:25162035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2rPUTCQCAABN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BE61F9" w:rsidRDefault="00BE61F9" w:rsidP="008F567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8F567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537F3F" w:rsidRPr="008A54A2" w:rsidRDefault="00537F3F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nee, helemaal niet</w:t>
            </w:r>
          </w:p>
        </w:tc>
      </w:tr>
      <w:tr w:rsidR="00537F3F" w:rsidRPr="008A54A2" w:rsidTr="006436D5">
        <w:tc>
          <w:tcPr>
            <w:tcW w:w="397" w:type="dxa"/>
            <w:vAlign w:val="center"/>
          </w:tcPr>
          <w:p w:rsidR="00537F3F" w:rsidRPr="008A54A2" w:rsidRDefault="0081580E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2137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6350" r="11430" b="11430"/>
                      <wp:wrapNone/>
                      <wp:docPr id="292" name="Text Box 34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8F5679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8F5679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18" o:spid="_x0000_s1082" type="#_x0000_t202" style="position:absolute;margin-left:0;margin-top:2pt;width:11.35pt;height:11.35pt;z-index:25162137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G3dREyQCAABN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BE61F9" w:rsidRDefault="00BE61F9" w:rsidP="008F567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8F567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537F3F" w:rsidRPr="008A54A2" w:rsidRDefault="00537F3F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een beetje</w:t>
            </w:r>
          </w:p>
        </w:tc>
      </w:tr>
      <w:tr w:rsidR="00537F3F" w:rsidRPr="008A54A2" w:rsidTr="006436D5">
        <w:tc>
          <w:tcPr>
            <w:tcW w:w="397" w:type="dxa"/>
            <w:vAlign w:val="center"/>
          </w:tcPr>
          <w:p w:rsidR="00537F3F" w:rsidRPr="008A54A2" w:rsidRDefault="0081580E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2240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6985" r="11430" b="10795"/>
                      <wp:wrapNone/>
                      <wp:docPr id="291" name="Text Box 34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8F5679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8F5679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19" o:spid="_x0000_s1083" type="#_x0000_t202" style="position:absolute;margin-left:0;margin-top:2pt;width:11.35pt;height:11.35pt;z-index:25162240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jDcRRyQCAABN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BE61F9" w:rsidRDefault="00BE61F9" w:rsidP="008F567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8F567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537F3F" w:rsidRPr="008A54A2" w:rsidRDefault="00537F3F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grotendeels</w:t>
            </w:r>
          </w:p>
        </w:tc>
      </w:tr>
      <w:tr w:rsidR="00537F3F" w:rsidRPr="008A54A2" w:rsidTr="006436D5">
        <w:tc>
          <w:tcPr>
            <w:tcW w:w="397" w:type="dxa"/>
            <w:vAlign w:val="center"/>
          </w:tcPr>
          <w:p w:rsidR="00537F3F" w:rsidRPr="008A54A2" w:rsidRDefault="0081580E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2342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7620" r="11430" b="10160"/>
                      <wp:wrapNone/>
                      <wp:docPr id="290" name="Text Box 34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8F5679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8F5679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20" o:spid="_x0000_s1084" type="#_x0000_t202" style="position:absolute;margin-left:0;margin-top:2pt;width:11.35pt;height:11.35pt;z-index:25162342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P29CwUiAgAATA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BE61F9" w:rsidRDefault="00BE61F9" w:rsidP="008F567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8F567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537F3F" w:rsidRPr="008A54A2" w:rsidRDefault="00537F3F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ja, helemaal</w:t>
            </w:r>
          </w:p>
        </w:tc>
      </w:tr>
    </w:tbl>
    <w:p w:rsidR="008F5679" w:rsidRDefault="008F5679" w:rsidP="008F5679">
      <w:pPr>
        <w:spacing w:line="276" w:lineRule="auto"/>
        <w:rPr>
          <w:rFonts w:ascii="Arial" w:hAnsi="Arial" w:cs="Arial"/>
          <w:b/>
        </w:rPr>
      </w:pPr>
    </w:p>
    <w:p w:rsidR="00324E70" w:rsidRDefault="00324E70" w:rsidP="008F5679">
      <w:pPr>
        <w:spacing w:line="276" w:lineRule="auto"/>
        <w:rPr>
          <w:rFonts w:ascii="Arial" w:hAnsi="Arial" w:cs="Arial"/>
          <w:b/>
        </w:rPr>
      </w:pPr>
    </w:p>
    <w:p w:rsidR="00324E70" w:rsidRPr="008A54A2" w:rsidRDefault="00936032" w:rsidP="00324E70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 w:rsidR="00324E70" w:rsidRPr="008A54A2">
        <w:rPr>
          <w:rFonts w:ascii="Arial" w:hAnsi="Arial" w:cs="Arial"/>
          <w:b/>
        </w:rPr>
        <w:lastRenderedPageBreak/>
        <w:t>1</w:t>
      </w:r>
      <w:r w:rsidR="0087581D">
        <w:rPr>
          <w:rFonts w:ascii="Arial" w:hAnsi="Arial" w:cs="Arial"/>
          <w:b/>
        </w:rPr>
        <w:t>3</w:t>
      </w:r>
      <w:r w:rsidR="00324E70" w:rsidRPr="008A54A2">
        <w:rPr>
          <w:rFonts w:ascii="Arial" w:hAnsi="Arial" w:cs="Arial"/>
          <w:b/>
        </w:rPr>
        <w:t>.</w:t>
      </w:r>
      <w:r w:rsidR="00324E70" w:rsidRPr="008A54A2">
        <w:rPr>
          <w:rFonts w:ascii="Arial" w:hAnsi="Arial" w:cs="Arial"/>
          <w:b/>
        </w:rPr>
        <w:tab/>
      </w:r>
      <w:r w:rsidR="00324E70">
        <w:rPr>
          <w:rFonts w:ascii="Arial" w:hAnsi="Arial" w:cs="Arial"/>
          <w:b/>
        </w:rPr>
        <w:t xml:space="preserve">Zijn de materialen en het gereedschap op </w:t>
      </w:r>
      <w:r w:rsidR="00324E70" w:rsidRPr="008A54A2">
        <w:rPr>
          <w:rFonts w:ascii="Arial" w:hAnsi="Arial" w:cs="Arial"/>
          <w:b/>
        </w:rPr>
        <w:t>het dagcentrum aangepast aan uw beperkingen?</w:t>
      </w:r>
    </w:p>
    <w:p w:rsidR="00324E70" w:rsidRPr="008A54A2" w:rsidRDefault="00324E70" w:rsidP="00324E70">
      <w:pPr>
        <w:spacing w:line="144" w:lineRule="auto"/>
        <w:rPr>
          <w:rFonts w:ascii="Arial" w:hAnsi="Arial" w:cs="Arial"/>
          <w:i/>
        </w:rPr>
      </w:pPr>
    </w:p>
    <w:tbl>
      <w:tblPr>
        <w:tblW w:w="8474" w:type="dxa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077"/>
      </w:tblGrid>
      <w:tr w:rsidR="00324E70" w:rsidRPr="008A54A2" w:rsidTr="006436D5">
        <w:tc>
          <w:tcPr>
            <w:tcW w:w="397" w:type="dxa"/>
            <w:vAlign w:val="center"/>
          </w:tcPr>
          <w:p w:rsidR="00324E70" w:rsidRPr="008A54A2" w:rsidRDefault="0081580E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2956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3335" r="11430" b="13970"/>
                      <wp:wrapNone/>
                      <wp:docPr id="289" name="Text Box 34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324E70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324E70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27" o:spid="_x0000_s1085" type="#_x0000_t202" style="position:absolute;margin-left:0;margin-top:2pt;width:11.35pt;height:11.35pt;z-index:25162956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PL8m1CQCAABN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BE61F9" w:rsidRDefault="00BE61F9" w:rsidP="00324E70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324E70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324E70" w:rsidRPr="008A54A2" w:rsidRDefault="00324E70" w:rsidP="00AD402E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 xml:space="preserve">n.v.t., aanpassingen zijn niet nodig </w:t>
            </w:r>
          </w:p>
        </w:tc>
      </w:tr>
      <w:tr w:rsidR="00324E70" w:rsidRPr="008A54A2" w:rsidTr="006436D5">
        <w:tc>
          <w:tcPr>
            <w:tcW w:w="397" w:type="dxa"/>
            <w:vAlign w:val="center"/>
          </w:tcPr>
          <w:p w:rsidR="00324E70" w:rsidRPr="008A54A2" w:rsidRDefault="0081580E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2547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3970" r="11430" b="13335"/>
                      <wp:wrapNone/>
                      <wp:docPr id="288" name="Text Box 34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324E70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324E70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23" o:spid="_x0000_s1086" type="#_x0000_t202" style="position:absolute;margin-left:0;margin-top:2pt;width:11.35pt;height:11.35pt;z-index:25162547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CYRVAk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BE61F9" w:rsidRDefault="00BE61F9" w:rsidP="00324E70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324E70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324E70" w:rsidRPr="008A54A2" w:rsidRDefault="00324E70" w:rsidP="00AD402E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nee, helemaal niet</w:t>
            </w:r>
          </w:p>
        </w:tc>
      </w:tr>
      <w:tr w:rsidR="00324E70" w:rsidRPr="008A54A2" w:rsidTr="006436D5">
        <w:tc>
          <w:tcPr>
            <w:tcW w:w="397" w:type="dxa"/>
            <w:vAlign w:val="center"/>
          </w:tcPr>
          <w:p w:rsidR="00324E70" w:rsidRPr="008A54A2" w:rsidRDefault="0081580E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2649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5080" r="11430" b="12700"/>
                      <wp:wrapNone/>
                      <wp:docPr id="287" name="Text Box 34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324E70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324E70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24" o:spid="_x0000_s1087" type="#_x0000_t202" style="position:absolute;margin-left:0;margin-top:2pt;width:11.35pt;height:11.35pt;z-index:25162649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x97nRCQCAABN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BE61F9" w:rsidRDefault="00BE61F9" w:rsidP="00324E70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324E70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324E70" w:rsidRPr="008A54A2" w:rsidRDefault="00324E70" w:rsidP="00AD402E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een beetje</w:t>
            </w:r>
          </w:p>
        </w:tc>
      </w:tr>
      <w:tr w:rsidR="00324E70" w:rsidRPr="008A54A2" w:rsidTr="006436D5">
        <w:tc>
          <w:tcPr>
            <w:tcW w:w="397" w:type="dxa"/>
            <w:vAlign w:val="center"/>
          </w:tcPr>
          <w:p w:rsidR="00324E70" w:rsidRPr="008A54A2" w:rsidRDefault="0081580E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2752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5715" r="11430" b="12065"/>
                      <wp:wrapNone/>
                      <wp:docPr id="286" name="Text Box 34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324E70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324E70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25" o:spid="_x0000_s1088" type="#_x0000_t202" style="position:absolute;margin-left:0;margin-top:2pt;width:11.35pt;height:11.35pt;z-index:25162752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AD3ReX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BE61F9" w:rsidRDefault="00BE61F9" w:rsidP="00324E70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324E70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324E70" w:rsidRPr="008A54A2" w:rsidRDefault="00324E70" w:rsidP="00AD402E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grotendeels</w:t>
            </w:r>
          </w:p>
        </w:tc>
      </w:tr>
      <w:tr w:rsidR="00324E70" w:rsidRPr="008A54A2" w:rsidTr="006436D5">
        <w:tc>
          <w:tcPr>
            <w:tcW w:w="397" w:type="dxa"/>
            <w:vAlign w:val="center"/>
          </w:tcPr>
          <w:p w:rsidR="00324E70" w:rsidRPr="008A54A2" w:rsidRDefault="0081580E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2854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6985" r="11430" b="10795"/>
                      <wp:wrapNone/>
                      <wp:docPr id="285" name="Text Box 34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324E70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324E70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26" o:spid="_x0000_s1089" type="#_x0000_t202" style="position:absolute;margin-left:0;margin-top:2pt;width:11.35pt;height:11.35pt;z-index:25162854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CDE6y1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BE61F9" w:rsidRDefault="00BE61F9" w:rsidP="00324E70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324E70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324E70" w:rsidRPr="008A54A2" w:rsidRDefault="00324E70" w:rsidP="00AD402E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ja, helemaal</w:t>
            </w:r>
          </w:p>
        </w:tc>
      </w:tr>
    </w:tbl>
    <w:p w:rsidR="00537F3F" w:rsidRPr="008A54A2" w:rsidRDefault="00537F3F" w:rsidP="008F5679">
      <w:pPr>
        <w:spacing w:line="276" w:lineRule="auto"/>
        <w:rPr>
          <w:rFonts w:ascii="Arial" w:hAnsi="Arial" w:cs="Arial"/>
          <w:b/>
        </w:rPr>
      </w:pPr>
    </w:p>
    <w:p w:rsidR="009B6BC1" w:rsidRPr="008A54A2" w:rsidRDefault="009B6BC1" w:rsidP="008F5679">
      <w:pPr>
        <w:spacing w:line="276" w:lineRule="auto"/>
        <w:rPr>
          <w:rFonts w:ascii="Arial" w:hAnsi="Arial" w:cs="Arial"/>
          <w:b/>
        </w:rPr>
      </w:pPr>
    </w:p>
    <w:p w:rsidR="00413A90" w:rsidRPr="008A54A2" w:rsidRDefault="00BC0C9C" w:rsidP="00E1745C">
      <w:pPr>
        <w:spacing w:line="276" w:lineRule="auto"/>
        <w:ind w:left="360" w:hanging="360"/>
        <w:rPr>
          <w:rFonts w:ascii="Arial" w:hAnsi="Arial" w:cs="Arial"/>
          <w:b/>
        </w:rPr>
      </w:pPr>
      <w:r w:rsidRPr="008A54A2">
        <w:rPr>
          <w:rFonts w:ascii="Arial" w:hAnsi="Arial" w:cs="Arial"/>
          <w:b/>
        </w:rPr>
        <w:t>1</w:t>
      </w:r>
      <w:r w:rsidR="0087581D">
        <w:rPr>
          <w:rFonts w:ascii="Arial" w:hAnsi="Arial" w:cs="Arial"/>
          <w:b/>
        </w:rPr>
        <w:t>4</w:t>
      </w:r>
      <w:r w:rsidRPr="008A54A2">
        <w:rPr>
          <w:rFonts w:ascii="Arial" w:hAnsi="Arial" w:cs="Arial"/>
          <w:b/>
        </w:rPr>
        <w:t>.</w:t>
      </w:r>
      <w:r w:rsidR="00135D35" w:rsidRPr="008A54A2">
        <w:rPr>
          <w:rFonts w:ascii="Arial" w:hAnsi="Arial" w:cs="Arial"/>
          <w:b/>
        </w:rPr>
        <w:tab/>
      </w:r>
      <w:r w:rsidR="00054162" w:rsidRPr="008A54A2">
        <w:rPr>
          <w:rFonts w:ascii="Arial" w:hAnsi="Arial" w:cs="Arial"/>
          <w:b/>
        </w:rPr>
        <w:t>Voelt u</w:t>
      </w:r>
      <w:r w:rsidR="00F8468B" w:rsidRPr="008A54A2">
        <w:rPr>
          <w:rFonts w:ascii="Arial" w:hAnsi="Arial" w:cs="Arial"/>
          <w:b/>
        </w:rPr>
        <w:t xml:space="preserve"> zich </w:t>
      </w:r>
      <w:r w:rsidR="00324E70">
        <w:rPr>
          <w:rFonts w:ascii="Arial" w:hAnsi="Arial" w:cs="Arial"/>
          <w:b/>
        </w:rPr>
        <w:t xml:space="preserve">prettig </w:t>
      </w:r>
      <w:r w:rsidR="00F8468B" w:rsidRPr="008A54A2">
        <w:rPr>
          <w:rFonts w:ascii="Arial" w:hAnsi="Arial" w:cs="Arial"/>
          <w:b/>
        </w:rPr>
        <w:t>op het dagcentrum</w:t>
      </w:r>
      <w:r w:rsidR="00B352BD" w:rsidRPr="008A54A2">
        <w:rPr>
          <w:rFonts w:ascii="Arial" w:hAnsi="Arial" w:cs="Arial"/>
          <w:b/>
        </w:rPr>
        <w:t>?</w:t>
      </w:r>
    </w:p>
    <w:p w:rsidR="00135D35" w:rsidRPr="008A54A2" w:rsidRDefault="00135D35" w:rsidP="00135D35">
      <w:pPr>
        <w:spacing w:line="144" w:lineRule="auto"/>
        <w:rPr>
          <w:rFonts w:ascii="Arial" w:hAnsi="Arial" w:cs="Arial"/>
          <w:i/>
        </w:rPr>
      </w:pPr>
    </w:p>
    <w:tbl>
      <w:tblPr>
        <w:tblW w:w="0" w:type="auto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077"/>
      </w:tblGrid>
      <w:tr w:rsidR="00135D35" w:rsidRPr="008A54A2" w:rsidTr="006436D5">
        <w:tc>
          <w:tcPr>
            <w:tcW w:w="397" w:type="dxa"/>
            <w:vAlign w:val="center"/>
          </w:tcPr>
          <w:p w:rsidR="00135D35" w:rsidRPr="008A54A2" w:rsidRDefault="0081580E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0259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0795" r="11430" b="6985"/>
                      <wp:wrapNone/>
                      <wp:docPr id="284" name="Text Box 30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051" o:spid="_x0000_s1090" type="#_x0000_t202" style="position:absolute;margin-left:0;margin-top:2pt;width:11.35pt;height:11.35pt;z-index:25150259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" strokeweight=".5pt">
                      <v:textbox inset="0,0,0,0">
                        <w:txbxContent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35D35" w:rsidRPr="008A54A2" w:rsidRDefault="00135D35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nooit</w:t>
            </w:r>
          </w:p>
        </w:tc>
      </w:tr>
      <w:tr w:rsidR="00135D35" w:rsidRPr="008A54A2" w:rsidTr="006436D5">
        <w:tc>
          <w:tcPr>
            <w:tcW w:w="397" w:type="dxa"/>
            <w:vAlign w:val="center"/>
          </w:tcPr>
          <w:p w:rsidR="00135D35" w:rsidRPr="008A54A2" w:rsidRDefault="0081580E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0361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1430" r="11430" b="6350"/>
                      <wp:wrapNone/>
                      <wp:docPr id="283" name="Text Box 30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052" o:spid="_x0000_s1091" type="#_x0000_t202" style="position:absolute;margin-left:0;margin-top:2pt;width:11.35pt;height:11.35pt;z-index:25150361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8/LF6yQCAABN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35D35" w:rsidRPr="008A54A2" w:rsidRDefault="00135D35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soms</w:t>
            </w:r>
          </w:p>
        </w:tc>
      </w:tr>
      <w:tr w:rsidR="00135D35" w:rsidRPr="008A54A2" w:rsidTr="006436D5">
        <w:tc>
          <w:tcPr>
            <w:tcW w:w="397" w:type="dxa"/>
            <w:vAlign w:val="center"/>
          </w:tcPr>
          <w:p w:rsidR="00135D35" w:rsidRPr="008A54A2" w:rsidRDefault="0081580E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0464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2065" r="11430" b="5715"/>
                      <wp:wrapNone/>
                      <wp:docPr id="282" name="Text Box 30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053" o:spid="_x0000_s1092" type="#_x0000_t202" style="position:absolute;margin-left:0;margin-top:2pt;width:11.35pt;height:11.35pt;z-index:2515046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A38TU4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35D35" w:rsidRPr="008A54A2" w:rsidRDefault="00135D35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meestal</w:t>
            </w:r>
          </w:p>
        </w:tc>
      </w:tr>
      <w:tr w:rsidR="00135D35" w:rsidRPr="008A54A2" w:rsidTr="006436D5">
        <w:tc>
          <w:tcPr>
            <w:tcW w:w="397" w:type="dxa"/>
            <w:vAlign w:val="center"/>
          </w:tcPr>
          <w:p w:rsidR="00135D35" w:rsidRPr="008A54A2" w:rsidRDefault="0081580E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0566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2700" r="11430" b="5080"/>
                      <wp:wrapNone/>
                      <wp:docPr id="281" name="Text Box 30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054" o:spid="_x0000_s1093" type="#_x0000_t202" style="position:absolute;margin-left:0;margin-top:2pt;width:11.35pt;height:11.35pt;z-index:25150566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Am79PYiAgAATQ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35D35" w:rsidRPr="008A54A2" w:rsidRDefault="00135D35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altijd</w:t>
            </w:r>
          </w:p>
        </w:tc>
      </w:tr>
    </w:tbl>
    <w:p w:rsidR="003F1A6D" w:rsidRDefault="003F1A6D" w:rsidP="00E1745C">
      <w:pPr>
        <w:spacing w:line="276" w:lineRule="auto"/>
        <w:ind w:left="360" w:hanging="360"/>
        <w:rPr>
          <w:rFonts w:ascii="Arial" w:hAnsi="Arial" w:cs="Arial"/>
          <w:b/>
        </w:rPr>
      </w:pPr>
    </w:p>
    <w:p w:rsidR="003F1A6D" w:rsidRDefault="003F1A6D" w:rsidP="00E1745C">
      <w:pPr>
        <w:spacing w:line="276" w:lineRule="auto"/>
        <w:ind w:left="360" w:hanging="360"/>
        <w:rPr>
          <w:rFonts w:ascii="Arial" w:hAnsi="Arial" w:cs="Arial"/>
          <w:b/>
        </w:rPr>
      </w:pPr>
    </w:p>
    <w:p w:rsidR="00F8468B" w:rsidRPr="008A54A2" w:rsidRDefault="00F8468B" w:rsidP="00E1745C">
      <w:pPr>
        <w:spacing w:line="276" w:lineRule="auto"/>
        <w:ind w:left="360" w:hanging="360"/>
        <w:rPr>
          <w:rFonts w:ascii="Arial" w:hAnsi="Arial" w:cs="Arial"/>
          <w:b/>
        </w:rPr>
      </w:pPr>
      <w:r w:rsidRPr="008A54A2">
        <w:rPr>
          <w:rFonts w:ascii="Arial" w:hAnsi="Arial" w:cs="Arial"/>
          <w:b/>
        </w:rPr>
        <w:t>1</w:t>
      </w:r>
      <w:r w:rsidR="0087581D">
        <w:rPr>
          <w:rFonts w:ascii="Arial" w:hAnsi="Arial" w:cs="Arial"/>
          <w:b/>
        </w:rPr>
        <w:t>5</w:t>
      </w:r>
      <w:r w:rsidRPr="008A54A2">
        <w:rPr>
          <w:rFonts w:ascii="Arial" w:hAnsi="Arial" w:cs="Arial"/>
          <w:b/>
        </w:rPr>
        <w:t>.</w:t>
      </w:r>
      <w:r w:rsidR="00135D35" w:rsidRPr="008A54A2">
        <w:rPr>
          <w:rFonts w:ascii="Arial" w:hAnsi="Arial" w:cs="Arial"/>
          <w:b/>
        </w:rPr>
        <w:tab/>
      </w:r>
      <w:r w:rsidRPr="008A54A2">
        <w:rPr>
          <w:rFonts w:ascii="Arial" w:hAnsi="Arial" w:cs="Arial"/>
          <w:b/>
        </w:rPr>
        <w:t xml:space="preserve">Bent u bang voor een andere </w:t>
      </w:r>
      <w:r w:rsidR="009D4305" w:rsidRPr="008A54A2">
        <w:rPr>
          <w:rFonts w:ascii="Arial" w:hAnsi="Arial" w:cs="Arial"/>
          <w:b/>
        </w:rPr>
        <w:t xml:space="preserve">deelnemer </w:t>
      </w:r>
      <w:r w:rsidRPr="008A54A2">
        <w:rPr>
          <w:rFonts w:ascii="Arial" w:hAnsi="Arial" w:cs="Arial"/>
          <w:b/>
        </w:rPr>
        <w:t>op het dagcentrum?</w:t>
      </w:r>
    </w:p>
    <w:p w:rsidR="00135D35" w:rsidRPr="008A54A2" w:rsidRDefault="00135D35" w:rsidP="00135D35">
      <w:pPr>
        <w:spacing w:line="144" w:lineRule="auto"/>
        <w:rPr>
          <w:rFonts w:ascii="Arial" w:hAnsi="Arial" w:cs="Arial"/>
          <w:i/>
        </w:rPr>
      </w:pPr>
    </w:p>
    <w:tbl>
      <w:tblPr>
        <w:tblW w:w="0" w:type="auto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077"/>
      </w:tblGrid>
      <w:tr w:rsidR="00135D35" w:rsidRPr="008A54A2" w:rsidTr="006436D5">
        <w:tc>
          <w:tcPr>
            <w:tcW w:w="397" w:type="dxa"/>
            <w:vAlign w:val="center"/>
          </w:tcPr>
          <w:p w:rsidR="00135D35" w:rsidRPr="008A54A2" w:rsidRDefault="0081580E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0668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6985" r="11430" b="10795"/>
                      <wp:wrapNone/>
                      <wp:docPr id="280" name="Text Box 30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055" o:spid="_x0000_s1094" type="#_x0000_t202" style="position:absolute;margin-left:0;margin-top:2pt;width:11.35pt;height:11.35pt;z-index:25150668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DF3fL/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35D35" w:rsidRPr="008A54A2" w:rsidRDefault="00135D35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nooit</w:t>
            </w:r>
          </w:p>
        </w:tc>
      </w:tr>
      <w:tr w:rsidR="00135D35" w:rsidRPr="008A54A2" w:rsidTr="006436D5">
        <w:tc>
          <w:tcPr>
            <w:tcW w:w="397" w:type="dxa"/>
            <w:vAlign w:val="center"/>
          </w:tcPr>
          <w:p w:rsidR="00135D35" w:rsidRPr="008A54A2" w:rsidRDefault="0081580E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0771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8255" r="11430" b="9525"/>
                      <wp:wrapNone/>
                      <wp:docPr id="279" name="Text Box 30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056" o:spid="_x0000_s1095" type="#_x0000_t202" style="position:absolute;margin-left:0;margin-top:2pt;width:11.35pt;height:11.35pt;z-index:25150771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Cc3GH+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35D35" w:rsidRPr="008A54A2" w:rsidRDefault="00135D35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soms</w:t>
            </w:r>
          </w:p>
        </w:tc>
      </w:tr>
      <w:tr w:rsidR="00135D35" w:rsidRPr="008A54A2" w:rsidTr="006436D5">
        <w:tc>
          <w:tcPr>
            <w:tcW w:w="397" w:type="dxa"/>
            <w:vAlign w:val="center"/>
          </w:tcPr>
          <w:p w:rsidR="00135D35" w:rsidRPr="008A54A2" w:rsidRDefault="0081580E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0873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8890" r="11430" b="8890"/>
                      <wp:wrapNone/>
                      <wp:docPr id="278" name="Text Box 30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057" o:spid="_x0000_s1096" type="#_x0000_t202" style="position:absolute;margin-left:0;margin-top:2pt;width:11.35pt;height:11.35pt;z-index:25150873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WN+RLSQCAABN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35D35" w:rsidRPr="008A54A2" w:rsidRDefault="00135D35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meestal</w:t>
            </w:r>
          </w:p>
        </w:tc>
      </w:tr>
      <w:tr w:rsidR="00135D35" w:rsidRPr="008A54A2" w:rsidTr="006436D5">
        <w:tc>
          <w:tcPr>
            <w:tcW w:w="397" w:type="dxa"/>
            <w:vAlign w:val="center"/>
          </w:tcPr>
          <w:p w:rsidR="00135D35" w:rsidRPr="008A54A2" w:rsidRDefault="0081580E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0976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9525" r="11430" b="8255"/>
                      <wp:wrapNone/>
                      <wp:docPr id="277" name="Text Box 30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058" o:spid="_x0000_s1097" type="#_x0000_t202" style="position:absolute;margin-left:0;margin-top:2pt;width:11.35pt;height:11.35pt;z-index:25150976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B0jPkf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35D35" w:rsidRPr="008A54A2" w:rsidRDefault="00135D35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altijd</w:t>
            </w:r>
          </w:p>
        </w:tc>
      </w:tr>
    </w:tbl>
    <w:p w:rsidR="00135D35" w:rsidRPr="008A54A2" w:rsidRDefault="00135D35" w:rsidP="00135D35">
      <w:pPr>
        <w:spacing w:line="276" w:lineRule="auto"/>
        <w:rPr>
          <w:rFonts w:ascii="Arial" w:hAnsi="Arial" w:cs="Arial"/>
          <w:b/>
        </w:rPr>
      </w:pPr>
    </w:p>
    <w:p w:rsidR="0087581D" w:rsidRDefault="0087581D" w:rsidP="00E1745C">
      <w:pPr>
        <w:spacing w:line="276" w:lineRule="auto"/>
        <w:ind w:left="360" w:hanging="360"/>
        <w:rPr>
          <w:rFonts w:ascii="Arial" w:hAnsi="Arial" w:cs="Arial"/>
          <w:b/>
        </w:rPr>
      </w:pPr>
    </w:p>
    <w:p w:rsidR="00BC0C9C" w:rsidRPr="008A54A2" w:rsidRDefault="00324E70" w:rsidP="00E1745C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1</w:t>
      </w:r>
      <w:r w:rsidR="0087581D">
        <w:rPr>
          <w:rFonts w:ascii="Arial" w:hAnsi="Arial" w:cs="Arial"/>
          <w:b/>
        </w:rPr>
        <w:t>6</w:t>
      </w:r>
      <w:r w:rsidR="00BC0C9C" w:rsidRPr="008A54A2">
        <w:rPr>
          <w:rFonts w:ascii="Arial" w:hAnsi="Arial" w:cs="Arial"/>
          <w:b/>
        </w:rPr>
        <w:t>.</w:t>
      </w:r>
      <w:r w:rsidR="00135D35" w:rsidRPr="008A54A2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>Grijpen de b</w:t>
      </w:r>
      <w:r w:rsidR="00BC0C9C" w:rsidRPr="008A54A2">
        <w:rPr>
          <w:rFonts w:ascii="Arial" w:hAnsi="Arial" w:cs="Arial"/>
          <w:b/>
        </w:rPr>
        <w:t xml:space="preserve">egeleiders </w:t>
      </w:r>
      <w:r>
        <w:rPr>
          <w:rFonts w:ascii="Arial" w:hAnsi="Arial" w:cs="Arial"/>
          <w:b/>
        </w:rPr>
        <w:t xml:space="preserve">in bij zaken </w:t>
      </w:r>
      <w:r w:rsidR="00BC0C9C" w:rsidRPr="008A54A2">
        <w:rPr>
          <w:rFonts w:ascii="Arial" w:hAnsi="Arial" w:cs="Arial"/>
          <w:b/>
        </w:rPr>
        <w:t>zoals pesten, slaan, bedreigingen of lastig vallen?</w:t>
      </w:r>
    </w:p>
    <w:p w:rsidR="00135D35" w:rsidRPr="008A54A2" w:rsidRDefault="00135D35" w:rsidP="00135D35">
      <w:pPr>
        <w:spacing w:line="144" w:lineRule="auto"/>
        <w:rPr>
          <w:rFonts w:ascii="Arial" w:hAnsi="Arial" w:cs="Arial"/>
          <w:i/>
        </w:rPr>
      </w:pPr>
    </w:p>
    <w:tbl>
      <w:tblPr>
        <w:tblW w:w="0" w:type="auto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077"/>
      </w:tblGrid>
      <w:tr w:rsidR="00324E70" w:rsidRPr="008A54A2" w:rsidTr="006436D5">
        <w:tc>
          <w:tcPr>
            <w:tcW w:w="397" w:type="dxa"/>
            <w:vAlign w:val="center"/>
          </w:tcPr>
          <w:p w:rsidR="00324E70" w:rsidRPr="00CA40A9" w:rsidRDefault="0081580E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3059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7620" r="11430" b="10160"/>
                      <wp:wrapNone/>
                      <wp:docPr id="276" name="Text Box 34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AD402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AD402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29" o:spid="_x0000_s1098" type="#_x0000_t202" style="position:absolute;margin-left:0;margin-top:2pt;width:11.35pt;height:11.35pt;z-index:25163059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" strokeweight=".5pt">
                      <v:textbox inset="0,0,0,0">
                        <w:txbxContent>
                          <w:p w:rsidR="00BE61F9" w:rsidRDefault="00BE61F9" w:rsidP="00AD402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AD402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324E70" w:rsidRPr="00CA40A9" w:rsidRDefault="00324E70" w:rsidP="00AD402E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n.v.t., dergelijke zaken komen niet voor op het dagcentrum</w:t>
            </w:r>
          </w:p>
        </w:tc>
      </w:tr>
      <w:tr w:rsidR="00135D35" w:rsidRPr="008A54A2" w:rsidTr="006436D5">
        <w:tc>
          <w:tcPr>
            <w:tcW w:w="397" w:type="dxa"/>
            <w:vAlign w:val="center"/>
          </w:tcPr>
          <w:p w:rsidR="00135D35" w:rsidRPr="008A54A2" w:rsidRDefault="0081580E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1078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8255" r="11430" b="9525"/>
                      <wp:wrapNone/>
                      <wp:docPr id="275" name="Text Box 30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063" o:spid="_x0000_s1099" type="#_x0000_t202" style="position:absolute;margin-left:0;margin-top:2pt;width:11.35pt;height:11.35pt;z-index:25151078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AAVJVi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35D35" w:rsidRPr="008A54A2" w:rsidRDefault="00135D35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nooit</w:t>
            </w:r>
          </w:p>
        </w:tc>
      </w:tr>
      <w:tr w:rsidR="00135D35" w:rsidRPr="008A54A2" w:rsidTr="006436D5">
        <w:tc>
          <w:tcPr>
            <w:tcW w:w="397" w:type="dxa"/>
            <w:vAlign w:val="center"/>
          </w:tcPr>
          <w:p w:rsidR="00135D35" w:rsidRPr="008A54A2" w:rsidRDefault="0081580E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1180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8890" r="11430" b="8890"/>
                      <wp:wrapNone/>
                      <wp:docPr id="274" name="Text Box 30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064" o:spid="_x0000_s1100" type="#_x0000_t202" style="position:absolute;margin-left:0;margin-top:2pt;width:11.35pt;height:11.35pt;z-index:25151180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myA8gSQCAABN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35D35" w:rsidRPr="008A54A2" w:rsidRDefault="00135D35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soms</w:t>
            </w:r>
          </w:p>
        </w:tc>
      </w:tr>
      <w:tr w:rsidR="00135D35" w:rsidRPr="008A54A2" w:rsidTr="006436D5">
        <w:tc>
          <w:tcPr>
            <w:tcW w:w="397" w:type="dxa"/>
            <w:vAlign w:val="center"/>
          </w:tcPr>
          <w:p w:rsidR="00135D35" w:rsidRPr="008A54A2" w:rsidRDefault="0081580E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1283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0160" r="11430" b="7620"/>
                      <wp:wrapNone/>
                      <wp:docPr id="273" name="Text Box 30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065" o:spid="_x0000_s1101" type="#_x0000_t202" style="position:absolute;margin-left:0;margin-top:2pt;width:11.35pt;height:11.35pt;z-index:25151283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AAyeIn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35D35" w:rsidRPr="008A54A2" w:rsidRDefault="00135D35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meestal</w:t>
            </w:r>
          </w:p>
        </w:tc>
      </w:tr>
      <w:tr w:rsidR="00135D35" w:rsidRPr="008A54A2" w:rsidTr="006436D5">
        <w:tc>
          <w:tcPr>
            <w:tcW w:w="397" w:type="dxa"/>
            <w:vAlign w:val="center"/>
          </w:tcPr>
          <w:p w:rsidR="00135D35" w:rsidRPr="008A54A2" w:rsidRDefault="0081580E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1385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0795" r="11430" b="6985"/>
                      <wp:wrapNone/>
                      <wp:docPr id="272" name="Text Box 30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066" o:spid="_x0000_s1102" type="#_x0000_t202" style="position:absolute;margin-left:0;margin-top:2pt;width:11.35pt;height:11.35pt;z-index:25151385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OG1mpCQCAABN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35D35" w:rsidRPr="008A54A2" w:rsidRDefault="00135D35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altijd</w:t>
            </w:r>
          </w:p>
        </w:tc>
      </w:tr>
    </w:tbl>
    <w:p w:rsidR="00135D35" w:rsidRPr="008A54A2" w:rsidRDefault="00135D35" w:rsidP="00135D35">
      <w:pPr>
        <w:spacing w:line="276" w:lineRule="auto"/>
        <w:rPr>
          <w:rFonts w:ascii="Arial" w:hAnsi="Arial" w:cs="Arial"/>
          <w:b/>
        </w:rPr>
      </w:pPr>
    </w:p>
    <w:p w:rsidR="00DB288D" w:rsidRPr="008A54A2" w:rsidRDefault="00DB288D" w:rsidP="00135D35">
      <w:pPr>
        <w:spacing w:line="276" w:lineRule="auto"/>
        <w:rPr>
          <w:rFonts w:ascii="Arial" w:hAnsi="Arial" w:cs="Arial"/>
          <w:b/>
        </w:rPr>
      </w:pPr>
    </w:p>
    <w:p w:rsidR="00054162" w:rsidRPr="00EF3E58" w:rsidRDefault="00933C06" w:rsidP="00271EB1">
      <w:pPr>
        <w:spacing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  <w:r w:rsidR="00324E70">
        <w:rPr>
          <w:rFonts w:ascii="Arial" w:hAnsi="Arial" w:cs="Arial"/>
          <w:b/>
          <w:sz w:val="24"/>
          <w:szCs w:val="24"/>
        </w:rPr>
        <w:lastRenderedPageBreak/>
        <w:t>V</w:t>
      </w:r>
      <w:r w:rsidR="00BC0C9C" w:rsidRPr="00EF3E58">
        <w:rPr>
          <w:rFonts w:ascii="Arial" w:hAnsi="Arial" w:cs="Arial"/>
          <w:b/>
          <w:sz w:val="24"/>
          <w:szCs w:val="24"/>
        </w:rPr>
        <w:t>erzorging en hulpmiddelen</w:t>
      </w:r>
    </w:p>
    <w:p w:rsidR="00CF4DF0" w:rsidRPr="008A54A2" w:rsidRDefault="00CF4DF0" w:rsidP="00271EB1">
      <w:pPr>
        <w:spacing w:line="276" w:lineRule="auto"/>
        <w:rPr>
          <w:rFonts w:ascii="Arial" w:hAnsi="Arial" w:cs="Arial"/>
        </w:rPr>
      </w:pPr>
    </w:p>
    <w:p w:rsidR="000A6FE3" w:rsidRPr="008A54A2" w:rsidRDefault="000A6FE3" w:rsidP="00271EB1">
      <w:pPr>
        <w:spacing w:line="276" w:lineRule="auto"/>
        <w:rPr>
          <w:rFonts w:ascii="Arial" w:hAnsi="Arial" w:cs="Arial"/>
        </w:rPr>
      </w:pPr>
      <w:r w:rsidRPr="008A54A2">
        <w:rPr>
          <w:rFonts w:ascii="Arial" w:hAnsi="Arial" w:cs="Arial"/>
        </w:rPr>
        <w:t>Nu komen er enkele vragen over de hulp bij de persoonlijke verzorging</w:t>
      </w:r>
      <w:r w:rsidR="00BC0C9C" w:rsidRPr="008A54A2">
        <w:rPr>
          <w:rFonts w:ascii="Arial" w:hAnsi="Arial" w:cs="Arial"/>
        </w:rPr>
        <w:t xml:space="preserve"> en het gebruik van hulpmiddelen</w:t>
      </w:r>
      <w:r w:rsidR="00D043D5">
        <w:rPr>
          <w:rFonts w:ascii="Arial" w:hAnsi="Arial" w:cs="Arial"/>
        </w:rPr>
        <w:t xml:space="preserve"> op het dagcentrum</w:t>
      </w:r>
      <w:r w:rsidRPr="008A54A2">
        <w:rPr>
          <w:rFonts w:ascii="Arial" w:hAnsi="Arial" w:cs="Arial"/>
        </w:rPr>
        <w:t xml:space="preserve">. Het gaat hierbij om de </w:t>
      </w:r>
      <w:r w:rsidRPr="008A54A2">
        <w:rPr>
          <w:rFonts w:ascii="Arial" w:hAnsi="Arial" w:cs="Arial"/>
          <w:u w:val="single"/>
        </w:rPr>
        <w:t>afgelopen 12 maanden.</w:t>
      </w:r>
      <w:r w:rsidRPr="008A54A2">
        <w:rPr>
          <w:rFonts w:ascii="Arial" w:hAnsi="Arial" w:cs="Arial"/>
        </w:rPr>
        <w:t xml:space="preserve"> </w:t>
      </w:r>
    </w:p>
    <w:p w:rsidR="009D4305" w:rsidRPr="008A54A2" w:rsidRDefault="009D4305" w:rsidP="00271EB1">
      <w:pPr>
        <w:spacing w:line="276" w:lineRule="auto"/>
        <w:rPr>
          <w:rFonts w:ascii="Arial" w:hAnsi="Arial" w:cs="Arial"/>
          <w:b/>
        </w:rPr>
      </w:pPr>
    </w:p>
    <w:p w:rsidR="005B2559" w:rsidRPr="008A54A2" w:rsidRDefault="003F1A6D" w:rsidP="00E1745C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1</w:t>
      </w:r>
      <w:r w:rsidR="0087581D">
        <w:rPr>
          <w:rFonts w:ascii="Arial" w:hAnsi="Arial" w:cs="Arial"/>
          <w:b/>
        </w:rPr>
        <w:t>7</w:t>
      </w:r>
      <w:r w:rsidR="00BC0C9C" w:rsidRPr="008A54A2">
        <w:rPr>
          <w:rFonts w:ascii="Arial" w:hAnsi="Arial" w:cs="Arial"/>
          <w:b/>
        </w:rPr>
        <w:t>.</w:t>
      </w:r>
      <w:r w:rsidR="00135D35" w:rsidRPr="008A54A2">
        <w:rPr>
          <w:rFonts w:ascii="Arial" w:hAnsi="Arial" w:cs="Arial"/>
          <w:b/>
        </w:rPr>
        <w:tab/>
      </w:r>
      <w:r w:rsidR="005B2559" w:rsidRPr="008A54A2">
        <w:rPr>
          <w:rFonts w:ascii="Arial" w:hAnsi="Arial" w:cs="Arial"/>
          <w:b/>
        </w:rPr>
        <w:t xml:space="preserve">Helpen de begeleiders </w:t>
      </w:r>
      <w:r w:rsidR="00F8468B" w:rsidRPr="008A54A2">
        <w:rPr>
          <w:rFonts w:ascii="Arial" w:hAnsi="Arial" w:cs="Arial"/>
          <w:b/>
        </w:rPr>
        <w:t xml:space="preserve">op het dagcentrum </w:t>
      </w:r>
      <w:r w:rsidR="005B2559" w:rsidRPr="008A54A2">
        <w:rPr>
          <w:rFonts w:ascii="Arial" w:hAnsi="Arial" w:cs="Arial"/>
          <w:b/>
        </w:rPr>
        <w:t xml:space="preserve">u </w:t>
      </w:r>
      <w:r w:rsidR="005B2559" w:rsidRPr="00BD34E8">
        <w:rPr>
          <w:rFonts w:ascii="Arial" w:hAnsi="Arial" w:cs="Arial"/>
          <w:b/>
        </w:rPr>
        <w:t>voldoende</w:t>
      </w:r>
      <w:r w:rsidR="005B2559" w:rsidRPr="008A54A2">
        <w:rPr>
          <w:rFonts w:ascii="Arial" w:hAnsi="Arial" w:cs="Arial"/>
          <w:b/>
        </w:rPr>
        <w:t xml:space="preserve"> bij </w:t>
      </w:r>
      <w:r w:rsidR="009B6BC1" w:rsidRPr="008A54A2">
        <w:rPr>
          <w:rFonts w:ascii="Arial" w:hAnsi="Arial" w:cs="Arial"/>
          <w:b/>
        </w:rPr>
        <w:t xml:space="preserve">de </w:t>
      </w:r>
      <w:r w:rsidR="005B2559" w:rsidRPr="008A54A2">
        <w:rPr>
          <w:rFonts w:ascii="Arial" w:hAnsi="Arial" w:cs="Arial"/>
          <w:b/>
        </w:rPr>
        <w:t>persoonlijke verzorging?</w:t>
      </w:r>
      <w:r w:rsidR="00BC0C9C" w:rsidRPr="008A54A2">
        <w:rPr>
          <w:rFonts w:ascii="Arial" w:hAnsi="Arial" w:cs="Arial"/>
          <w:b/>
        </w:rPr>
        <w:t xml:space="preserve"> </w:t>
      </w:r>
      <w:r w:rsidR="00F8468B" w:rsidRPr="008A54A2">
        <w:rPr>
          <w:rFonts w:ascii="Arial" w:hAnsi="Arial" w:cs="Arial"/>
          <w:b/>
        </w:rPr>
        <w:t xml:space="preserve">Bijvoorbeeld bij aandoen jas, </w:t>
      </w:r>
      <w:r w:rsidR="00BC0C9C" w:rsidRPr="008A54A2">
        <w:rPr>
          <w:rFonts w:ascii="Arial" w:hAnsi="Arial" w:cs="Arial"/>
          <w:b/>
        </w:rPr>
        <w:t>eten en drinken en naar de WC gaan</w:t>
      </w:r>
      <w:r w:rsidR="009B6BC1" w:rsidRPr="008A54A2">
        <w:rPr>
          <w:rFonts w:ascii="Arial" w:hAnsi="Arial" w:cs="Arial"/>
          <w:b/>
        </w:rPr>
        <w:t>.</w:t>
      </w:r>
    </w:p>
    <w:p w:rsidR="008F5679" w:rsidRDefault="008F5679" w:rsidP="008F5679">
      <w:pPr>
        <w:spacing w:line="144" w:lineRule="auto"/>
        <w:rPr>
          <w:rFonts w:ascii="Arial" w:hAnsi="Arial" w:cs="Arial"/>
          <w:i/>
        </w:rPr>
      </w:pPr>
    </w:p>
    <w:tbl>
      <w:tblPr>
        <w:tblW w:w="8654" w:type="dxa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5186"/>
        <w:gridCol w:w="672"/>
        <w:gridCol w:w="2399"/>
      </w:tblGrid>
      <w:tr w:rsidR="00DE26D8" w:rsidRPr="00CA40A9" w:rsidTr="00DE26D8">
        <w:tc>
          <w:tcPr>
            <w:tcW w:w="397" w:type="dxa"/>
            <w:vAlign w:val="center"/>
          </w:tcPr>
          <w:p w:rsidR="00DE26D8" w:rsidRPr="00CA40A9" w:rsidRDefault="0081580E" w:rsidP="0016017D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0795" r="11430" b="6985"/>
                      <wp:wrapNone/>
                      <wp:docPr id="271" name="Text Box 36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DE26D8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DE26D8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47" o:spid="_x0000_s1103" type="#_x0000_t202" style="position:absolute;margin-left:0;margin-top:2pt;width:11.35pt;height:11.35pt;z-index:25177804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VB/s9iQCAABN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BE61F9" w:rsidRDefault="00BE61F9" w:rsidP="00DE26D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DE26D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186" w:type="dxa"/>
            <w:vAlign w:val="center"/>
          </w:tcPr>
          <w:p w:rsidR="00DE26D8" w:rsidRPr="00CA40A9" w:rsidRDefault="00DE26D8" w:rsidP="0016017D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n.v.t., geen hulp nodig / wil geen hulp bij verzorging</w:t>
            </w:r>
          </w:p>
        </w:tc>
        <w:tc>
          <w:tcPr>
            <w:tcW w:w="672" w:type="dxa"/>
            <w:vAlign w:val="center"/>
          </w:tcPr>
          <w:p w:rsidR="00DE26D8" w:rsidRPr="00CA40A9" w:rsidRDefault="0081580E" w:rsidP="0016017D">
            <w:pPr>
              <w:pStyle w:val="hokjesok"/>
              <w:numPr>
                <w:ilvl w:val="0"/>
                <w:numId w:val="0"/>
              </w:numPr>
              <w:spacing w:line="276" w:lineRule="auto"/>
              <w:ind w:left="454" w:hanging="454"/>
              <w:rPr>
                <w:rFonts w:ascii="Arial" w:hAnsi="Arial" w:cs="Arial"/>
              </w:rPr>
            </w:pPr>
            <w:r w:rsidRPr="00CA40A9">
              <w:rPr>
                <w:rFonts w:ascii="Arial" w:hAnsi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allowOverlap="1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99695</wp:posOffset>
                      </wp:positionV>
                      <wp:extent cx="349250" cy="0"/>
                      <wp:effectExtent l="10795" t="59690" r="20955" b="54610"/>
                      <wp:wrapNone/>
                      <wp:docPr id="270" name="Line 36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92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CA9CAB2" id="Line 3648" o:spid="_x0000_s1026" style="position:absolute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95pt,7.85pt" to="29.45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">
                      <v:stroke endarrow="block"/>
                    </v:line>
                  </w:pict>
                </mc:Fallback>
              </mc:AlternateContent>
            </w:r>
          </w:p>
        </w:tc>
        <w:tc>
          <w:tcPr>
            <w:tcW w:w="2399" w:type="dxa"/>
            <w:vAlign w:val="center"/>
          </w:tcPr>
          <w:p w:rsidR="00DE26D8" w:rsidRPr="00CA40A9" w:rsidRDefault="00DE26D8" w:rsidP="0016017D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ga naar vraag </w:t>
            </w:r>
            <w:r w:rsidR="0073692E">
              <w:rPr>
                <w:rFonts w:ascii="Arial" w:hAnsi="Arial" w:cs="Arial"/>
              </w:rPr>
              <w:t>20</w:t>
            </w:r>
          </w:p>
        </w:tc>
      </w:tr>
      <w:tr w:rsidR="001E581D" w:rsidRPr="008A54A2" w:rsidTr="00DE26D8">
        <w:tc>
          <w:tcPr>
            <w:tcW w:w="397" w:type="dxa"/>
            <w:vAlign w:val="center"/>
          </w:tcPr>
          <w:p w:rsidR="001E581D" w:rsidRPr="008A54A2" w:rsidRDefault="0081580E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3161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1430" r="11430" b="6350"/>
                      <wp:wrapNone/>
                      <wp:docPr id="269" name="Text Box 34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8F5679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8F5679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30" o:spid="_x0000_s1104" type="#_x0000_t202" style="position:absolute;margin-left:0;margin-top:2pt;width:11.35pt;height:11.35pt;z-index:25163161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FA3XVyQCAABN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BE61F9" w:rsidRDefault="00BE61F9" w:rsidP="008F567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8F567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257" w:type="dxa"/>
            <w:gridSpan w:val="3"/>
            <w:vAlign w:val="center"/>
          </w:tcPr>
          <w:p w:rsidR="001E581D" w:rsidRPr="008A54A2" w:rsidRDefault="001E581D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nooit</w:t>
            </w:r>
          </w:p>
        </w:tc>
      </w:tr>
      <w:tr w:rsidR="001E581D" w:rsidRPr="008A54A2" w:rsidTr="00DE26D8">
        <w:tc>
          <w:tcPr>
            <w:tcW w:w="397" w:type="dxa"/>
            <w:vAlign w:val="center"/>
          </w:tcPr>
          <w:p w:rsidR="001E581D" w:rsidRPr="008A54A2" w:rsidRDefault="0081580E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3264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2065" r="11430" b="5715"/>
                      <wp:wrapNone/>
                      <wp:docPr id="268" name="Text Box 34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8F5679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8F5679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31" o:spid="_x0000_s1105" type="#_x0000_t202" style="position:absolute;margin-left:0;margin-top:2pt;width:11.35pt;height:11.35pt;z-index:2516326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" strokeweight=".5pt">
                      <v:textbox inset="0,0,0,0">
                        <w:txbxContent>
                          <w:p w:rsidR="00BE61F9" w:rsidRDefault="00BE61F9" w:rsidP="008F567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8F567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257" w:type="dxa"/>
            <w:gridSpan w:val="3"/>
            <w:vAlign w:val="center"/>
          </w:tcPr>
          <w:p w:rsidR="001E581D" w:rsidRPr="008A54A2" w:rsidRDefault="001E581D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soms</w:t>
            </w:r>
          </w:p>
        </w:tc>
      </w:tr>
      <w:tr w:rsidR="001E581D" w:rsidRPr="008A54A2" w:rsidTr="00DE26D8">
        <w:tc>
          <w:tcPr>
            <w:tcW w:w="397" w:type="dxa"/>
            <w:vAlign w:val="center"/>
          </w:tcPr>
          <w:p w:rsidR="001E581D" w:rsidRPr="008A54A2" w:rsidRDefault="0081580E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3366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3335" r="11430" b="13970"/>
                      <wp:wrapNone/>
                      <wp:docPr id="267" name="Text Box 34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8F5679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8F5679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32" o:spid="_x0000_s1106" type="#_x0000_t202" style="position:absolute;margin-left:0;margin-top:2pt;width:11.35pt;height:11.35pt;z-index:25163366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tYsFjCQCAABN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BE61F9" w:rsidRDefault="00BE61F9" w:rsidP="008F567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8F567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257" w:type="dxa"/>
            <w:gridSpan w:val="3"/>
            <w:vAlign w:val="center"/>
          </w:tcPr>
          <w:p w:rsidR="001E581D" w:rsidRPr="008A54A2" w:rsidRDefault="001E581D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meestal</w:t>
            </w:r>
          </w:p>
        </w:tc>
      </w:tr>
      <w:tr w:rsidR="001E581D" w:rsidRPr="008A54A2" w:rsidTr="00DE26D8">
        <w:tc>
          <w:tcPr>
            <w:tcW w:w="397" w:type="dxa"/>
            <w:vAlign w:val="center"/>
          </w:tcPr>
          <w:p w:rsidR="001E581D" w:rsidRPr="008A54A2" w:rsidRDefault="0081580E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3468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3970" r="11430" b="13335"/>
                      <wp:wrapNone/>
                      <wp:docPr id="266" name="Text Box 34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8F5679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8F5679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33" o:spid="_x0000_s1107" type="#_x0000_t202" style="position:absolute;margin-left:0;margin-top:2pt;width:11.35pt;height:11.35pt;z-index:25163468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KTKzCUiAgAATA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BE61F9" w:rsidRDefault="00BE61F9" w:rsidP="008F567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8F567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257" w:type="dxa"/>
            <w:gridSpan w:val="3"/>
            <w:vAlign w:val="center"/>
          </w:tcPr>
          <w:p w:rsidR="001E581D" w:rsidRPr="008A54A2" w:rsidRDefault="001E581D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altijd</w:t>
            </w:r>
          </w:p>
        </w:tc>
      </w:tr>
    </w:tbl>
    <w:p w:rsidR="008F5679" w:rsidRDefault="008F5679" w:rsidP="008F5679">
      <w:pPr>
        <w:spacing w:line="276" w:lineRule="auto"/>
        <w:rPr>
          <w:rFonts w:ascii="Arial" w:hAnsi="Arial" w:cs="Arial"/>
          <w:b/>
        </w:rPr>
      </w:pPr>
    </w:p>
    <w:p w:rsidR="00EF3E58" w:rsidRPr="008A54A2" w:rsidRDefault="00EF3E58" w:rsidP="008F5679">
      <w:pPr>
        <w:spacing w:line="276" w:lineRule="auto"/>
        <w:rPr>
          <w:rFonts w:ascii="Arial" w:hAnsi="Arial" w:cs="Arial"/>
          <w:b/>
        </w:rPr>
      </w:pPr>
    </w:p>
    <w:p w:rsidR="00EF3E58" w:rsidRPr="008A54A2" w:rsidRDefault="003F1A6D" w:rsidP="00EF3E58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1</w:t>
      </w:r>
      <w:r w:rsidR="0087581D">
        <w:rPr>
          <w:rFonts w:ascii="Arial" w:hAnsi="Arial" w:cs="Arial"/>
          <w:b/>
        </w:rPr>
        <w:t>8</w:t>
      </w:r>
      <w:r w:rsidR="00EF3E58" w:rsidRPr="008A54A2">
        <w:rPr>
          <w:rFonts w:ascii="Arial" w:hAnsi="Arial" w:cs="Arial"/>
          <w:b/>
        </w:rPr>
        <w:t>.</w:t>
      </w:r>
      <w:r w:rsidR="00EF3E58" w:rsidRPr="008A54A2">
        <w:rPr>
          <w:rFonts w:ascii="Arial" w:hAnsi="Arial" w:cs="Arial"/>
          <w:b/>
        </w:rPr>
        <w:tab/>
      </w:r>
      <w:r w:rsidR="00EF3E58">
        <w:rPr>
          <w:rFonts w:ascii="Arial" w:hAnsi="Arial" w:cs="Arial"/>
          <w:b/>
        </w:rPr>
        <w:t xml:space="preserve">Bepaalt u zelf wanneer u geholpen wordt bij de </w:t>
      </w:r>
      <w:r w:rsidR="00EF3E58" w:rsidRPr="008A54A2">
        <w:rPr>
          <w:rFonts w:ascii="Arial" w:hAnsi="Arial" w:cs="Arial"/>
          <w:b/>
        </w:rPr>
        <w:t>persoonlijke verzorging</w:t>
      </w:r>
      <w:r w:rsidR="00EF3E58">
        <w:rPr>
          <w:rFonts w:ascii="Arial" w:hAnsi="Arial" w:cs="Arial"/>
          <w:b/>
        </w:rPr>
        <w:t xml:space="preserve"> op het dagcentrum</w:t>
      </w:r>
      <w:r w:rsidR="00EF3E58" w:rsidRPr="008A54A2">
        <w:rPr>
          <w:rFonts w:ascii="Arial" w:hAnsi="Arial" w:cs="Arial"/>
          <w:b/>
        </w:rPr>
        <w:t xml:space="preserve">? </w:t>
      </w:r>
    </w:p>
    <w:p w:rsidR="00EF3E58" w:rsidRPr="008A54A2" w:rsidRDefault="00EF3E58" w:rsidP="00EF3E58">
      <w:pPr>
        <w:spacing w:line="144" w:lineRule="auto"/>
        <w:rPr>
          <w:rFonts w:ascii="Arial" w:hAnsi="Arial" w:cs="Arial"/>
          <w:i/>
        </w:rPr>
      </w:pPr>
    </w:p>
    <w:tbl>
      <w:tblPr>
        <w:tblW w:w="0" w:type="auto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077"/>
      </w:tblGrid>
      <w:tr w:rsidR="00EF3E58" w:rsidRPr="008A54A2" w:rsidTr="006436D5">
        <w:tc>
          <w:tcPr>
            <w:tcW w:w="397" w:type="dxa"/>
            <w:vAlign w:val="center"/>
          </w:tcPr>
          <w:p w:rsidR="00EF3E58" w:rsidRPr="008A54A2" w:rsidRDefault="0081580E" w:rsidP="005872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0294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2065" r="11430" b="5715"/>
                      <wp:wrapNone/>
                      <wp:docPr id="265" name="Text Box 33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EF3E58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EF3E58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368" o:spid="_x0000_s1108" type="#_x0000_t202" style="position:absolute;margin-left:0;margin-top:2pt;width:11.35pt;height:11.35pt;z-index:25160294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B/KqrLIwIAAEw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BE61F9" w:rsidRDefault="00BE61F9" w:rsidP="00EF3E5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EF3E5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EF3E58" w:rsidRPr="008A54A2" w:rsidRDefault="00EF3E58" w:rsidP="00587208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nooit</w:t>
            </w:r>
          </w:p>
        </w:tc>
      </w:tr>
      <w:tr w:rsidR="00EF3E58" w:rsidRPr="008A54A2" w:rsidTr="006436D5">
        <w:tc>
          <w:tcPr>
            <w:tcW w:w="397" w:type="dxa"/>
            <w:vAlign w:val="center"/>
          </w:tcPr>
          <w:p w:rsidR="00EF3E58" w:rsidRPr="008A54A2" w:rsidRDefault="0081580E" w:rsidP="005872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0396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2700" r="11430" b="5080"/>
                      <wp:wrapNone/>
                      <wp:docPr id="264" name="Text Box 33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EF3E58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EF3E58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369" o:spid="_x0000_s1109" type="#_x0000_t202" style="position:absolute;margin-left:0;margin-top:2pt;width:11.35pt;height:11.35pt;z-index:25160396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BTV0IN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BE61F9" w:rsidRDefault="00BE61F9" w:rsidP="00EF3E5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EF3E5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EF3E58" w:rsidRPr="008A54A2" w:rsidRDefault="00EF3E58" w:rsidP="00587208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soms</w:t>
            </w:r>
          </w:p>
        </w:tc>
      </w:tr>
      <w:tr w:rsidR="00EF3E58" w:rsidRPr="008A54A2" w:rsidTr="006436D5">
        <w:tc>
          <w:tcPr>
            <w:tcW w:w="397" w:type="dxa"/>
            <w:vAlign w:val="center"/>
          </w:tcPr>
          <w:p w:rsidR="00EF3E58" w:rsidRPr="008A54A2" w:rsidRDefault="0081580E" w:rsidP="005872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0499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3335" r="11430" b="13970"/>
                      <wp:wrapNone/>
                      <wp:docPr id="263" name="Text Box 33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EF3E58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EF3E58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370" o:spid="_x0000_s1110" type="#_x0000_t202" style="position:absolute;margin-left:0;margin-top:2pt;width:11.35pt;height:11.35pt;z-index:25160499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oUcw6SQCAABN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BE61F9" w:rsidRDefault="00BE61F9" w:rsidP="00EF3E5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EF3E5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EF3E58" w:rsidRPr="008A54A2" w:rsidRDefault="00EF3E58" w:rsidP="00587208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meestal</w:t>
            </w:r>
          </w:p>
        </w:tc>
      </w:tr>
      <w:tr w:rsidR="00EF3E58" w:rsidRPr="008A54A2" w:rsidTr="006436D5">
        <w:tc>
          <w:tcPr>
            <w:tcW w:w="397" w:type="dxa"/>
            <w:vAlign w:val="center"/>
          </w:tcPr>
          <w:p w:rsidR="00EF3E58" w:rsidRPr="008A54A2" w:rsidRDefault="0081580E" w:rsidP="005872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0601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3970" r="11430" b="13335"/>
                      <wp:wrapNone/>
                      <wp:docPr id="262" name="Text Box 33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EF3E58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EF3E58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371" o:spid="_x0000_s1111" type="#_x0000_t202" style="position:absolute;margin-left:0;margin-top:2pt;width:11.35pt;height:11.35pt;z-index:25160601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" strokeweight=".5pt">
                      <v:textbox inset="0,0,0,0">
                        <w:txbxContent>
                          <w:p w:rsidR="00BE61F9" w:rsidRDefault="00BE61F9" w:rsidP="00EF3E5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EF3E5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EF3E58" w:rsidRPr="008A54A2" w:rsidRDefault="00EF3E58" w:rsidP="00587208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altijd</w:t>
            </w:r>
          </w:p>
        </w:tc>
      </w:tr>
    </w:tbl>
    <w:p w:rsidR="009D4305" w:rsidRDefault="009D4305" w:rsidP="00BC0C9C">
      <w:pPr>
        <w:spacing w:line="276" w:lineRule="auto"/>
        <w:rPr>
          <w:rFonts w:ascii="Arial" w:hAnsi="Arial" w:cs="Arial"/>
          <w:b/>
        </w:rPr>
      </w:pPr>
    </w:p>
    <w:p w:rsidR="00EF3E58" w:rsidRPr="008A54A2" w:rsidRDefault="00EF3E58" w:rsidP="00BC0C9C">
      <w:pPr>
        <w:spacing w:line="276" w:lineRule="auto"/>
        <w:rPr>
          <w:rFonts w:ascii="Arial" w:hAnsi="Arial" w:cs="Arial"/>
          <w:b/>
        </w:rPr>
      </w:pPr>
    </w:p>
    <w:p w:rsidR="00EF3E58" w:rsidRPr="008A54A2" w:rsidRDefault="003F1A6D" w:rsidP="00EF3E58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1</w:t>
      </w:r>
      <w:r w:rsidR="0087581D">
        <w:rPr>
          <w:rFonts w:ascii="Arial" w:hAnsi="Arial" w:cs="Arial"/>
          <w:b/>
        </w:rPr>
        <w:t>9</w:t>
      </w:r>
      <w:r w:rsidR="00EF3E58" w:rsidRPr="008A54A2">
        <w:rPr>
          <w:rFonts w:ascii="Arial" w:hAnsi="Arial" w:cs="Arial"/>
          <w:b/>
        </w:rPr>
        <w:t>.</w:t>
      </w:r>
      <w:r w:rsidR="00EF3E58" w:rsidRPr="008A54A2">
        <w:rPr>
          <w:rFonts w:ascii="Arial" w:hAnsi="Arial" w:cs="Arial"/>
          <w:b/>
        </w:rPr>
        <w:tab/>
      </w:r>
      <w:r w:rsidR="00EF3E58">
        <w:rPr>
          <w:rFonts w:ascii="Arial" w:hAnsi="Arial" w:cs="Arial"/>
          <w:b/>
        </w:rPr>
        <w:t xml:space="preserve">Voelt u zich veilig tijdens de </w:t>
      </w:r>
      <w:r w:rsidR="00EF3E58" w:rsidRPr="008A54A2">
        <w:rPr>
          <w:rFonts w:ascii="Arial" w:hAnsi="Arial" w:cs="Arial"/>
          <w:b/>
        </w:rPr>
        <w:t>persoonlijke verzorging</w:t>
      </w:r>
      <w:r w:rsidR="00EF3E58">
        <w:rPr>
          <w:rFonts w:ascii="Arial" w:hAnsi="Arial" w:cs="Arial"/>
          <w:b/>
        </w:rPr>
        <w:t xml:space="preserve"> op het dagcentrum</w:t>
      </w:r>
      <w:r w:rsidR="00EF3E58" w:rsidRPr="008A54A2">
        <w:rPr>
          <w:rFonts w:ascii="Arial" w:hAnsi="Arial" w:cs="Arial"/>
          <w:b/>
        </w:rPr>
        <w:t xml:space="preserve">? </w:t>
      </w:r>
    </w:p>
    <w:p w:rsidR="00EF3E58" w:rsidRPr="008A54A2" w:rsidRDefault="00EF3E58" w:rsidP="00EF3E58">
      <w:pPr>
        <w:spacing w:line="144" w:lineRule="auto"/>
        <w:rPr>
          <w:rFonts w:ascii="Arial" w:hAnsi="Arial" w:cs="Arial"/>
          <w:i/>
        </w:rPr>
      </w:pPr>
    </w:p>
    <w:tbl>
      <w:tblPr>
        <w:tblW w:w="0" w:type="auto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077"/>
      </w:tblGrid>
      <w:tr w:rsidR="00EF3E58" w:rsidRPr="008A54A2" w:rsidTr="006436D5">
        <w:tc>
          <w:tcPr>
            <w:tcW w:w="397" w:type="dxa"/>
            <w:vAlign w:val="center"/>
          </w:tcPr>
          <w:p w:rsidR="00EF3E58" w:rsidRPr="008A54A2" w:rsidRDefault="0081580E" w:rsidP="005872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0704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8255" r="11430" b="9525"/>
                      <wp:wrapNone/>
                      <wp:docPr id="261" name="Text Box 33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EF3E58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EF3E58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379" o:spid="_x0000_s1112" type="#_x0000_t202" style="position:absolute;margin-left:0;margin-top:2pt;width:11.35pt;height:11.35pt;z-index:2516070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AW5omSQCAABN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BE61F9" w:rsidRDefault="00BE61F9" w:rsidP="00EF3E5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EF3E5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EF3E58" w:rsidRPr="008A54A2" w:rsidRDefault="00EF3E58" w:rsidP="00587208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nooit</w:t>
            </w:r>
          </w:p>
        </w:tc>
      </w:tr>
      <w:tr w:rsidR="00EF3E58" w:rsidRPr="008A54A2" w:rsidTr="006436D5">
        <w:tc>
          <w:tcPr>
            <w:tcW w:w="397" w:type="dxa"/>
            <w:vAlign w:val="center"/>
          </w:tcPr>
          <w:p w:rsidR="00EF3E58" w:rsidRPr="008A54A2" w:rsidRDefault="0081580E" w:rsidP="005872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0806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9525" r="11430" b="8255"/>
                      <wp:wrapNone/>
                      <wp:docPr id="260" name="Text Box 33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EF3E58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EF3E58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380" o:spid="_x0000_s1113" type="#_x0000_t202" style="position:absolute;margin-left:0;margin-top:2pt;width:11.35pt;height:11.35pt;z-index:25160806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CNolzD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BE61F9" w:rsidRDefault="00BE61F9" w:rsidP="00EF3E5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EF3E5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EF3E58" w:rsidRPr="008A54A2" w:rsidRDefault="00EF3E58" w:rsidP="00587208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soms</w:t>
            </w:r>
          </w:p>
        </w:tc>
      </w:tr>
      <w:tr w:rsidR="00EF3E58" w:rsidRPr="008A54A2" w:rsidTr="006436D5">
        <w:tc>
          <w:tcPr>
            <w:tcW w:w="397" w:type="dxa"/>
            <w:vAlign w:val="center"/>
          </w:tcPr>
          <w:p w:rsidR="00EF3E58" w:rsidRPr="008A54A2" w:rsidRDefault="0081580E" w:rsidP="005872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0908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0160" r="11430" b="7620"/>
                      <wp:wrapNone/>
                      <wp:docPr id="259" name="Text Box 33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EF3E58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EF3E58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381" o:spid="_x0000_s1114" type="#_x0000_t202" style="position:absolute;margin-left:0;margin-top:2pt;width:11.35pt;height:11.35pt;z-index:25160908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" strokeweight=".5pt">
                      <v:textbox inset="0,0,0,0">
                        <w:txbxContent>
                          <w:p w:rsidR="00BE61F9" w:rsidRDefault="00BE61F9" w:rsidP="00EF3E5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EF3E5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EF3E58" w:rsidRPr="008A54A2" w:rsidRDefault="00EF3E58" w:rsidP="00587208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meestal</w:t>
            </w:r>
          </w:p>
        </w:tc>
      </w:tr>
      <w:tr w:rsidR="00EF3E58" w:rsidRPr="008A54A2" w:rsidTr="006436D5">
        <w:tc>
          <w:tcPr>
            <w:tcW w:w="397" w:type="dxa"/>
            <w:vAlign w:val="center"/>
          </w:tcPr>
          <w:p w:rsidR="00EF3E58" w:rsidRPr="008A54A2" w:rsidRDefault="0081580E" w:rsidP="005872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1011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0795" r="11430" b="6985"/>
                      <wp:wrapNone/>
                      <wp:docPr id="258" name="Text Box 33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EF3E58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EF3E58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382" o:spid="_x0000_s1115" type="#_x0000_t202" style="position:absolute;margin-left:0;margin-top:2pt;width:11.35pt;height:11.35pt;z-index:25161011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GpsHIkiAgAATA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BE61F9" w:rsidRDefault="00BE61F9" w:rsidP="00EF3E5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EF3E5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EF3E58" w:rsidRPr="008A54A2" w:rsidRDefault="00EF3E58" w:rsidP="00587208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altijd</w:t>
            </w:r>
          </w:p>
        </w:tc>
      </w:tr>
    </w:tbl>
    <w:p w:rsidR="00EF3E58" w:rsidRDefault="00EF3E58" w:rsidP="00EF3E58">
      <w:pPr>
        <w:spacing w:line="276" w:lineRule="auto"/>
        <w:rPr>
          <w:rFonts w:ascii="Arial" w:hAnsi="Arial" w:cs="Arial"/>
          <w:b/>
        </w:rPr>
      </w:pPr>
    </w:p>
    <w:p w:rsidR="00EF3E58" w:rsidRDefault="00EF3E58" w:rsidP="00EF3E58">
      <w:pPr>
        <w:spacing w:line="276" w:lineRule="auto"/>
        <w:rPr>
          <w:rFonts w:ascii="Arial" w:hAnsi="Arial" w:cs="Arial"/>
          <w:b/>
        </w:rPr>
      </w:pPr>
    </w:p>
    <w:p w:rsidR="00BC0C9C" w:rsidRPr="008A54A2" w:rsidRDefault="0087581D" w:rsidP="001E581D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20</w:t>
      </w:r>
      <w:r w:rsidR="00BC0C9C" w:rsidRPr="008A54A2">
        <w:rPr>
          <w:rFonts w:ascii="Arial" w:hAnsi="Arial" w:cs="Arial"/>
          <w:b/>
        </w:rPr>
        <w:t>.</w:t>
      </w:r>
      <w:r w:rsidR="001E581D">
        <w:rPr>
          <w:rFonts w:ascii="Arial" w:hAnsi="Arial" w:cs="Arial"/>
          <w:b/>
        </w:rPr>
        <w:tab/>
      </w:r>
      <w:r w:rsidR="00BC0C9C" w:rsidRPr="008A54A2">
        <w:rPr>
          <w:rFonts w:ascii="Arial" w:hAnsi="Arial" w:cs="Arial"/>
          <w:b/>
        </w:rPr>
        <w:t xml:space="preserve">Helpen de begeleiders u als u </w:t>
      </w:r>
      <w:r w:rsidR="00EF3E58">
        <w:rPr>
          <w:rFonts w:ascii="Arial" w:hAnsi="Arial" w:cs="Arial"/>
          <w:b/>
        </w:rPr>
        <w:t xml:space="preserve">zich </w:t>
      </w:r>
      <w:r w:rsidR="00BC0C9C" w:rsidRPr="008A54A2">
        <w:rPr>
          <w:rFonts w:ascii="Arial" w:hAnsi="Arial" w:cs="Arial"/>
          <w:b/>
        </w:rPr>
        <w:t xml:space="preserve">ziek </w:t>
      </w:r>
      <w:r w:rsidR="00EF3E58">
        <w:rPr>
          <w:rFonts w:ascii="Arial" w:hAnsi="Arial" w:cs="Arial"/>
          <w:b/>
        </w:rPr>
        <w:t xml:space="preserve">of beroerd voelt </w:t>
      </w:r>
      <w:r w:rsidR="00F8468B" w:rsidRPr="008A54A2">
        <w:rPr>
          <w:rFonts w:ascii="Arial" w:hAnsi="Arial" w:cs="Arial"/>
          <w:b/>
        </w:rPr>
        <w:t>op het dagcentrum</w:t>
      </w:r>
      <w:r w:rsidR="00BC0C9C" w:rsidRPr="008A54A2">
        <w:rPr>
          <w:rFonts w:ascii="Arial" w:hAnsi="Arial" w:cs="Arial"/>
          <w:b/>
        </w:rPr>
        <w:t>?</w:t>
      </w:r>
    </w:p>
    <w:p w:rsidR="008F5679" w:rsidRPr="008A54A2" w:rsidRDefault="008F5679" w:rsidP="008F5679">
      <w:pPr>
        <w:spacing w:line="144" w:lineRule="auto"/>
        <w:rPr>
          <w:rFonts w:ascii="Arial" w:hAnsi="Arial" w:cs="Arial"/>
          <w:i/>
        </w:rPr>
      </w:pPr>
    </w:p>
    <w:tbl>
      <w:tblPr>
        <w:tblW w:w="0" w:type="auto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077"/>
      </w:tblGrid>
      <w:tr w:rsidR="001E581D" w:rsidRPr="008A54A2" w:rsidTr="006436D5">
        <w:tc>
          <w:tcPr>
            <w:tcW w:w="397" w:type="dxa"/>
            <w:vAlign w:val="center"/>
          </w:tcPr>
          <w:p w:rsidR="001E581D" w:rsidRPr="008A54A2" w:rsidRDefault="0081580E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3980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5080" r="11430" b="12700"/>
                      <wp:wrapNone/>
                      <wp:docPr id="257" name="Text Box 34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8F5679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8F5679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48" o:spid="_x0000_s1116" type="#_x0000_t202" style="position:absolute;margin-left:0;margin-top:2pt;width:11.35pt;height:11.35pt;z-index:25163980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YFgNLiQCAABN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BE61F9" w:rsidRDefault="00BE61F9" w:rsidP="008F567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8F567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E581D" w:rsidRPr="008A54A2" w:rsidRDefault="001E581D" w:rsidP="00AD402E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 xml:space="preserve">n.v.t., </w:t>
            </w:r>
            <w:r w:rsidR="002B1D24">
              <w:rPr>
                <w:rFonts w:ascii="Arial" w:hAnsi="Arial" w:cs="Arial"/>
              </w:rPr>
              <w:t xml:space="preserve">ik </w:t>
            </w:r>
            <w:r w:rsidRPr="008A54A2">
              <w:rPr>
                <w:rFonts w:ascii="Arial" w:hAnsi="Arial" w:cs="Arial"/>
              </w:rPr>
              <w:t>ben afgelopen jaar niet ziek geweest</w:t>
            </w:r>
            <w:r w:rsidR="00BD34E8">
              <w:rPr>
                <w:rFonts w:ascii="Arial" w:hAnsi="Arial" w:cs="Arial"/>
              </w:rPr>
              <w:t xml:space="preserve"> op het dagcentrum</w:t>
            </w:r>
          </w:p>
        </w:tc>
      </w:tr>
      <w:tr w:rsidR="001E581D" w:rsidRPr="008A54A2" w:rsidTr="006436D5">
        <w:tc>
          <w:tcPr>
            <w:tcW w:w="397" w:type="dxa"/>
            <w:vAlign w:val="center"/>
          </w:tcPr>
          <w:p w:rsidR="001E581D" w:rsidRPr="008A54A2" w:rsidRDefault="0081580E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3571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5715" r="11430" b="12065"/>
                      <wp:wrapNone/>
                      <wp:docPr id="256" name="Text Box 34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8F5679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8F5679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44" o:spid="_x0000_s1117" type="#_x0000_t202" style="position:absolute;margin-left:0;margin-top:2pt;width:11.35pt;height:11.35pt;z-index:25163571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B2fzn3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BE61F9" w:rsidRDefault="00BE61F9" w:rsidP="008F567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8F567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E581D" w:rsidRPr="008A54A2" w:rsidRDefault="001E581D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nooit</w:t>
            </w:r>
          </w:p>
        </w:tc>
      </w:tr>
      <w:tr w:rsidR="001E581D" w:rsidRPr="008A54A2" w:rsidTr="006436D5">
        <w:tc>
          <w:tcPr>
            <w:tcW w:w="397" w:type="dxa"/>
            <w:vAlign w:val="center"/>
          </w:tcPr>
          <w:p w:rsidR="001E581D" w:rsidRPr="008A54A2" w:rsidRDefault="0081580E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3673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6350" r="11430" b="11430"/>
                      <wp:wrapNone/>
                      <wp:docPr id="255" name="Text Box 34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8F5679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8F5679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45" o:spid="_x0000_s1118" type="#_x0000_t202" style="position:absolute;margin-left:0;margin-top:2pt;width:11.35pt;height:11.35pt;z-index:25163673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Bs86Mu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BE61F9" w:rsidRDefault="00BE61F9" w:rsidP="008F567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8F567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E581D" w:rsidRPr="008A54A2" w:rsidRDefault="001E581D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soms</w:t>
            </w:r>
          </w:p>
        </w:tc>
      </w:tr>
      <w:tr w:rsidR="001E581D" w:rsidRPr="008A54A2" w:rsidTr="006436D5">
        <w:tc>
          <w:tcPr>
            <w:tcW w:w="397" w:type="dxa"/>
            <w:vAlign w:val="center"/>
          </w:tcPr>
          <w:p w:rsidR="001E581D" w:rsidRPr="008A54A2" w:rsidRDefault="0081580E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3776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7620" r="11430" b="10160"/>
                      <wp:wrapNone/>
                      <wp:docPr id="254" name="Text Box 34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8F5679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8F5679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46" o:spid="_x0000_s1119" type="#_x0000_t202" style="position:absolute;margin-left:0;margin-top:2pt;width:11.35pt;height:11.35pt;z-index:25163776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" strokeweight=".5pt">
                      <v:textbox inset="0,0,0,0">
                        <w:txbxContent>
                          <w:p w:rsidR="00BE61F9" w:rsidRDefault="00BE61F9" w:rsidP="008F567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8F567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E581D" w:rsidRPr="008A54A2" w:rsidRDefault="001E581D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meestal</w:t>
            </w:r>
          </w:p>
        </w:tc>
      </w:tr>
      <w:tr w:rsidR="001E581D" w:rsidRPr="008A54A2" w:rsidTr="006436D5">
        <w:tc>
          <w:tcPr>
            <w:tcW w:w="397" w:type="dxa"/>
            <w:vAlign w:val="center"/>
          </w:tcPr>
          <w:p w:rsidR="001E581D" w:rsidRPr="008A54A2" w:rsidRDefault="0081580E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3878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8255" r="11430" b="9525"/>
                      <wp:wrapNone/>
                      <wp:docPr id="253" name="Text Box 34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8F5679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8F5679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47" o:spid="_x0000_s1120" type="#_x0000_t202" style="position:absolute;margin-left:0;margin-top:2pt;width:11.35pt;height:11.35pt;z-index:25163878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BmdMpbIwIAAEw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BE61F9" w:rsidRDefault="00BE61F9" w:rsidP="008F567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8F567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E581D" w:rsidRPr="008A54A2" w:rsidRDefault="001E581D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altijd</w:t>
            </w:r>
          </w:p>
        </w:tc>
      </w:tr>
    </w:tbl>
    <w:p w:rsidR="001E581D" w:rsidRDefault="001E581D" w:rsidP="00EF3E58">
      <w:pPr>
        <w:spacing w:line="276" w:lineRule="auto"/>
        <w:rPr>
          <w:rFonts w:ascii="Arial" w:hAnsi="Arial" w:cs="Arial"/>
          <w:b/>
        </w:rPr>
      </w:pPr>
    </w:p>
    <w:p w:rsidR="001E581D" w:rsidRDefault="001E581D" w:rsidP="00EF3E58">
      <w:pPr>
        <w:spacing w:line="276" w:lineRule="auto"/>
        <w:rPr>
          <w:rFonts w:ascii="Arial" w:hAnsi="Arial" w:cs="Arial"/>
          <w:b/>
        </w:rPr>
      </w:pPr>
    </w:p>
    <w:p w:rsidR="00EF3E58" w:rsidRPr="008A54A2" w:rsidRDefault="00B04122" w:rsidP="001E581D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 w:rsidR="001E581D">
        <w:rPr>
          <w:rFonts w:ascii="Arial" w:hAnsi="Arial" w:cs="Arial"/>
          <w:b/>
        </w:rPr>
        <w:lastRenderedPageBreak/>
        <w:t>2</w:t>
      </w:r>
      <w:r w:rsidR="0087581D">
        <w:rPr>
          <w:rFonts w:ascii="Arial" w:hAnsi="Arial" w:cs="Arial"/>
          <w:b/>
        </w:rPr>
        <w:t>1</w:t>
      </w:r>
      <w:r w:rsidR="00EF3E58" w:rsidRPr="008A54A2">
        <w:rPr>
          <w:rFonts w:ascii="Arial" w:hAnsi="Arial" w:cs="Arial"/>
          <w:b/>
        </w:rPr>
        <w:t>.</w:t>
      </w:r>
      <w:r w:rsidR="001E581D">
        <w:rPr>
          <w:rFonts w:ascii="Arial" w:hAnsi="Arial" w:cs="Arial"/>
          <w:b/>
        </w:rPr>
        <w:tab/>
      </w:r>
      <w:r w:rsidR="00EF3E58" w:rsidRPr="008A54A2">
        <w:rPr>
          <w:rFonts w:ascii="Arial" w:hAnsi="Arial" w:cs="Arial"/>
          <w:b/>
        </w:rPr>
        <w:t xml:space="preserve">Helpen de begeleiders u als u </w:t>
      </w:r>
      <w:r w:rsidR="005F2D7F">
        <w:rPr>
          <w:rFonts w:ascii="Arial" w:hAnsi="Arial" w:cs="Arial"/>
          <w:b/>
        </w:rPr>
        <w:t xml:space="preserve">pijn heeft </w:t>
      </w:r>
      <w:r w:rsidR="00EF3E58" w:rsidRPr="008A54A2">
        <w:rPr>
          <w:rFonts w:ascii="Arial" w:hAnsi="Arial" w:cs="Arial"/>
          <w:b/>
        </w:rPr>
        <w:t>op het dagcentrum?</w:t>
      </w:r>
    </w:p>
    <w:p w:rsidR="00EF3E58" w:rsidRPr="008A54A2" w:rsidRDefault="00EF3E58" w:rsidP="00EF3E58">
      <w:pPr>
        <w:spacing w:line="144" w:lineRule="auto"/>
        <w:rPr>
          <w:rFonts w:ascii="Arial" w:hAnsi="Arial" w:cs="Arial"/>
          <w:i/>
        </w:rPr>
      </w:pPr>
    </w:p>
    <w:tbl>
      <w:tblPr>
        <w:tblW w:w="0" w:type="auto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077"/>
      </w:tblGrid>
      <w:tr w:rsidR="001E581D" w:rsidRPr="008A54A2" w:rsidTr="006436D5">
        <w:tc>
          <w:tcPr>
            <w:tcW w:w="397" w:type="dxa"/>
            <w:vAlign w:val="center"/>
          </w:tcPr>
          <w:p w:rsidR="001E581D" w:rsidRPr="008A54A2" w:rsidRDefault="0081580E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492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9525" r="11430" b="8255"/>
                      <wp:wrapNone/>
                      <wp:docPr id="252" name="Text Box 34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EF3E58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EF3E58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54" o:spid="_x0000_s1121" type="#_x0000_t202" style="position:absolute;margin-left:0;margin-top:2pt;width:11.35pt;height:11.35pt;z-index:25164492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BO9KhwiAgAATA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BE61F9" w:rsidRDefault="00BE61F9" w:rsidP="00EF3E5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EF3E5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E581D" w:rsidRPr="008A54A2" w:rsidRDefault="001E581D" w:rsidP="00AD402E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n.v.t., </w:t>
            </w:r>
            <w:r w:rsidR="002B1D24">
              <w:rPr>
                <w:rFonts w:ascii="Arial" w:hAnsi="Arial" w:cs="Arial"/>
              </w:rPr>
              <w:t xml:space="preserve">ik </w:t>
            </w:r>
            <w:r>
              <w:rPr>
                <w:rFonts w:ascii="Arial" w:hAnsi="Arial" w:cs="Arial"/>
              </w:rPr>
              <w:t xml:space="preserve">heb </w:t>
            </w:r>
            <w:r w:rsidRPr="008A54A2">
              <w:rPr>
                <w:rFonts w:ascii="Arial" w:hAnsi="Arial" w:cs="Arial"/>
              </w:rPr>
              <w:t xml:space="preserve">afgelopen jaar </w:t>
            </w:r>
            <w:r>
              <w:rPr>
                <w:rFonts w:ascii="Arial" w:hAnsi="Arial" w:cs="Arial"/>
              </w:rPr>
              <w:t>geen pijn gehad</w:t>
            </w:r>
            <w:r w:rsidR="00BD34E8">
              <w:rPr>
                <w:rFonts w:ascii="Arial" w:hAnsi="Arial" w:cs="Arial"/>
              </w:rPr>
              <w:t xml:space="preserve"> op het dagcentrum</w:t>
            </w:r>
          </w:p>
        </w:tc>
      </w:tr>
      <w:tr w:rsidR="001E581D" w:rsidRPr="008A54A2" w:rsidTr="006436D5">
        <w:tc>
          <w:tcPr>
            <w:tcW w:w="397" w:type="dxa"/>
            <w:vAlign w:val="center"/>
          </w:tcPr>
          <w:p w:rsidR="001E581D" w:rsidRPr="008A54A2" w:rsidRDefault="0081580E" w:rsidP="005872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083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0160" r="11430" b="7620"/>
                      <wp:wrapNone/>
                      <wp:docPr id="251" name="Text Box 34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EF3E58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EF3E58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49" o:spid="_x0000_s1122" type="#_x0000_t202" style="position:absolute;margin-left:0;margin-top:2pt;width:11.35pt;height:11.35pt;z-index:25164083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An1cCLIwIAAEw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BE61F9" w:rsidRDefault="00BE61F9" w:rsidP="00EF3E5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EF3E5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E581D" w:rsidRPr="008A54A2" w:rsidRDefault="001E581D" w:rsidP="00587208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nooit</w:t>
            </w:r>
          </w:p>
        </w:tc>
      </w:tr>
      <w:tr w:rsidR="001E581D" w:rsidRPr="008A54A2" w:rsidTr="006436D5">
        <w:tc>
          <w:tcPr>
            <w:tcW w:w="397" w:type="dxa"/>
            <w:vAlign w:val="center"/>
          </w:tcPr>
          <w:p w:rsidR="001E581D" w:rsidRPr="008A54A2" w:rsidRDefault="0081580E" w:rsidP="005872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185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0795" r="11430" b="6985"/>
                      <wp:wrapNone/>
                      <wp:docPr id="250" name="Text Box 34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EF3E58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EF3E58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50" o:spid="_x0000_s1123" type="#_x0000_t202" style="position:absolute;margin-left:0;margin-top:2pt;width:11.35pt;height:11.35pt;z-index:25164185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" strokeweight=".5pt">
                      <v:textbox inset="0,0,0,0">
                        <w:txbxContent>
                          <w:p w:rsidR="00BE61F9" w:rsidRDefault="00BE61F9" w:rsidP="00EF3E5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EF3E5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E581D" w:rsidRPr="008A54A2" w:rsidRDefault="001E581D" w:rsidP="00587208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soms</w:t>
            </w:r>
          </w:p>
        </w:tc>
      </w:tr>
      <w:tr w:rsidR="001E581D" w:rsidRPr="008A54A2" w:rsidTr="006436D5">
        <w:tc>
          <w:tcPr>
            <w:tcW w:w="397" w:type="dxa"/>
            <w:vAlign w:val="center"/>
          </w:tcPr>
          <w:p w:rsidR="001E581D" w:rsidRPr="008A54A2" w:rsidRDefault="0081580E" w:rsidP="005872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288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2065" r="11430" b="5715"/>
                      <wp:wrapNone/>
                      <wp:docPr id="249" name="Text Box 34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EF3E58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EF3E58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51" o:spid="_x0000_s1124" type="#_x0000_t202" style="position:absolute;margin-left:0;margin-top:2pt;width:11.35pt;height:11.35pt;z-index:25164288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" strokeweight=".5pt">
                      <v:textbox inset="0,0,0,0">
                        <w:txbxContent>
                          <w:p w:rsidR="00BE61F9" w:rsidRDefault="00BE61F9" w:rsidP="00EF3E5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EF3E5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E581D" w:rsidRPr="008A54A2" w:rsidRDefault="001E581D" w:rsidP="00587208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meestal</w:t>
            </w:r>
          </w:p>
        </w:tc>
      </w:tr>
      <w:tr w:rsidR="001E581D" w:rsidRPr="008A54A2" w:rsidTr="006436D5">
        <w:tc>
          <w:tcPr>
            <w:tcW w:w="397" w:type="dxa"/>
            <w:vAlign w:val="center"/>
          </w:tcPr>
          <w:p w:rsidR="001E581D" w:rsidRPr="008A54A2" w:rsidRDefault="0081580E" w:rsidP="005872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390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2700" r="11430" b="5080"/>
                      <wp:wrapNone/>
                      <wp:docPr id="248" name="Text Box 34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EF3E58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EF3E58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52" o:spid="_x0000_s1125" type="#_x0000_t202" style="position:absolute;margin-left:0;margin-top:2pt;width:11.35pt;height:11.35pt;z-index:25164390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CW7iqmIwIAAEw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BE61F9" w:rsidRDefault="00BE61F9" w:rsidP="00EF3E5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EF3E5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E581D" w:rsidRPr="008A54A2" w:rsidRDefault="001E581D" w:rsidP="00587208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altijd</w:t>
            </w:r>
          </w:p>
        </w:tc>
      </w:tr>
    </w:tbl>
    <w:p w:rsidR="00086636" w:rsidRDefault="00086636" w:rsidP="00271EB1">
      <w:pPr>
        <w:spacing w:line="276" w:lineRule="auto"/>
        <w:rPr>
          <w:rFonts w:ascii="Arial" w:hAnsi="Arial" w:cs="Arial"/>
          <w:b/>
        </w:rPr>
      </w:pPr>
    </w:p>
    <w:p w:rsidR="00EF3E58" w:rsidRPr="008A54A2" w:rsidRDefault="00EF3E58" w:rsidP="00271EB1">
      <w:pPr>
        <w:spacing w:line="276" w:lineRule="auto"/>
        <w:rPr>
          <w:rFonts w:ascii="Arial" w:hAnsi="Arial" w:cs="Arial"/>
          <w:b/>
        </w:rPr>
      </w:pPr>
    </w:p>
    <w:p w:rsidR="00CF4DF0" w:rsidRPr="008A54A2" w:rsidRDefault="00086636" w:rsidP="00E1745C">
      <w:pPr>
        <w:spacing w:line="276" w:lineRule="auto"/>
        <w:ind w:left="360" w:hanging="360"/>
        <w:rPr>
          <w:rFonts w:ascii="Arial" w:hAnsi="Arial" w:cs="Arial"/>
          <w:b/>
        </w:rPr>
      </w:pPr>
      <w:r w:rsidRPr="008A54A2">
        <w:rPr>
          <w:rFonts w:ascii="Arial" w:hAnsi="Arial" w:cs="Arial"/>
          <w:b/>
        </w:rPr>
        <w:t>2</w:t>
      </w:r>
      <w:r w:rsidR="0087581D">
        <w:rPr>
          <w:rFonts w:ascii="Arial" w:hAnsi="Arial" w:cs="Arial"/>
          <w:b/>
        </w:rPr>
        <w:t>2</w:t>
      </w:r>
      <w:r w:rsidRPr="008A54A2">
        <w:rPr>
          <w:rFonts w:ascii="Arial" w:hAnsi="Arial" w:cs="Arial"/>
          <w:b/>
        </w:rPr>
        <w:t>.</w:t>
      </w:r>
      <w:r w:rsidR="00135D35" w:rsidRPr="008A54A2">
        <w:rPr>
          <w:rFonts w:ascii="Arial" w:hAnsi="Arial" w:cs="Arial"/>
          <w:b/>
        </w:rPr>
        <w:tab/>
      </w:r>
      <w:r w:rsidR="003E19FC" w:rsidRPr="008A54A2">
        <w:rPr>
          <w:rFonts w:ascii="Arial" w:hAnsi="Arial" w:cs="Arial"/>
          <w:b/>
        </w:rPr>
        <w:t>Gebruikt</w:t>
      </w:r>
      <w:r w:rsidR="00EC3F48" w:rsidRPr="008A54A2">
        <w:rPr>
          <w:rFonts w:ascii="Arial" w:hAnsi="Arial" w:cs="Arial"/>
          <w:b/>
        </w:rPr>
        <w:t xml:space="preserve"> </w:t>
      </w:r>
      <w:r w:rsidR="00054162" w:rsidRPr="008A54A2">
        <w:rPr>
          <w:rFonts w:ascii="Arial" w:hAnsi="Arial" w:cs="Arial"/>
          <w:b/>
        </w:rPr>
        <w:t>u een hulpmiddel</w:t>
      </w:r>
      <w:r w:rsidR="00F8468B" w:rsidRPr="008A54A2">
        <w:rPr>
          <w:rFonts w:ascii="Arial" w:hAnsi="Arial" w:cs="Arial"/>
          <w:b/>
        </w:rPr>
        <w:t xml:space="preserve"> op het dagcentrum</w:t>
      </w:r>
      <w:r w:rsidR="00054162" w:rsidRPr="008A54A2">
        <w:rPr>
          <w:rFonts w:ascii="Arial" w:hAnsi="Arial" w:cs="Arial"/>
          <w:b/>
        </w:rPr>
        <w:t xml:space="preserve">? Bijvoorbeeld </w:t>
      </w:r>
      <w:r w:rsidR="009B6BC1" w:rsidRPr="008A54A2">
        <w:rPr>
          <w:rFonts w:ascii="Arial" w:hAnsi="Arial" w:cs="Arial"/>
          <w:b/>
        </w:rPr>
        <w:t xml:space="preserve">om u te verplaatsen, te </w:t>
      </w:r>
      <w:r w:rsidRPr="008A54A2">
        <w:rPr>
          <w:rFonts w:ascii="Arial" w:hAnsi="Arial" w:cs="Arial"/>
          <w:b/>
        </w:rPr>
        <w:t xml:space="preserve">communiceren met anderen of </w:t>
      </w:r>
      <w:r w:rsidR="009B6BC1" w:rsidRPr="008A54A2">
        <w:rPr>
          <w:rFonts w:ascii="Arial" w:hAnsi="Arial" w:cs="Arial"/>
          <w:b/>
        </w:rPr>
        <w:t xml:space="preserve">voor de </w:t>
      </w:r>
      <w:r w:rsidRPr="008A54A2">
        <w:rPr>
          <w:rFonts w:ascii="Arial" w:hAnsi="Arial" w:cs="Arial"/>
          <w:b/>
        </w:rPr>
        <w:t>dagelijks</w:t>
      </w:r>
      <w:r w:rsidR="009B6BC1" w:rsidRPr="008A54A2">
        <w:rPr>
          <w:rFonts w:ascii="Arial" w:hAnsi="Arial" w:cs="Arial"/>
          <w:b/>
        </w:rPr>
        <w:t>e dingen</w:t>
      </w:r>
      <w:r w:rsidRPr="008A54A2">
        <w:rPr>
          <w:rFonts w:ascii="Arial" w:hAnsi="Arial" w:cs="Arial"/>
          <w:b/>
        </w:rPr>
        <w:t xml:space="preserve">. </w:t>
      </w:r>
    </w:p>
    <w:p w:rsidR="00223A42" w:rsidRPr="008A54A2" w:rsidRDefault="00223A42" w:rsidP="00223A42">
      <w:pPr>
        <w:spacing w:line="144" w:lineRule="auto"/>
        <w:rPr>
          <w:rFonts w:ascii="Arial" w:hAnsi="Arial" w:cs="Arial"/>
          <w:i/>
        </w:rPr>
      </w:pPr>
    </w:p>
    <w:tbl>
      <w:tblPr>
        <w:tblW w:w="0" w:type="auto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665"/>
        <w:gridCol w:w="814"/>
        <w:gridCol w:w="3084"/>
      </w:tblGrid>
      <w:tr w:rsidR="00223A42" w:rsidRPr="008A54A2" w:rsidTr="006436D5">
        <w:tc>
          <w:tcPr>
            <w:tcW w:w="397" w:type="dxa"/>
            <w:vAlign w:val="center"/>
          </w:tcPr>
          <w:p w:rsidR="00223A42" w:rsidRPr="008A54A2" w:rsidRDefault="0081580E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7632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0795" r="11430" b="6985"/>
                      <wp:wrapNone/>
                      <wp:docPr id="247" name="Text Box 32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223A42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223A42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202" o:spid="_x0000_s1126" type="#_x0000_t202" style="position:absolute;margin-left:0;margin-top:2pt;width:11.35pt;height:11.35pt;z-index:25157632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DaPQ/P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BE61F9" w:rsidRDefault="00BE61F9" w:rsidP="00223A42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223A42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665" w:type="dxa"/>
            <w:vAlign w:val="center"/>
          </w:tcPr>
          <w:p w:rsidR="00223A42" w:rsidRPr="008A54A2" w:rsidRDefault="00223A42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nee</w:t>
            </w:r>
          </w:p>
        </w:tc>
        <w:tc>
          <w:tcPr>
            <w:tcW w:w="814" w:type="dxa"/>
            <w:vAlign w:val="center"/>
          </w:tcPr>
          <w:p w:rsidR="00223A42" w:rsidRPr="008A54A2" w:rsidRDefault="0081580E" w:rsidP="00223A42">
            <w:pPr>
              <w:pStyle w:val="hokjesok"/>
              <w:numPr>
                <w:ilvl w:val="0"/>
                <w:numId w:val="0"/>
              </w:numPr>
              <w:spacing w:line="276" w:lineRule="auto"/>
              <w:ind w:left="454" w:hanging="454"/>
              <w:rPr>
                <w:rFonts w:ascii="Arial" w:hAnsi="Arial" w:cs="Arial"/>
              </w:rPr>
            </w:pPr>
            <w:r w:rsidRPr="008A54A2">
              <w:rPr>
                <w:rFonts w:ascii="Arial" w:hAnsi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78368" behindDoc="0" locked="0" layoutInCell="1" allowOverlap="1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99695</wp:posOffset>
                      </wp:positionV>
                      <wp:extent cx="349250" cy="0"/>
                      <wp:effectExtent l="6985" t="59690" r="15240" b="54610"/>
                      <wp:wrapNone/>
                      <wp:docPr id="246" name="Line 32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92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81EB0A8" id="Line 3204" o:spid="_x0000_s1026" style="position:absolute;z-index:251578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95pt,7.85pt" to="29.45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">
                      <v:stroke endarrow="block"/>
                    </v:line>
                  </w:pict>
                </mc:Fallback>
              </mc:AlternateContent>
            </w:r>
          </w:p>
        </w:tc>
        <w:tc>
          <w:tcPr>
            <w:tcW w:w="3084" w:type="dxa"/>
            <w:vAlign w:val="center"/>
          </w:tcPr>
          <w:p w:rsidR="00223A42" w:rsidRPr="008A54A2" w:rsidRDefault="009423A3" w:rsidP="00223A42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ga naar vraag 2</w:t>
            </w:r>
            <w:r w:rsidR="0073692E">
              <w:rPr>
                <w:rFonts w:ascii="Arial" w:hAnsi="Arial" w:cs="Arial"/>
              </w:rPr>
              <w:t>5</w:t>
            </w:r>
          </w:p>
        </w:tc>
      </w:tr>
      <w:tr w:rsidR="00223A42" w:rsidRPr="008A54A2" w:rsidTr="006436D5">
        <w:tc>
          <w:tcPr>
            <w:tcW w:w="397" w:type="dxa"/>
            <w:vAlign w:val="center"/>
          </w:tcPr>
          <w:p w:rsidR="00223A42" w:rsidRPr="008A54A2" w:rsidRDefault="0081580E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7734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1430" r="11430" b="6350"/>
                      <wp:wrapNone/>
                      <wp:docPr id="245" name="Text Box 32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223A42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223A42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203" o:spid="_x0000_s1127" type="#_x0000_t202" style="position:absolute;margin-left:0;margin-top:2pt;width:11.35pt;height:11.35pt;z-index:25157734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" strokeweight=".5pt">
                      <v:textbox inset="0,0,0,0">
                        <w:txbxContent>
                          <w:p w:rsidR="00BE61F9" w:rsidRDefault="00BE61F9" w:rsidP="00223A42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223A42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665" w:type="dxa"/>
            <w:vAlign w:val="center"/>
          </w:tcPr>
          <w:p w:rsidR="00223A42" w:rsidRPr="008A54A2" w:rsidRDefault="00223A42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ja</w:t>
            </w:r>
          </w:p>
        </w:tc>
        <w:tc>
          <w:tcPr>
            <w:tcW w:w="814" w:type="dxa"/>
            <w:vAlign w:val="center"/>
          </w:tcPr>
          <w:p w:rsidR="00223A42" w:rsidRPr="008A54A2" w:rsidRDefault="00223A42" w:rsidP="00223A4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084" w:type="dxa"/>
            <w:vAlign w:val="center"/>
          </w:tcPr>
          <w:p w:rsidR="00223A42" w:rsidRPr="008A54A2" w:rsidRDefault="00223A42" w:rsidP="00223A42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223A42" w:rsidRPr="008A54A2" w:rsidRDefault="00223A42" w:rsidP="00223A42">
      <w:pPr>
        <w:spacing w:line="276" w:lineRule="auto"/>
        <w:rPr>
          <w:rFonts w:ascii="Arial" w:hAnsi="Arial" w:cs="Arial"/>
          <w:b/>
        </w:rPr>
      </w:pPr>
    </w:p>
    <w:p w:rsidR="009B6BC1" w:rsidRPr="008A54A2" w:rsidRDefault="009B6BC1" w:rsidP="00223A42">
      <w:pPr>
        <w:spacing w:line="276" w:lineRule="auto"/>
        <w:rPr>
          <w:rFonts w:ascii="Arial" w:hAnsi="Arial" w:cs="Arial"/>
          <w:b/>
        </w:rPr>
      </w:pPr>
    </w:p>
    <w:p w:rsidR="00C12DBF" w:rsidRPr="008A54A2" w:rsidRDefault="00086636" w:rsidP="00E1745C">
      <w:pPr>
        <w:spacing w:line="276" w:lineRule="auto"/>
        <w:ind w:left="360" w:hanging="360"/>
        <w:rPr>
          <w:rFonts w:ascii="Arial" w:hAnsi="Arial" w:cs="Arial"/>
          <w:b/>
        </w:rPr>
      </w:pPr>
      <w:r w:rsidRPr="008A54A2">
        <w:rPr>
          <w:rFonts w:ascii="Arial" w:hAnsi="Arial" w:cs="Arial"/>
          <w:b/>
        </w:rPr>
        <w:t>2</w:t>
      </w:r>
      <w:r w:rsidR="0087581D">
        <w:rPr>
          <w:rFonts w:ascii="Arial" w:hAnsi="Arial" w:cs="Arial"/>
          <w:b/>
        </w:rPr>
        <w:t>3</w:t>
      </w:r>
      <w:r w:rsidRPr="008A54A2">
        <w:rPr>
          <w:rFonts w:ascii="Arial" w:hAnsi="Arial" w:cs="Arial"/>
          <w:b/>
        </w:rPr>
        <w:t>.</w:t>
      </w:r>
      <w:r w:rsidR="00135D35" w:rsidRPr="008A54A2">
        <w:rPr>
          <w:rFonts w:ascii="Arial" w:hAnsi="Arial" w:cs="Arial"/>
          <w:b/>
        </w:rPr>
        <w:tab/>
      </w:r>
      <w:r w:rsidR="00766987" w:rsidRPr="008A54A2">
        <w:rPr>
          <w:rFonts w:ascii="Arial" w:hAnsi="Arial" w:cs="Arial"/>
          <w:b/>
        </w:rPr>
        <w:t xml:space="preserve">Kunt u dit </w:t>
      </w:r>
      <w:r w:rsidR="003E19FC" w:rsidRPr="008A54A2">
        <w:rPr>
          <w:rFonts w:ascii="Arial" w:hAnsi="Arial" w:cs="Arial"/>
          <w:b/>
        </w:rPr>
        <w:t xml:space="preserve">hulpmiddel </w:t>
      </w:r>
      <w:r w:rsidR="00043A65" w:rsidRPr="008A54A2">
        <w:rPr>
          <w:rFonts w:ascii="Arial" w:hAnsi="Arial" w:cs="Arial"/>
          <w:b/>
        </w:rPr>
        <w:t xml:space="preserve">gebruiken </w:t>
      </w:r>
      <w:r w:rsidR="00E714B7" w:rsidRPr="008A54A2">
        <w:rPr>
          <w:rFonts w:ascii="Arial" w:hAnsi="Arial" w:cs="Arial"/>
          <w:b/>
        </w:rPr>
        <w:t xml:space="preserve">op de momenten dat </w:t>
      </w:r>
      <w:r w:rsidR="00766987" w:rsidRPr="008A54A2">
        <w:rPr>
          <w:rFonts w:ascii="Arial" w:hAnsi="Arial" w:cs="Arial"/>
          <w:b/>
        </w:rPr>
        <w:t xml:space="preserve">u het </w:t>
      </w:r>
      <w:r w:rsidR="00043A65" w:rsidRPr="008A54A2">
        <w:rPr>
          <w:rFonts w:ascii="Arial" w:hAnsi="Arial" w:cs="Arial"/>
          <w:b/>
        </w:rPr>
        <w:t>nodig heeft</w:t>
      </w:r>
      <w:r w:rsidRPr="008A54A2">
        <w:rPr>
          <w:rFonts w:ascii="Arial" w:hAnsi="Arial" w:cs="Arial"/>
          <w:b/>
        </w:rPr>
        <w:t xml:space="preserve">? </w:t>
      </w:r>
    </w:p>
    <w:p w:rsidR="00512D34" w:rsidRPr="008A54A2" w:rsidRDefault="00512D34" w:rsidP="00512D34">
      <w:pPr>
        <w:spacing w:line="144" w:lineRule="auto"/>
        <w:rPr>
          <w:rFonts w:ascii="Arial" w:hAnsi="Arial" w:cs="Arial"/>
          <w:i/>
        </w:rPr>
      </w:pPr>
    </w:p>
    <w:tbl>
      <w:tblPr>
        <w:tblW w:w="0" w:type="auto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077"/>
      </w:tblGrid>
      <w:tr w:rsidR="00512D34" w:rsidRPr="008A54A2" w:rsidTr="002D7A30">
        <w:tc>
          <w:tcPr>
            <w:tcW w:w="397" w:type="dxa"/>
            <w:vAlign w:val="center"/>
          </w:tcPr>
          <w:p w:rsidR="00512D34" w:rsidRPr="008A54A2" w:rsidRDefault="0081580E" w:rsidP="002D7A30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9136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5715" r="11430" b="12065"/>
                      <wp:wrapNone/>
                      <wp:docPr id="244" name="Text Box 36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512D34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512D34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61" o:spid="_x0000_s1128" type="#_x0000_t202" style="position:absolute;margin-left:0;margin-top:2pt;width:11.35pt;height:11.35pt;z-index:25179136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" strokeweight=".5pt">
                      <v:textbox inset="0,0,0,0">
                        <w:txbxContent>
                          <w:p w:rsidR="00BE61F9" w:rsidRDefault="00BE61F9" w:rsidP="00512D34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512D34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tcMar>
              <w:left w:w="0" w:type="dxa"/>
              <w:right w:w="0" w:type="dxa"/>
            </w:tcMar>
            <w:vAlign w:val="center"/>
          </w:tcPr>
          <w:p w:rsidR="00512D34" w:rsidRPr="008A54A2" w:rsidRDefault="00512D34" w:rsidP="002D7A30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nooit</w:t>
            </w:r>
          </w:p>
        </w:tc>
      </w:tr>
      <w:tr w:rsidR="00512D34" w:rsidRPr="008A54A2" w:rsidTr="002D7A30">
        <w:tc>
          <w:tcPr>
            <w:tcW w:w="397" w:type="dxa"/>
            <w:vAlign w:val="center"/>
          </w:tcPr>
          <w:p w:rsidR="00512D34" w:rsidRPr="008A54A2" w:rsidRDefault="0081580E" w:rsidP="002D7A30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9238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6350" r="11430" b="11430"/>
                      <wp:wrapNone/>
                      <wp:docPr id="243" name="Text Box 36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512D34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512D34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62" o:spid="_x0000_s1129" type="#_x0000_t202" style="position:absolute;margin-left:0;margin-top:2pt;width:11.35pt;height:11.35pt;z-index:25179238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AsiQl3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BE61F9" w:rsidRDefault="00BE61F9" w:rsidP="00512D34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512D34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512D34" w:rsidRPr="008A54A2" w:rsidRDefault="00512D34" w:rsidP="002D7A30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soms</w:t>
            </w:r>
          </w:p>
        </w:tc>
      </w:tr>
      <w:tr w:rsidR="00512D34" w:rsidRPr="008A54A2" w:rsidTr="002D7A30">
        <w:tc>
          <w:tcPr>
            <w:tcW w:w="397" w:type="dxa"/>
            <w:vAlign w:val="center"/>
          </w:tcPr>
          <w:p w:rsidR="00512D34" w:rsidRPr="008A54A2" w:rsidRDefault="0081580E" w:rsidP="002D7A30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9340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6985" r="11430" b="10795"/>
                      <wp:wrapNone/>
                      <wp:docPr id="242" name="Text Box 36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512D34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512D34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63" o:spid="_x0000_s1130" type="#_x0000_t202" style="position:absolute;margin-left:0;margin-top:2pt;width:11.35pt;height:11.35pt;z-index:25179340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6Ir5pCQCAABN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BE61F9" w:rsidRDefault="00BE61F9" w:rsidP="00512D34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512D34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tcMar>
              <w:left w:w="0" w:type="dxa"/>
              <w:right w:w="0" w:type="dxa"/>
            </w:tcMar>
            <w:vAlign w:val="center"/>
          </w:tcPr>
          <w:p w:rsidR="00512D34" w:rsidRPr="008A54A2" w:rsidRDefault="00512D34" w:rsidP="002D7A30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meestal</w:t>
            </w:r>
          </w:p>
        </w:tc>
      </w:tr>
      <w:tr w:rsidR="00512D34" w:rsidRPr="008A54A2" w:rsidTr="002D7A30">
        <w:tc>
          <w:tcPr>
            <w:tcW w:w="397" w:type="dxa"/>
            <w:vAlign w:val="center"/>
          </w:tcPr>
          <w:p w:rsidR="00512D34" w:rsidRPr="008A54A2" w:rsidRDefault="0081580E" w:rsidP="002D7A30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9443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8255" r="11430" b="9525"/>
                      <wp:wrapNone/>
                      <wp:docPr id="241" name="Text Box 36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512D34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512D34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64" o:spid="_x0000_s1131" type="#_x0000_t202" style="position:absolute;margin-left:0;margin-top:2pt;width:11.35pt;height:11.35pt;z-index:25179443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" strokeweight=".5pt">
                      <v:textbox inset="0,0,0,0">
                        <w:txbxContent>
                          <w:p w:rsidR="00BE61F9" w:rsidRDefault="00BE61F9" w:rsidP="00512D34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512D34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512D34" w:rsidRPr="008A54A2" w:rsidRDefault="00512D34" w:rsidP="002D7A30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altijd</w:t>
            </w:r>
          </w:p>
        </w:tc>
      </w:tr>
    </w:tbl>
    <w:p w:rsidR="00512D34" w:rsidRDefault="00512D34" w:rsidP="00512D34">
      <w:pPr>
        <w:spacing w:line="276" w:lineRule="auto"/>
        <w:rPr>
          <w:rFonts w:ascii="Arial" w:hAnsi="Arial" w:cs="Arial"/>
          <w:b/>
        </w:rPr>
      </w:pPr>
    </w:p>
    <w:p w:rsidR="00512D34" w:rsidRDefault="00512D34" w:rsidP="00512D34">
      <w:pPr>
        <w:spacing w:line="276" w:lineRule="auto"/>
        <w:rPr>
          <w:rFonts w:ascii="Arial" w:hAnsi="Arial" w:cs="Arial"/>
          <w:b/>
        </w:rPr>
      </w:pPr>
    </w:p>
    <w:p w:rsidR="003E19FC" w:rsidRPr="008A54A2" w:rsidRDefault="00043A65" w:rsidP="00E1745C">
      <w:pPr>
        <w:spacing w:line="276" w:lineRule="auto"/>
        <w:ind w:left="360" w:hanging="360"/>
        <w:rPr>
          <w:rFonts w:ascii="Arial" w:hAnsi="Arial" w:cs="Arial"/>
          <w:b/>
        </w:rPr>
      </w:pPr>
      <w:r w:rsidRPr="008A54A2">
        <w:rPr>
          <w:rFonts w:ascii="Arial" w:hAnsi="Arial" w:cs="Arial"/>
          <w:b/>
        </w:rPr>
        <w:t>2</w:t>
      </w:r>
      <w:r w:rsidR="0087581D">
        <w:rPr>
          <w:rFonts w:ascii="Arial" w:hAnsi="Arial" w:cs="Arial"/>
          <w:b/>
        </w:rPr>
        <w:t>4</w:t>
      </w:r>
      <w:r w:rsidRPr="008A54A2">
        <w:rPr>
          <w:rFonts w:ascii="Arial" w:hAnsi="Arial" w:cs="Arial"/>
          <w:b/>
        </w:rPr>
        <w:t>.</w:t>
      </w:r>
      <w:r w:rsidR="00135D35" w:rsidRPr="008A54A2">
        <w:rPr>
          <w:rFonts w:ascii="Arial" w:hAnsi="Arial" w:cs="Arial"/>
          <w:b/>
        </w:rPr>
        <w:tab/>
      </w:r>
      <w:r w:rsidR="003E19FC" w:rsidRPr="008A54A2">
        <w:rPr>
          <w:rFonts w:ascii="Arial" w:hAnsi="Arial" w:cs="Arial"/>
          <w:b/>
        </w:rPr>
        <w:t>Helpen de begeleiders u bij het gebruiken van het hulpmiddel?</w:t>
      </w:r>
    </w:p>
    <w:p w:rsidR="00223A42" w:rsidRPr="008A54A2" w:rsidRDefault="00223A42" w:rsidP="00223A42">
      <w:pPr>
        <w:spacing w:line="144" w:lineRule="auto"/>
        <w:rPr>
          <w:rFonts w:ascii="Arial" w:hAnsi="Arial" w:cs="Arial"/>
          <w:i/>
        </w:rPr>
      </w:pPr>
    </w:p>
    <w:tbl>
      <w:tblPr>
        <w:tblW w:w="0" w:type="auto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077"/>
      </w:tblGrid>
      <w:tr w:rsidR="001E581D" w:rsidRPr="008A54A2" w:rsidTr="006436D5">
        <w:tc>
          <w:tcPr>
            <w:tcW w:w="397" w:type="dxa"/>
            <w:vAlign w:val="center"/>
          </w:tcPr>
          <w:p w:rsidR="001E581D" w:rsidRPr="008A54A2" w:rsidRDefault="0081580E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1430" r="11430" b="6350"/>
                      <wp:wrapNone/>
                      <wp:docPr id="240" name="Text Box 34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223A42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223A42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66" o:spid="_x0000_s1132" type="#_x0000_t202" style="position:absolute;margin-left:0;margin-top:2pt;width:11.35pt;height:11.35pt;z-index:25165516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E61YuYiAgAATQ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BE61F9" w:rsidRDefault="00BE61F9" w:rsidP="00223A42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223A42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E581D" w:rsidRPr="008A54A2" w:rsidRDefault="001E581D" w:rsidP="00AD402E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n.v.t., geen hulp nodig / wil geen hulp bij gebruik hulpmiddel</w:t>
            </w:r>
          </w:p>
        </w:tc>
      </w:tr>
      <w:tr w:rsidR="001E581D" w:rsidRPr="008A54A2" w:rsidTr="006436D5">
        <w:tc>
          <w:tcPr>
            <w:tcW w:w="397" w:type="dxa"/>
            <w:vAlign w:val="center"/>
          </w:tcPr>
          <w:p w:rsidR="001E581D" w:rsidRPr="008A54A2" w:rsidRDefault="0081580E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2700" r="11430" b="5080"/>
                      <wp:wrapNone/>
                      <wp:docPr id="239" name="Text Box 34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223A42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223A42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61" o:spid="_x0000_s1133" type="#_x0000_t202" style="position:absolute;margin-left:0;margin-top:2pt;width:11.35pt;height:11.35pt;z-index:25165107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" strokeweight=".5pt">
                      <v:textbox inset="0,0,0,0">
                        <w:txbxContent>
                          <w:p w:rsidR="00BE61F9" w:rsidRDefault="00BE61F9" w:rsidP="00223A42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223A42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E581D" w:rsidRPr="008A54A2" w:rsidRDefault="001E581D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nooit</w:t>
            </w:r>
          </w:p>
        </w:tc>
      </w:tr>
      <w:tr w:rsidR="001E581D" w:rsidRPr="008A54A2" w:rsidTr="006436D5">
        <w:tc>
          <w:tcPr>
            <w:tcW w:w="397" w:type="dxa"/>
            <w:vAlign w:val="center"/>
          </w:tcPr>
          <w:p w:rsidR="001E581D" w:rsidRPr="008A54A2" w:rsidRDefault="0081580E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3335" r="11430" b="13970"/>
                      <wp:wrapNone/>
                      <wp:docPr id="238" name="Text Box 34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223A42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223A42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62" o:spid="_x0000_s1134" type="#_x0000_t202" style="position:absolute;margin-left:0;margin-top:2pt;width:11.35pt;height:11.35pt;z-index:25165209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FNCAu8iAgAASw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BE61F9" w:rsidRDefault="00BE61F9" w:rsidP="00223A42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223A42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E581D" w:rsidRPr="008A54A2" w:rsidRDefault="001E581D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soms</w:t>
            </w:r>
          </w:p>
        </w:tc>
      </w:tr>
      <w:tr w:rsidR="001E581D" w:rsidRPr="008A54A2" w:rsidTr="006436D5">
        <w:tc>
          <w:tcPr>
            <w:tcW w:w="397" w:type="dxa"/>
            <w:vAlign w:val="center"/>
          </w:tcPr>
          <w:p w:rsidR="001E581D" w:rsidRPr="008A54A2" w:rsidRDefault="0081580E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3970" r="11430" b="13335"/>
                      <wp:wrapNone/>
                      <wp:docPr id="237" name="Text Box 34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223A42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223A42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63" o:spid="_x0000_s1135" type="#_x0000_t202" style="position:absolute;margin-left:0;margin-top:2pt;width:11.35pt;height:11.35pt;z-index:25165312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IWNp+oiAgAASw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BE61F9" w:rsidRDefault="00BE61F9" w:rsidP="00223A42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223A42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E581D" w:rsidRPr="008A54A2" w:rsidRDefault="001E581D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meestal</w:t>
            </w:r>
          </w:p>
        </w:tc>
      </w:tr>
      <w:tr w:rsidR="001E581D" w:rsidRPr="008A54A2" w:rsidTr="006436D5">
        <w:tc>
          <w:tcPr>
            <w:tcW w:w="397" w:type="dxa"/>
            <w:vAlign w:val="center"/>
          </w:tcPr>
          <w:p w:rsidR="001E581D" w:rsidRPr="008A54A2" w:rsidRDefault="0081580E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5080" r="11430" b="12700"/>
                      <wp:wrapNone/>
                      <wp:docPr id="236" name="Text Box 34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223A42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223A42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64" o:spid="_x0000_s1136" type="#_x0000_t202" style="position:absolute;margin-left:0;margin-top:2pt;width:11.35pt;height:11.35pt;z-index:25165414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" strokeweight=".5pt">
                      <v:textbox inset="0,0,0,0">
                        <w:txbxContent>
                          <w:p w:rsidR="00BE61F9" w:rsidRDefault="00BE61F9" w:rsidP="00223A42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223A42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E581D" w:rsidRPr="008A54A2" w:rsidRDefault="001E581D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altijd</w:t>
            </w:r>
          </w:p>
        </w:tc>
      </w:tr>
    </w:tbl>
    <w:p w:rsidR="005F2D7F" w:rsidRDefault="005F2D7F" w:rsidP="00E1745C">
      <w:pPr>
        <w:spacing w:line="276" w:lineRule="auto"/>
        <w:ind w:left="360" w:hanging="360"/>
        <w:rPr>
          <w:rFonts w:ascii="Arial" w:hAnsi="Arial" w:cs="Arial"/>
          <w:b/>
        </w:rPr>
      </w:pPr>
    </w:p>
    <w:p w:rsidR="005F2D7F" w:rsidRDefault="005F2D7F" w:rsidP="00E1745C">
      <w:pPr>
        <w:spacing w:line="276" w:lineRule="auto"/>
        <w:ind w:left="360" w:hanging="360"/>
        <w:rPr>
          <w:rFonts w:ascii="Arial" w:hAnsi="Arial" w:cs="Arial"/>
          <w:b/>
        </w:rPr>
      </w:pPr>
    </w:p>
    <w:p w:rsidR="00DC3D8F" w:rsidRPr="008A54A2" w:rsidRDefault="00F8468B" w:rsidP="00E1745C">
      <w:pPr>
        <w:spacing w:line="276" w:lineRule="auto"/>
        <w:ind w:left="360" w:hanging="360"/>
        <w:rPr>
          <w:rFonts w:ascii="Arial" w:hAnsi="Arial" w:cs="Arial"/>
          <w:b/>
        </w:rPr>
      </w:pPr>
      <w:r w:rsidRPr="008A54A2">
        <w:rPr>
          <w:rFonts w:ascii="Arial" w:hAnsi="Arial" w:cs="Arial"/>
          <w:b/>
        </w:rPr>
        <w:t>2</w:t>
      </w:r>
      <w:r w:rsidR="0087581D">
        <w:rPr>
          <w:rFonts w:ascii="Arial" w:hAnsi="Arial" w:cs="Arial"/>
          <w:b/>
        </w:rPr>
        <w:t>5</w:t>
      </w:r>
      <w:r w:rsidR="00023CE5" w:rsidRPr="008A54A2">
        <w:rPr>
          <w:rFonts w:ascii="Arial" w:hAnsi="Arial" w:cs="Arial"/>
          <w:b/>
        </w:rPr>
        <w:t>.</w:t>
      </w:r>
      <w:r w:rsidR="00135D35" w:rsidRPr="008A54A2">
        <w:rPr>
          <w:rFonts w:ascii="Arial" w:hAnsi="Arial" w:cs="Arial"/>
          <w:b/>
        </w:rPr>
        <w:tab/>
      </w:r>
      <w:r w:rsidR="004473C6" w:rsidRPr="008A54A2">
        <w:rPr>
          <w:rFonts w:ascii="Arial" w:hAnsi="Arial" w:cs="Arial"/>
          <w:b/>
        </w:rPr>
        <w:t xml:space="preserve">Regelt het dagcentrum </w:t>
      </w:r>
      <w:r w:rsidR="00766987" w:rsidRPr="008A54A2">
        <w:rPr>
          <w:rFonts w:ascii="Arial" w:hAnsi="Arial" w:cs="Arial"/>
          <w:b/>
        </w:rPr>
        <w:t xml:space="preserve">voor u </w:t>
      </w:r>
      <w:r w:rsidR="00DC3D8F" w:rsidRPr="008A54A2">
        <w:rPr>
          <w:rFonts w:ascii="Arial" w:hAnsi="Arial" w:cs="Arial"/>
          <w:b/>
        </w:rPr>
        <w:t xml:space="preserve">aangepast vervoer </w:t>
      </w:r>
      <w:r w:rsidR="004473C6" w:rsidRPr="008A54A2">
        <w:rPr>
          <w:rFonts w:ascii="Arial" w:hAnsi="Arial" w:cs="Arial"/>
          <w:b/>
        </w:rPr>
        <w:t xml:space="preserve">als </w:t>
      </w:r>
      <w:r w:rsidR="00023CE5" w:rsidRPr="008A54A2">
        <w:rPr>
          <w:rFonts w:ascii="Arial" w:hAnsi="Arial" w:cs="Arial"/>
          <w:b/>
        </w:rPr>
        <w:t>u het no</w:t>
      </w:r>
      <w:r w:rsidR="00DC3D8F" w:rsidRPr="008A54A2">
        <w:rPr>
          <w:rFonts w:ascii="Arial" w:hAnsi="Arial" w:cs="Arial"/>
          <w:b/>
        </w:rPr>
        <w:t>dig heeft?</w:t>
      </w:r>
    </w:p>
    <w:p w:rsidR="00223A42" w:rsidRPr="008A54A2" w:rsidRDefault="00223A42" w:rsidP="00223A42">
      <w:pPr>
        <w:spacing w:line="144" w:lineRule="auto"/>
        <w:rPr>
          <w:rFonts w:ascii="Arial" w:hAnsi="Arial" w:cs="Arial"/>
          <w:i/>
        </w:rPr>
      </w:pPr>
    </w:p>
    <w:tbl>
      <w:tblPr>
        <w:tblW w:w="0" w:type="auto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077"/>
      </w:tblGrid>
      <w:tr w:rsidR="001E581D" w:rsidRPr="008A54A2" w:rsidTr="006436D5">
        <w:tc>
          <w:tcPr>
            <w:tcW w:w="397" w:type="dxa"/>
            <w:vAlign w:val="center"/>
          </w:tcPr>
          <w:p w:rsidR="001E581D" w:rsidRPr="008A54A2" w:rsidRDefault="0081580E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8890" r="11430" b="8890"/>
                      <wp:wrapNone/>
                      <wp:docPr id="235" name="Text Box 34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223A42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223A42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60" o:spid="_x0000_s1137" type="#_x0000_t202" style="position:absolute;margin-left:0;margin-top:2pt;width:11.35pt;height:11.35pt;z-index:25165004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DF8cEP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BE61F9" w:rsidRDefault="00BE61F9" w:rsidP="00223A42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223A42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E581D" w:rsidRPr="008A54A2" w:rsidRDefault="001E581D" w:rsidP="00AD402E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n.v.t., geen aangepast vervoer nodig / regel ik zelf</w:t>
            </w:r>
          </w:p>
        </w:tc>
      </w:tr>
      <w:tr w:rsidR="001E581D" w:rsidRPr="008A54A2" w:rsidTr="006436D5">
        <w:tc>
          <w:tcPr>
            <w:tcW w:w="397" w:type="dxa"/>
            <w:vAlign w:val="center"/>
          </w:tcPr>
          <w:p w:rsidR="001E581D" w:rsidRPr="008A54A2" w:rsidRDefault="0081580E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595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0160" r="11430" b="7620"/>
                      <wp:wrapNone/>
                      <wp:docPr id="234" name="Text Box 34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223A42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223A42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55" o:spid="_x0000_s1138" type="#_x0000_t202" style="position:absolute;margin-left:0;margin-top:2pt;width:11.35pt;height:11.35pt;z-index:25164595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UDF4DyQCAABN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BE61F9" w:rsidRDefault="00BE61F9" w:rsidP="00223A42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223A42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E581D" w:rsidRPr="008A54A2" w:rsidRDefault="001E581D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nooit</w:t>
            </w:r>
          </w:p>
        </w:tc>
      </w:tr>
      <w:tr w:rsidR="001E581D" w:rsidRPr="008A54A2" w:rsidTr="006436D5">
        <w:tc>
          <w:tcPr>
            <w:tcW w:w="397" w:type="dxa"/>
            <w:vAlign w:val="center"/>
          </w:tcPr>
          <w:p w:rsidR="001E581D" w:rsidRPr="008A54A2" w:rsidRDefault="0081580E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697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0795" r="11430" b="6985"/>
                      <wp:wrapNone/>
                      <wp:docPr id="233" name="Text Box 34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223A42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223A42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56" o:spid="_x0000_s1139" type="#_x0000_t202" style="position:absolute;margin-left:0;margin-top:2pt;width:11.35pt;height:11.35pt;z-index:25164697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DcVl3f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BE61F9" w:rsidRDefault="00BE61F9" w:rsidP="00223A42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223A42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E581D" w:rsidRPr="008A54A2" w:rsidRDefault="001E581D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soms</w:t>
            </w:r>
          </w:p>
        </w:tc>
      </w:tr>
      <w:tr w:rsidR="001E581D" w:rsidRPr="008A54A2" w:rsidTr="006436D5">
        <w:tc>
          <w:tcPr>
            <w:tcW w:w="397" w:type="dxa"/>
            <w:vAlign w:val="center"/>
          </w:tcPr>
          <w:p w:rsidR="001E581D" w:rsidRPr="008A54A2" w:rsidRDefault="0081580E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1430" r="11430" b="6350"/>
                      <wp:wrapNone/>
                      <wp:docPr id="232" name="Text Box 34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223A42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223A42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57" o:spid="_x0000_s1140" type="#_x0000_t202" style="position:absolute;margin-left:0;margin-top:2pt;width:11.35pt;height:11.35pt;z-index:25164800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B+sPin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BE61F9" w:rsidRDefault="00BE61F9" w:rsidP="00223A42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223A42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E581D" w:rsidRPr="008A54A2" w:rsidRDefault="001E581D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meestal</w:t>
            </w:r>
          </w:p>
        </w:tc>
      </w:tr>
      <w:tr w:rsidR="001E581D" w:rsidRPr="008A54A2" w:rsidTr="006436D5">
        <w:tc>
          <w:tcPr>
            <w:tcW w:w="397" w:type="dxa"/>
            <w:vAlign w:val="center"/>
          </w:tcPr>
          <w:p w:rsidR="001E581D" w:rsidRPr="008A54A2" w:rsidRDefault="0081580E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2065" r="11430" b="5715"/>
                      <wp:wrapNone/>
                      <wp:docPr id="231" name="Text Box 34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223A42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223A42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58" o:spid="_x0000_s1141" type="#_x0000_t202" style="position:absolute;margin-left:0;margin-top:2pt;width:11.35pt;height:11.35pt;z-index:25164902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FXXs5AiAgAATQ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BE61F9" w:rsidRDefault="00BE61F9" w:rsidP="00223A42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223A42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E581D" w:rsidRPr="008A54A2" w:rsidRDefault="001E581D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altijd</w:t>
            </w:r>
          </w:p>
        </w:tc>
      </w:tr>
    </w:tbl>
    <w:p w:rsidR="000E11BE" w:rsidRPr="008A54A2" w:rsidRDefault="000E11BE" w:rsidP="00271EB1">
      <w:pPr>
        <w:spacing w:line="276" w:lineRule="auto"/>
        <w:rPr>
          <w:rFonts w:ascii="Arial" w:hAnsi="Arial" w:cs="Arial"/>
          <w:b/>
        </w:rPr>
      </w:pPr>
    </w:p>
    <w:p w:rsidR="00223A42" w:rsidRPr="008A54A2" w:rsidRDefault="00223A42" w:rsidP="00271EB1">
      <w:pPr>
        <w:spacing w:line="276" w:lineRule="auto"/>
        <w:rPr>
          <w:rFonts w:ascii="Arial" w:hAnsi="Arial" w:cs="Arial"/>
          <w:b/>
        </w:rPr>
      </w:pPr>
    </w:p>
    <w:p w:rsidR="000E11BE" w:rsidRPr="005F2D7F" w:rsidRDefault="000E11BE" w:rsidP="00271EB1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5F2D7F">
        <w:rPr>
          <w:rFonts w:ascii="Arial" w:hAnsi="Arial" w:cs="Arial"/>
          <w:b/>
          <w:sz w:val="24"/>
          <w:szCs w:val="24"/>
        </w:rPr>
        <w:lastRenderedPageBreak/>
        <w:t>Zorgafspraken</w:t>
      </w:r>
    </w:p>
    <w:p w:rsidR="000E11BE" w:rsidRPr="008A54A2" w:rsidRDefault="000E11BE" w:rsidP="00271EB1">
      <w:pPr>
        <w:spacing w:line="276" w:lineRule="auto"/>
        <w:rPr>
          <w:rFonts w:ascii="Arial" w:hAnsi="Arial" w:cs="Arial"/>
          <w:b/>
        </w:rPr>
      </w:pPr>
    </w:p>
    <w:p w:rsidR="00F176A4" w:rsidRPr="008A54A2" w:rsidRDefault="00901366" w:rsidP="00F176A4">
      <w:pPr>
        <w:spacing w:line="276" w:lineRule="auto"/>
        <w:rPr>
          <w:rFonts w:ascii="Arial" w:hAnsi="Arial" w:cs="Arial"/>
        </w:rPr>
      </w:pPr>
      <w:r w:rsidRPr="008A54A2">
        <w:rPr>
          <w:rFonts w:ascii="Arial" w:hAnsi="Arial" w:cs="Arial"/>
        </w:rPr>
        <w:t xml:space="preserve">De volgende vragen gaan over de afspraken die zijn gemaakt over de </w:t>
      </w:r>
      <w:r w:rsidR="007F517A" w:rsidRPr="008A54A2">
        <w:rPr>
          <w:rFonts w:ascii="Arial" w:hAnsi="Arial" w:cs="Arial"/>
        </w:rPr>
        <w:t>dagbesteding</w:t>
      </w:r>
      <w:r w:rsidRPr="008A54A2">
        <w:rPr>
          <w:rFonts w:ascii="Arial" w:hAnsi="Arial" w:cs="Arial"/>
        </w:rPr>
        <w:t>. Deze afspraken staan in een zorgplan. Zo’n plan wordt ook wel begeleidingsplan, SamenWerkplan of gewoon de map genoemd.</w:t>
      </w:r>
      <w:r w:rsidR="00F176A4" w:rsidRPr="008A54A2">
        <w:rPr>
          <w:rFonts w:ascii="Arial" w:hAnsi="Arial" w:cs="Arial"/>
        </w:rPr>
        <w:t xml:space="preserve"> Het gaat hierbij om de </w:t>
      </w:r>
      <w:r w:rsidR="00F176A4" w:rsidRPr="008A54A2">
        <w:rPr>
          <w:rFonts w:ascii="Arial" w:hAnsi="Arial" w:cs="Arial"/>
          <w:u w:val="single"/>
        </w:rPr>
        <w:t>afgelopen 12 maanden.</w:t>
      </w:r>
      <w:r w:rsidR="00F176A4" w:rsidRPr="008A54A2">
        <w:rPr>
          <w:rFonts w:ascii="Arial" w:hAnsi="Arial" w:cs="Arial"/>
        </w:rPr>
        <w:t xml:space="preserve"> </w:t>
      </w:r>
    </w:p>
    <w:p w:rsidR="00901366" w:rsidRPr="008A54A2" w:rsidRDefault="00901366" w:rsidP="00901366">
      <w:pPr>
        <w:spacing w:line="276" w:lineRule="auto"/>
        <w:rPr>
          <w:rFonts w:ascii="Arial" w:hAnsi="Arial" w:cs="Arial"/>
        </w:rPr>
      </w:pPr>
    </w:p>
    <w:p w:rsidR="00901366" w:rsidRPr="008A54A2" w:rsidRDefault="00F5690A" w:rsidP="00E1745C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26</w:t>
      </w:r>
      <w:r w:rsidR="007D55A1" w:rsidRPr="008A54A2">
        <w:rPr>
          <w:rFonts w:ascii="Arial" w:hAnsi="Arial" w:cs="Arial"/>
          <w:b/>
        </w:rPr>
        <w:t>.</w:t>
      </w:r>
      <w:r w:rsidR="00135D35" w:rsidRPr="008A54A2">
        <w:rPr>
          <w:rFonts w:ascii="Arial" w:hAnsi="Arial" w:cs="Arial"/>
          <w:b/>
        </w:rPr>
        <w:tab/>
      </w:r>
      <w:r w:rsidR="00901366" w:rsidRPr="008A54A2">
        <w:rPr>
          <w:rFonts w:ascii="Arial" w:hAnsi="Arial" w:cs="Arial"/>
          <w:b/>
        </w:rPr>
        <w:t>Bespreken de begeleiders met u welke hulp u nodig heeft</w:t>
      </w:r>
      <w:r w:rsidR="009B6BC1" w:rsidRPr="008A54A2">
        <w:rPr>
          <w:rFonts w:ascii="Arial" w:hAnsi="Arial" w:cs="Arial"/>
          <w:b/>
        </w:rPr>
        <w:t xml:space="preserve"> bij uw dagbesteding</w:t>
      </w:r>
      <w:r w:rsidR="00901366" w:rsidRPr="008A54A2">
        <w:rPr>
          <w:rFonts w:ascii="Arial" w:hAnsi="Arial" w:cs="Arial"/>
          <w:b/>
        </w:rPr>
        <w:t>?</w:t>
      </w:r>
    </w:p>
    <w:p w:rsidR="00223A42" w:rsidRPr="008A54A2" w:rsidRDefault="00223A42" w:rsidP="00223A42">
      <w:pPr>
        <w:spacing w:line="144" w:lineRule="auto"/>
        <w:rPr>
          <w:rFonts w:ascii="Arial" w:hAnsi="Arial" w:cs="Arial"/>
          <w:i/>
        </w:rPr>
      </w:pPr>
    </w:p>
    <w:tbl>
      <w:tblPr>
        <w:tblW w:w="0" w:type="auto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1171"/>
        <w:gridCol w:w="756"/>
        <w:gridCol w:w="3770"/>
      </w:tblGrid>
      <w:tr w:rsidR="00223A42" w:rsidRPr="008A54A2" w:rsidTr="006436D5">
        <w:tc>
          <w:tcPr>
            <w:tcW w:w="397" w:type="dxa"/>
            <w:vAlign w:val="center"/>
          </w:tcPr>
          <w:p w:rsidR="00223A42" w:rsidRPr="008A54A2" w:rsidRDefault="0081580E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7939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0795" r="11430" b="6985"/>
                      <wp:wrapNone/>
                      <wp:docPr id="230" name="Text Box 32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223A42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223A42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218" o:spid="_x0000_s1142" type="#_x0000_t202" style="position:absolute;margin-left:0;margin-top:2pt;width:11.35pt;height:11.35pt;z-index:25157939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GM0xd4iAgAATQ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BE61F9" w:rsidRDefault="00BE61F9" w:rsidP="00223A42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223A42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71" w:type="dxa"/>
            <w:vAlign w:val="center"/>
          </w:tcPr>
          <w:p w:rsidR="00223A42" w:rsidRPr="008A54A2" w:rsidRDefault="00223A42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nooit</w:t>
            </w:r>
          </w:p>
        </w:tc>
        <w:tc>
          <w:tcPr>
            <w:tcW w:w="756" w:type="dxa"/>
            <w:vAlign w:val="center"/>
          </w:tcPr>
          <w:p w:rsidR="00223A42" w:rsidRPr="008A54A2" w:rsidRDefault="00223A42" w:rsidP="00223A42">
            <w:pPr>
              <w:pStyle w:val="hokjesok"/>
              <w:numPr>
                <w:ilvl w:val="0"/>
                <w:numId w:val="0"/>
              </w:numPr>
              <w:spacing w:line="276" w:lineRule="auto"/>
              <w:ind w:left="454" w:hanging="454"/>
              <w:rPr>
                <w:rFonts w:ascii="Arial" w:hAnsi="Arial" w:cs="Arial"/>
              </w:rPr>
            </w:pPr>
          </w:p>
        </w:tc>
        <w:tc>
          <w:tcPr>
            <w:tcW w:w="3770" w:type="dxa"/>
          </w:tcPr>
          <w:p w:rsidR="00223A42" w:rsidRPr="008A54A2" w:rsidRDefault="00223A42" w:rsidP="00223A42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223A42" w:rsidRPr="008A54A2" w:rsidTr="006436D5">
        <w:tc>
          <w:tcPr>
            <w:tcW w:w="397" w:type="dxa"/>
            <w:vAlign w:val="center"/>
          </w:tcPr>
          <w:p w:rsidR="00223A42" w:rsidRPr="008A54A2" w:rsidRDefault="0081580E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8041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1430" r="11430" b="6350"/>
                      <wp:wrapNone/>
                      <wp:docPr id="229" name="Text Box 32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223A42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223A42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219" o:spid="_x0000_s1143" type="#_x0000_t202" style="position:absolute;margin-left:0;margin-top:2pt;width:11.35pt;height:11.35pt;z-index:25158041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B4z+/LIwIAAEw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BE61F9" w:rsidRDefault="00BE61F9" w:rsidP="00223A42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223A42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71" w:type="dxa"/>
            <w:vAlign w:val="center"/>
          </w:tcPr>
          <w:p w:rsidR="00223A42" w:rsidRPr="008A54A2" w:rsidRDefault="00223A42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soms</w:t>
            </w:r>
          </w:p>
        </w:tc>
        <w:tc>
          <w:tcPr>
            <w:tcW w:w="756" w:type="dxa"/>
          </w:tcPr>
          <w:p w:rsidR="00223A42" w:rsidRPr="008A54A2" w:rsidRDefault="00223A42" w:rsidP="00223A4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770" w:type="dxa"/>
          </w:tcPr>
          <w:p w:rsidR="00223A42" w:rsidRPr="008A54A2" w:rsidRDefault="00223A42" w:rsidP="00223A42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223A42" w:rsidRPr="008A54A2" w:rsidTr="006436D5">
        <w:tc>
          <w:tcPr>
            <w:tcW w:w="397" w:type="dxa"/>
            <w:vAlign w:val="center"/>
          </w:tcPr>
          <w:p w:rsidR="00223A42" w:rsidRPr="008A54A2" w:rsidRDefault="0081580E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8144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2065" r="11430" b="5715"/>
                      <wp:wrapNone/>
                      <wp:docPr id="228" name="Text Box 32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223A42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223A42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220" o:spid="_x0000_s1144" type="#_x0000_t202" style="position:absolute;margin-left:0;margin-top:2pt;width:11.35pt;height:11.35pt;z-index:2515814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CtW/dhIwIAAEw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BE61F9" w:rsidRDefault="00BE61F9" w:rsidP="00223A42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223A42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71" w:type="dxa"/>
            <w:vAlign w:val="center"/>
          </w:tcPr>
          <w:p w:rsidR="00223A42" w:rsidRPr="008A54A2" w:rsidRDefault="00223A42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meestal</w:t>
            </w:r>
          </w:p>
        </w:tc>
        <w:tc>
          <w:tcPr>
            <w:tcW w:w="756" w:type="dxa"/>
          </w:tcPr>
          <w:p w:rsidR="00223A42" w:rsidRPr="008A54A2" w:rsidRDefault="00223A42" w:rsidP="00223A4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770" w:type="dxa"/>
          </w:tcPr>
          <w:p w:rsidR="00223A42" w:rsidRPr="008A54A2" w:rsidRDefault="00223A42" w:rsidP="00223A42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223A42" w:rsidRPr="008A54A2" w:rsidTr="006436D5">
        <w:tc>
          <w:tcPr>
            <w:tcW w:w="397" w:type="dxa"/>
            <w:vAlign w:val="center"/>
          </w:tcPr>
          <w:p w:rsidR="00223A42" w:rsidRPr="008A54A2" w:rsidRDefault="0081580E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8246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3335" r="11430" b="13970"/>
                      <wp:wrapNone/>
                      <wp:docPr id="227" name="Text Box 32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223A42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223A42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221" o:spid="_x0000_s1145" type="#_x0000_t202" style="position:absolute;margin-left:0;margin-top:2pt;width:11.35pt;height:11.35pt;z-index:25158246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" strokeweight=".5pt">
                      <v:textbox inset="0,0,0,0">
                        <w:txbxContent>
                          <w:p w:rsidR="00BE61F9" w:rsidRDefault="00BE61F9" w:rsidP="00223A42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223A42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71" w:type="dxa"/>
            <w:vAlign w:val="center"/>
          </w:tcPr>
          <w:p w:rsidR="00223A42" w:rsidRPr="008A54A2" w:rsidRDefault="00223A42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altijd</w:t>
            </w:r>
          </w:p>
        </w:tc>
        <w:tc>
          <w:tcPr>
            <w:tcW w:w="756" w:type="dxa"/>
          </w:tcPr>
          <w:p w:rsidR="00223A42" w:rsidRPr="008A54A2" w:rsidRDefault="00223A42" w:rsidP="00223A4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770" w:type="dxa"/>
          </w:tcPr>
          <w:p w:rsidR="00223A42" w:rsidRPr="008A54A2" w:rsidRDefault="00223A42" w:rsidP="00223A42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9B6BC1" w:rsidRPr="008A54A2" w:rsidRDefault="009B6BC1" w:rsidP="00E1745C">
      <w:pPr>
        <w:spacing w:line="276" w:lineRule="auto"/>
        <w:ind w:left="360" w:hanging="360"/>
        <w:rPr>
          <w:rFonts w:ascii="Arial" w:hAnsi="Arial" w:cs="Arial"/>
          <w:b/>
        </w:rPr>
      </w:pPr>
    </w:p>
    <w:p w:rsidR="00901366" w:rsidRPr="008A54A2" w:rsidRDefault="00901366" w:rsidP="00271EB1">
      <w:pPr>
        <w:spacing w:line="276" w:lineRule="auto"/>
        <w:rPr>
          <w:rFonts w:ascii="Arial" w:hAnsi="Arial" w:cs="Arial"/>
          <w:b/>
        </w:rPr>
      </w:pPr>
    </w:p>
    <w:p w:rsidR="00901366" w:rsidRPr="008A54A2" w:rsidRDefault="00F5690A" w:rsidP="00E1745C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2</w:t>
      </w:r>
      <w:r w:rsidR="00F85DF1">
        <w:rPr>
          <w:rFonts w:ascii="Arial" w:hAnsi="Arial" w:cs="Arial"/>
          <w:b/>
        </w:rPr>
        <w:t>7</w:t>
      </w:r>
      <w:r w:rsidR="00065000" w:rsidRPr="008A54A2">
        <w:rPr>
          <w:rFonts w:ascii="Arial" w:hAnsi="Arial" w:cs="Arial"/>
          <w:b/>
        </w:rPr>
        <w:t>.</w:t>
      </w:r>
      <w:r w:rsidR="00135D35" w:rsidRPr="008A54A2">
        <w:rPr>
          <w:rFonts w:ascii="Arial" w:hAnsi="Arial" w:cs="Arial"/>
          <w:b/>
        </w:rPr>
        <w:tab/>
      </w:r>
      <w:r w:rsidR="0073692E">
        <w:rPr>
          <w:rFonts w:ascii="Arial" w:hAnsi="Arial" w:cs="Arial"/>
          <w:b/>
        </w:rPr>
        <w:t>Passen</w:t>
      </w:r>
      <w:r w:rsidR="007F517A" w:rsidRPr="008A54A2">
        <w:rPr>
          <w:rFonts w:ascii="Arial" w:hAnsi="Arial" w:cs="Arial"/>
          <w:b/>
        </w:rPr>
        <w:t xml:space="preserve"> de afspraken </w:t>
      </w:r>
      <w:r w:rsidR="00F50DAC">
        <w:rPr>
          <w:rFonts w:ascii="Arial" w:hAnsi="Arial" w:cs="Arial"/>
          <w:b/>
        </w:rPr>
        <w:t xml:space="preserve">in uw zorgplan </w:t>
      </w:r>
      <w:r w:rsidR="0073692E">
        <w:rPr>
          <w:rFonts w:ascii="Arial" w:hAnsi="Arial" w:cs="Arial"/>
          <w:b/>
        </w:rPr>
        <w:t>goed</w:t>
      </w:r>
      <w:r w:rsidR="00F50DAC">
        <w:rPr>
          <w:rFonts w:ascii="Arial" w:hAnsi="Arial" w:cs="Arial"/>
          <w:b/>
        </w:rPr>
        <w:t xml:space="preserve"> bij </w:t>
      </w:r>
      <w:r w:rsidR="0073692E">
        <w:rPr>
          <w:rFonts w:ascii="Arial" w:hAnsi="Arial" w:cs="Arial"/>
          <w:b/>
        </w:rPr>
        <w:t xml:space="preserve">datgene </w:t>
      </w:r>
      <w:r w:rsidR="00F50DAC">
        <w:rPr>
          <w:rFonts w:ascii="Arial" w:hAnsi="Arial" w:cs="Arial"/>
          <w:b/>
        </w:rPr>
        <w:t xml:space="preserve">wat u nodig heeft? </w:t>
      </w:r>
    </w:p>
    <w:p w:rsidR="00135D35" w:rsidRPr="008A54A2" w:rsidRDefault="00135D35" w:rsidP="00135D35">
      <w:pPr>
        <w:spacing w:line="144" w:lineRule="auto"/>
        <w:rPr>
          <w:rFonts w:ascii="Arial" w:hAnsi="Arial" w:cs="Arial"/>
          <w:i/>
        </w:rPr>
      </w:pPr>
    </w:p>
    <w:tbl>
      <w:tblPr>
        <w:tblW w:w="0" w:type="auto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077"/>
      </w:tblGrid>
      <w:tr w:rsidR="00135D35" w:rsidRPr="008A54A2" w:rsidTr="006436D5">
        <w:tc>
          <w:tcPr>
            <w:tcW w:w="397" w:type="dxa"/>
            <w:vAlign w:val="center"/>
          </w:tcPr>
          <w:p w:rsidR="00135D35" w:rsidRPr="008A54A2" w:rsidRDefault="0081580E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1488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6985" r="11430" b="10795"/>
                      <wp:wrapNone/>
                      <wp:docPr id="226" name="Text Box 30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087" o:spid="_x0000_s1146" type="#_x0000_t202" style="position:absolute;margin-left:0;margin-top:2pt;width:11.35pt;height:11.35pt;z-index:25151488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Clh1O3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35D35" w:rsidRPr="008A54A2" w:rsidRDefault="00135D35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nooit</w:t>
            </w:r>
          </w:p>
        </w:tc>
      </w:tr>
      <w:tr w:rsidR="00135D35" w:rsidRPr="008A54A2" w:rsidTr="006436D5">
        <w:tc>
          <w:tcPr>
            <w:tcW w:w="397" w:type="dxa"/>
            <w:vAlign w:val="center"/>
          </w:tcPr>
          <w:p w:rsidR="00135D35" w:rsidRPr="008A54A2" w:rsidRDefault="0081580E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1590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8255" r="11430" b="9525"/>
                      <wp:wrapNone/>
                      <wp:docPr id="225" name="Text Box 30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088" o:spid="_x0000_s1147" type="#_x0000_t202" style="position:absolute;margin-left:0;margin-top:2pt;width:11.35pt;height:11.35pt;z-index:25151590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DcKelJ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35D35" w:rsidRPr="008A54A2" w:rsidRDefault="00135D35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soms</w:t>
            </w:r>
          </w:p>
        </w:tc>
      </w:tr>
      <w:tr w:rsidR="00135D35" w:rsidRPr="008A54A2" w:rsidTr="006436D5">
        <w:tc>
          <w:tcPr>
            <w:tcW w:w="397" w:type="dxa"/>
            <w:vAlign w:val="center"/>
          </w:tcPr>
          <w:p w:rsidR="00135D35" w:rsidRPr="008A54A2" w:rsidRDefault="0081580E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1692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8890" r="11430" b="8890"/>
                      <wp:wrapNone/>
                      <wp:docPr id="224" name="Text Box 30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089" o:spid="_x0000_s1148" type="#_x0000_t202" style="position:absolute;margin-left:0;margin-top:2pt;width:11.35pt;height:11.35pt;z-index:25151692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8wOWvCQCAABN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35D35" w:rsidRPr="008A54A2" w:rsidRDefault="00135D35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meestal</w:t>
            </w:r>
          </w:p>
        </w:tc>
      </w:tr>
      <w:tr w:rsidR="00135D35" w:rsidRPr="008A54A2" w:rsidTr="006436D5">
        <w:tc>
          <w:tcPr>
            <w:tcW w:w="397" w:type="dxa"/>
            <w:vAlign w:val="center"/>
          </w:tcPr>
          <w:p w:rsidR="00135D35" w:rsidRPr="008A54A2" w:rsidRDefault="0081580E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1795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9525" r="11430" b="8255"/>
                      <wp:wrapNone/>
                      <wp:docPr id="223" name="Text Box 30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090" o:spid="_x0000_s1149" type="#_x0000_t202" style="position:absolute;margin-left:0;margin-top:2pt;width:11.35pt;height:11.35pt;z-index:25151795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DkE/SCQCAABN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35D35" w:rsidRPr="008A54A2" w:rsidRDefault="00135D35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altijd</w:t>
            </w:r>
          </w:p>
        </w:tc>
      </w:tr>
      <w:tr w:rsidR="00223A42" w:rsidRPr="008A54A2" w:rsidTr="006436D5">
        <w:tc>
          <w:tcPr>
            <w:tcW w:w="397" w:type="dxa"/>
            <w:vAlign w:val="center"/>
          </w:tcPr>
          <w:p w:rsidR="00223A42" w:rsidRPr="008A54A2" w:rsidRDefault="0081580E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8348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0160" r="11430" b="7620"/>
                      <wp:wrapNone/>
                      <wp:docPr id="222" name="Text Box 32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223" o:spid="_x0000_s1150" type="#_x0000_t202" style="position:absolute;margin-left:0;margin-top:2pt;width:11.35pt;height:11.35pt;z-index:25158348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ABnJpo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223A42" w:rsidRPr="008A54A2" w:rsidRDefault="00223A42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weet ik niet</w:t>
            </w:r>
            <w:r w:rsidR="00F50DAC">
              <w:rPr>
                <w:rFonts w:ascii="Arial" w:hAnsi="Arial" w:cs="Arial"/>
              </w:rPr>
              <w:t xml:space="preserve"> (meer)</w:t>
            </w:r>
          </w:p>
        </w:tc>
      </w:tr>
    </w:tbl>
    <w:p w:rsidR="00135D35" w:rsidRPr="008A54A2" w:rsidRDefault="00135D35" w:rsidP="00135D35">
      <w:pPr>
        <w:spacing w:line="276" w:lineRule="auto"/>
        <w:rPr>
          <w:rFonts w:ascii="Arial" w:hAnsi="Arial" w:cs="Arial"/>
          <w:b/>
        </w:rPr>
      </w:pPr>
    </w:p>
    <w:p w:rsidR="005F2D7F" w:rsidRDefault="005F2D7F" w:rsidP="00E1745C">
      <w:pPr>
        <w:spacing w:line="276" w:lineRule="auto"/>
        <w:ind w:left="360" w:hanging="360"/>
        <w:rPr>
          <w:rFonts w:ascii="Arial" w:hAnsi="Arial" w:cs="Arial"/>
          <w:b/>
        </w:rPr>
      </w:pPr>
    </w:p>
    <w:p w:rsidR="00901366" w:rsidRPr="008A54A2" w:rsidRDefault="00F5690A" w:rsidP="00E1745C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2</w:t>
      </w:r>
      <w:r w:rsidR="00F85DF1">
        <w:rPr>
          <w:rFonts w:ascii="Arial" w:hAnsi="Arial" w:cs="Arial"/>
          <w:b/>
        </w:rPr>
        <w:t>8</w:t>
      </w:r>
      <w:r w:rsidR="000A45C0" w:rsidRPr="008A54A2">
        <w:rPr>
          <w:rFonts w:ascii="Arial" w:hAnsi="Arial" w:cs="Arial"/>
          <w:b/>
        </w:rPr>
        <w:t>.</w:t>
      </w:r>
      <w:r w:rsidR="00223A42" w:rsidRPr="008A54A2">
        <w:rPr>
          <w:rFonts w:ascii="Arial" w:hAnsi="Arial" w:cs="Arial"/>
          <w:b/>
        </w:rPr>
        <w:tab/>
      </w:r>
      <w:r w:rsidR="00F50DAC">
        <w:rPr>
          <w:rFonts w:ascii="Arial" w:hAnsi="Arial" w:cs="Arial"/>
          <w:b/>
        </w:rPr>
        <w:t xml:space="preserve">Helpen de begeleiders op het dagcentrum u </w:t>
      </w:r>
      <w:r w:rsidR="008D6E1E" w:rsidRPr="008A54A2">
        <w:rPr>
          <w:rFonts w:ascii="Arial" w:hAnsi="Arial" w:cs="Arial"/>
          <w:b/>
        </w:rPr>
        <w:t xml:space="preserve">volgens de afspraken </w:t>
      </w:r>
      <w:r w:rsidR="00F50DAC">
        <w:rPr>
          <w:rFonts w:ascii="Arial" w:hAnsi="Arial" w:cs="Arial"/>
          <w:b/>
        </w:rPr>
        <w:t>in uw zorgplan</w:t>
      </w:r>
      <w:r w:rsidR="00901366" w:rsidRPr="008A54A2">
        <w:rPr>
          <w:rFonts w:ascii="Arial" w:hAnsi="Arial" w:cs="Arial"/>
          <w:b/>
        </w:rPr>
        <w:t>?</w:t>
      </w:r>
    </w:p>
    <w:p w:rsidR="00223A42" w:rsidRPr="008A54A2" w:rsidRDefault="00223A42" w:rsidP="00223A42">
      <w:pPr>
        <w:spacing w:line="144" w:lineRule="auto"/>
        <w:rPr>
          <w:rFonts w:ascii="Arial" w:hAnsi="Arial" w:cs="Arial"/>
          <w:i/>
        </w:rPr>
      </w:pPr>
    </w:p>
    <w:tbl>
      <w:tblPr>
        <w:tblW w:w="0" w:type="auto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077"/>
      </w:tblGrid>
      <w:tr w:rsidR="00223A42" w:rsidRPr="008A54A2" w:rsidTr="006436D5">
        <w:tc>
          <w:tcPr>
            <w:tcW w:w="397" w:type="dxa"/>
            <w:vAlign w:val="center"/>
          </w:tcPr>
          <w:p w:rsidR="00223A42" w:rsidRPr="008A54A2" w:rsidRDefault="0081580E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8451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3970" r="11430" b="13335"/>
                      <wp:wrapNone/>
                      <wp:docPr id="221" name="Text Box 32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223A42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223A42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224" o:spid="_x0000_s1151" type="#_x0000_t202" style="position:absolute;margin-left:0;margin-top:2pt;width:11.35pt;height:11.35pt;z-index:25158451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B1vskj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BE61F9" w:rsidRDefault="00BE61F9" w:rsidP="00223A42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223A42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223A42" w:rsidRPr="008A54A2" w:rsidRDefault="00223A42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nooit</w:t>
            </w:r>
          </w:p>
        </w:tc>
      </w:tr>
      <w:tr w:rsidR="00223A42" w:rsidRPr="008A54A2" w:rsidTr="006436D5">
        <w:tc>
          <w:tcPr>
            <w:tcW w:w="397" w:type="dxa"/>
            <w:vAlign w:val="center"/>
          </w:tcPr>
          <w:p w:rsidR="00223A42" w:rsidRPr="008A54A2" w:rsidRDefault="0081580E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8553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5715" r="11430" b="12065"/>
                      <wp:wrapNone/>
                      <wp:docPr id="220" name="Text Box 32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223A42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223A42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225" o:spid="_x0000_s1152" type="#_x0000_t202" style="position:absolute;margin-left:0;margin-top:2pt;width:11.35pt;height:11.35pt;z-index:25158553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LG9OfAiAgAATQ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BE61F9" w:rsidRDefault="00BE61F9" w:rsidP="00223A42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223A42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223A42" w:rsidRPr="008A54A2" w:rsidRDefault="00223A42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soms</w:t>
            </w:r>
          </w:p>
        </w:tc>
      </w:tr>
      <w:tr w:rsidR="00223A42" w:rsidRPr="008A54A2" w:rsidTr="006436D5">
        <w:tc>
          <w:tcPr>
            <w:tcW w:w="397" w:type="dxa"/>
            <w:vAlign w:val="center"/>
          </w:tcPr>
          <w:p w:rsidR="00223A42" w:rsidRPr="008A54A2" w:rsidRDefault="0081580E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8656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6350" r="11430" b="11430"/>
                      <wp:wrapNone/>
                      <wp:docPr id="219" name="Text Box 32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223A42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223A42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226" o:spid="_x0000_s1153" type="#_x0000_t202" style="position:absolute;margin-left:0;margin-top:2pt;width:11.35pt;height:11.35pt;z-index:25158656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A6s0NQ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BE61F9" w:rsidRDefault="00BE61F9" w:rsidP="00223A42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223A42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223A42" w:rsidRPr="008A54A2" w:rsidRDefault="00223A42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meestal</w:t>
            </w:r>
          </w:p>
        </w:tc>
      </w:tr>
      <w:tr w:rsidR="00223A42" w:rsidRPr="008A54A2" w:rsidTr="006436D5">
        <w:tc>
          <w:tcPr>
            <w:tcW w:w="397" w:type="dxa"/>
            <w:vAlign w:val="center"/>
          </w:tcPr>
          <w:p w:rsidR="00223A42" w:rsidRPr="008A54A2" w:rsidRDefault="0081580E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8758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6985" r="11430" b="10795"/>
                      <wp:wrapNone/>
                      <wp:docPr id="218" name="Text Box 32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223A42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223A42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227" o:spid="_x0000_s1154" type="#_x0000_t202" style="position:absolute;margin-left:0;margin-top:2pt;width:11.35pt;height:11.35pt;z-index:25158758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D+sLOD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BE61F9" w:rsidRDefault="00BE61F9" w:rsidP="00223A42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223A42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223A42" w:rsidRPr="008A54A2" w:rsidRDefault="00223A42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altijd</w:t>
            </w:r>
          </w:p>
        </w:tc>
      </w:tr>
      <w:tr w:rsidR="00223A42" w:rsidRPr="008A54A2" w:rsidTr="006436D5">
        <w:tc>
          <w:tcPr>
            <w:tcW w:w="397" w:type="dxa"/>
            <w:vAlign w:val="center"/>
          </w:tcPr>
          <w:p w:rsidR="00223A42" w:rsidRPr="008A54A2" w:rsidRDefault="0081580E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8860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7620" r="11430" b="10160"/>
                      <wp:wrapNone/>
                      <wp:docPr id="217" name="Text Box 32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223A42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223A42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228" o:spid="_x0000_s1155" type="#_x0000_t202" style="position:absolute;margin-left:0;margin-top:2pt;width:11.35pt;height:11.35pt;z-index:25158860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C4pY/T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BE61F9" w:rsidRDefault="00BE61F9" w:rsidP="00223A42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223A42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223A42" w:rsidRPr="008A54A2" w:rsidRDefault="00223A42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weet ik niet</w:t>
            </w:r>
            <w:r w:rsidR="00F50DAC">
              <w:rPr>
                <w:rFonts w:ascii="Arial" w:hAnsi="Arial" w:cs="Arial"/>
              </w:rPr>
              <w:t xml:space="preserve"> (meer)</w:t>
            </w:r>
          </w:p>
        </w:tc>
      </w:tr>
    </w:tbl>
    <w:p w:rsidR="00223A42" w:rsidRPr="008A54A2" w:rsidRDefault="00223A42" w:rsidP="00223A42">
      <w:pPr>
        <w:spacing w:line="276" w:lineRule="auto"/>
        <w:rPr>
          <w:rFonts w:ascii="Arial" w:hAnsi="Arial" w:cs="Arial"/>
          <w:b/>
        </w:rPr>
      </w:pPr>
    </w:p>
    <w:p w:rsidR="00CB029D" w:rsidRPr="008A54A2" w:rsidRDefault="00CB029D" w:rsidP="00271EB1">
      <w:pPr>
        <w:spacing w:line="276" w:lineRule="auto"/>
        <w:rPr>
          <w:rFonts w:ascii="Arial" w:hAnsi="Arial" w:cs="Arial"/>
          <w:b/>
        </w:rPr>
      </w:pPr>
    </w:p>
    <w:p w:rsidR="000E11BE" w:rsidRPr="005F2D7F" w:rsidRDefault="00933C06" w:rsidP="00271EB1">
      <w:pPr>
        <w:spacing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  <w:r w:rsidR="000E11BE" w:rsidRPr="005F2D7F">
        <w:rPr>
          <w:rFonts w:ascii="Arial" w:hAnsi="Arial" w:cs="Arial"/>
          <w:b/>
          <w:sz w:val="24"/>
          <w:szCs w:val="24"/>
        </w:rPr>
        <w:lastRenderedPageBreak/>
        <w:t>Informatievoorziening</w:t>
      </w:r>
    </w:p>
    <w:p w:rsidR="000E11BE" w:rsidRPr="008A54A2" w:rsidRDefault="000E11BE" w:rsidP="00271EB1">
      <w:pPr>
        <w:spacing w:line="276" w:lineRule="auto"/>
        <w:rPr>
          <w:rFonts w:ascii="Arial" w:hAnsi="Arial" w:cs="Arial"/>
        </w:rPr>
      </w:pPr>
    </w:p>
    <w:p w:rsidR="005D104B" w:rsidRPr="008A54A2" w:rsidRDefault="005D104B" w:rsidP="00271EB1">
      <w:pPr>
        <w:spacing w:line="276" w:lineRule="auto"/>
        <w:rPr>
          <w:rFonts w:ascii="Arial" w:hAnsi="Arial" w:cs="Arial"/>
        </w:rPr>
      </w:pPr>
      <w:r w:rsidRPr="008A54A2">
        <w:rPr>
          <w:rFonts w:ascii="Arial" w:hAnsi="Arial" w:cs="Arial"/>
        </w:rPr>
        <w:t>Nu komen er enkele vragen over de informatie die u krijgt van &lt;naam org&gt;.</w:t>
      </w:r>
      <w:r w:rsidR="00F176A4" w:rsidRPr="008A54A2">
        <w:rPr>
          <w:rFonts w:ascii="Arial" w:hAnsi="Arial" w:cs="Arial"/>
        </w:rPr>
        <w:t xml:space="preserve"> Het gaat hierbij om de </w:t>
      </w:r>
      <w:r w:rsidR="00F176A4" w:rsidRPr="008A54A2">
        <w:rPr>
          <w:rFonts w:ascii="Arial" w:hAnsi="Arial" w:cs="Arial"/>
          <w:u w:val="single"/>
        </w:rPr>
        <w:t>afgelopen 12 maanden</w:t>
      </w:r>
      <w:r w:rsidR="00F176A4" w:rsidRPr="008A54A2">
        <w:rPr>
          <w:rFonts w:ascii="Arial" w:hAnsi="Arial" w:cs="Arial"/>
        </w:rPr>
        <w:t>.</w:t>
      </w:r>
    </w:p>
    <w:p w:rsidR="009D4305" w:rsidRPr="008A54A2" w:rsidRDefault="009D4305" w:rsidP="00271EB1">
      <w:pPr>
        <w:spacing w:line="276" w:lineRule="auto"/>
        <w:rPr>
          <w:rFonts w:ascii="Arial" w:hAnsi="Arial" w:cs="Arial"/>
          <w:b/>
        </w:rPr>
      </w:pPr>
    </w:p>
    <w:p w:rsidR="005D104B" w:rsidRPr="008A54A2" w:rsidRDefault="00F85DF1" w:rsidP="00E1745C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29</w:t>
      </w:r>
      <w:r w:rsidR="000A45C0" w:rsidRPr="008A54A2">
        <w:rPr>
          <w:rFonts w:ascii="Arial" w:hAnsi="Arial" w:cs="Arial"/>
          <w:b/>
        </w:rPr>
        <w:t>.</w:t>
      </w:r>
      <w:r w:rsidR="00135D35" w:rsidRPr="008A54A2">
        <w:rPr>
          <w:rFonts w:ascii="Arial" w:hAnsi="Arial" w:cs="Arial"/>
          <w:b/>
        </w:rPr>
        <w:tab/>
      </w:r>
      <w:r w:rsidR="005D104B" w:rsidRPr="008A54A2">
        <w:rPr>
          <w:rFonts w:ascii="Arial" w:hAnsi="Arial" w:cs="Arial"/>
          <w:b/>
        </w:rPr>
        <w:t xml:space="preserve">Informeren de begeleiders u als </w:t>
      </w:r>
      <w:r w:rsidR="00CD7DE3" w:rsidRPr="008A54A2">
        <w:rPr>
          <w:rFonts w:ascii="Arial" w:hAnsi="Arial" w:cs="Arial"/>
          <w:b/>
        </w:rPr>
        <w:t>er iets verandert</w:t>
      </w:r>
      <w:r w:rsidR="007F517A" w:rsidRPr="008A54A2">
        <w:rPr>
          <w:rFonts w:ascii="Arial" w:hAnsi="Arial" w:cs="Arial"/>
          <w:b/>
        </w:rPr>
        <w:t xml:space="preserve"> op het dagcentrum</w:t>
      </w:r>
      <w:r w:rsidR="005D104B" w:rsidRPr="008A54A2">
        <w:rPr>
          <w:rFonts w:ascii="Arial" w:hAnsi="Arial" w:cs="Arial"/>
          <w:b/>
        </w:rPr>
        <w:t>?</w:t>
      </w:r>
      <w:r w:rsidR="00D946CA">
        <w:rPr>
          <w:rFonts w:ascii="Arial" w:hAnsi="Arial" w:cs="Arial"/>
          <w:b/>
        </w:rPr>
        <w:t xml:space="preserve"> Bijvoorbeeld als er een nieuwe begeleider komt, er een huisregel verandert of het eten wordt aangepast.</w:t>
      </w:r>
    </w:p>
    <w:p w:rsidR="00135D35" w:rsidRPr="008A54A2" w:rsidRDefault="00135D35" w:rsidP="00135D35">
      <w:pPr>
        <w:spacing w:line="144" w:lineRule="auto"/>
        <w:rPr>
          <w:rFonts w:ascii="Arial" w:hAnsi="Arial" w:cs="Arial"/>
          <w:i/>
        </w:rPr>
      </w:pPr>
    </w:p>
    <w:tbl>
      <w:tblPr>
        <w:tblW w:w="0" w:type="auto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077"/>
      </w:tblGrid>
      <w:tr w:rsidR="00135D35" w:rsidRPr="008A54A2" w:rsidTr="006436D5">
        <w:tc>
          <w:tcPr>
            <w:tcW w:w="397" w:type="dxa"/>
            <w:vAlign w:val="center"/>
          </w:tcPr>
          <w:p w:rsidR="00135D35" w:rsidRPr="008A54A2" w:rsidRDefault="0081580E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1897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216" name="Text Box 30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091" o:spid="_x0000_s1156" type="#_x0000_t202" style="position:absolute;margin-left:0;margin-top:2pt;width:11.35pt;height:11.35pt;z-index:25151897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" strokeweight=".5pt">
                      <v:textbox inset="0,0,0,0">
                        <w:txbxContent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35D35" w:rsidRPr="008A54A2" w:rsidRDefault="00135D35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nooit</w:t>
            </w:r>
          </w:p>
        </w:tc>
      </w:tr>
      <w:tr w:rsidR="00135D35" w:rsidRPr="008A54A2" w:rsidTr="006436D5">
        <w:tc>
          <w:tcPr>
            <w:tcW w:w="397" w:type="dxa"/>
            <w:vAlign w:val="center"/>
          </w:tcPr>
          <w:p w:rsidR="00135D35" w:rsidRPr="008A54A2" w:rsidRDefault="0081580E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2000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215" name="Text Box 30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092" o:spid="_x0000_s1157" type="#_x0000_t202" style="position:absolute;margin-left:0;margin-top:2pt;width:11.35pt;height:11.35pt;z-index:25152000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Cyy+5p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35D35" w:rsidRPr="008A54A2" w:rsidRDefault="00135D35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soms</w:t>
            </w:r>
          </w:p>
        </w:tc>
      </w:tr>
      <w:tr w:rsidR="00135D35" w:rsidRPr="008A54A2" w:rsidTr="006436D5">
        <w:tc>
          <w:tcPr>
            <w:tcW w:w="397" w:type="dxa"/>
            <w:vAlign w:val="center"/>
          </w:tcPr>
          <w:p w:rsidR="00135D35" w:rsidRPr="008A54A2" w:rsidRDefault="0081580E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2102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214" name="Text Box 30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093" o:spid="_x0000_s1158" type="#_x0000_t202" style="position:absolute;margin-left:0;margin-top:2pt;width:11.35pt;height:11.35pt;z-index:25152102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B2yB66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35D35" w:rsidRPr="008A54A2" w:rsidRDefault="00135D35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meestal</w:t>
            </w:r>
          </w:p>
        </w:tc>
      </w:tr>
      <w:tr w:rsidR="00135D35" w:rsidRPr="008A54A2" w:rsidTr="006436D5">
        <w:tc>
          <w:tcPr>
            <w:tcW w:w="397" w:type="dxa"/>
            <w:vAlign w:val="center"/>
          </w:tcPr>
          <w:p w:rsidR="00135D35" w:rsidRPr="008A54A2" w:rsidRDefault="0081580E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2204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213" name="Text Box 30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094" o:spid="_x0000_s1159" type="#_x0000_t202" style="position:absolute;margin-left:0;margin-top:2pt;width:11.35pt;height:11.35pt;z-index:25152204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AE+ZNQ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35D35" w:rsidRPr="008A54A2" w:rsidRDefault="00135D35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altijd</w:t>
            </w:r>
          </w:p>
        </w:tc>
      </w:tr>
    </w:tbl>
    <w:p w:rsidR="00135D35" w:rsidRPr="008A54A2" w:rsidRDefault="00135D35" w:rsidP="00135D35">
      <w:pPr>
        <w:spacing w:line="276" w:lineRule="auto"/>
        <w:rPr>
          <w:rFonts w:ascii="Arial" w:hAnsi="Arial" w:cs="Arial"/>
          <w:b/>
        </w:rPr>
      </w:pPr>
    </w:p>
    <w:p w:rsidR="007F517A" w:rsidRPr="008A54A2" w:rsidRDefault="007F517A" w:rsidP="00271EB1">
      <w:pPr>
        <w:spacing w:line="276" w:lineRule="auto"/>
        <w:rPr>
          <w:rFonts w:ascii="Arial" w:hAnsi="Arial" w:cs="Arial"/>
          <w:b/>
        </w:rPr>
      </w:pPr>
    </w:p>
    <w:p w:rsidR="005D104B" w:rsidRPr="008A54A2" w:rsidRDefault="00F5690A" w:rsidP="00E1745C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3</w:t>
      </w:r>
      <w:r w:rsidR="00F85DF1">
        <w:rPr>
          <w:rFonts w:ascii="Arial" w:hAnsi="Arial" w:cs="Arial"/>
          <w:b/>
        </w:rPr>
        <w:t>0</w:t>
      </w:r>
      <w:r w:rsidR="000A45C0" w:rsidRPr="008A54A2">
        <w:rPr>
          <w:rFonts w:ascii="Arial" w:hAnsi="Arial" w:cs="Arial"/>
          <w:b/>
        </w:rPr>
        <w:t>.</w:t>
      </w:r>
      <w:r w:rsidR="00135D35" w:rsidRPr="008A54A2">
        <w:rPr>
          <w:rFonts w:ascii="Arial" w:hAnsi="Arial" w:cs="Arial"/>
          <w:b/>
        </w:rPr>
        <w:tab/>
      </w:r>
      <w:r w:rsidR="005D104B" w:rsidRPr="008A54A2">
        <w:rPr>
          <w:rFonts w:ascii="Arial" w:hAnsi="Arial" w:cs="Arial"/>
          <w:b/>
        </w:rPr>
        <w:t xml:space="preserve">Kunt u </w:t>
      </w:r>
      <w:r w:rsidR="005D104B" w:rsidRPr="00D5285E">
        <w:rPr>
          <w:rFonts w:ascii="Arial" w:hAnsi="Arial" w:cs="Arial"/>
          <w:b/>
        </w:rPr>
        <w:t>meepraten</w:t>
      </w:r>
      <w:r w:rsidR="005D104B" w:rsidRPr="008A54A2">
        <w:rPr>
          <w:rFonts w:ascii="Arial" w:hAnsi="Arial" w:cs="Arial"/>
          <w:b/>
        </w:rPr>
        <w:t xml:space="preserve"> o</w:t>
      </w:r>
      <w:r w:rsidR="007F517A" w:rsidRPr="008A54A2">
        <w:rPr>
          <w:rFonts w:ascii="Arial" w:hAnsi="Arial" w:cs="Arial"/>
          <w:b/>
        </w:rPr>
        <w:t>ver veranderingen op het dagcentrum</w:t>
      </w:r>
      <w:r w:rsidR="005D104B" w:rsidRPr="008A54A2">
        <w:rPr>
          <w:rFonts w:ascii="Arial" w:hAnsi="Arial" w:cs="Arial"/>
          <w:b/>
        </w:rPr>
        <w:t>?</w:t>
      </w:r>
    </w:p>
    <w:p w:rsidR="00135D35" w:rsidRPr="008A54A2" w:rsidRDefault="00135D35" w:rsidP="00135D35">
      <w:pPr>
        <w:spacing w:line="144" w:lineRule="auto"/>
        <w:rPr>
          <w:rFonts w:ascii="Arial" w:hAnsi="Arial" w:cs="Arial"/>
          <w:i/>
        </w:rPr>
      </w:pPr>
    </w:p>
    <w:tbl>
      <w:tblPr>
        <w:tblW w:w="0" w:type="auto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077"/>
      </w:tblGrid>
      <w:tr w:rsidR="00936032" w:rsidRPr="008A54A2" w:rsidTr="006436D5">
        <w:tc>
          <w:tcPr>
            <w:tcW w:w="397" w:type="dxa"/>
            <w:vAlign w:val="center"/>
          </w:tcPr>
          <w:p w:rsidR="00936032" w:rsidRPr="008A54A2" w:rsidRDefault="0081580E" w:rsidP="000E4160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2105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212" name="Text Box 36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90" o:spid="_x0000_s1160" type="#_x0000_t202" style="position:absolute;margin-left:0;margin-top:2pt;width:11.35pt;height:11.35pt;z-index:25182105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EunbIUiAgAATQ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936032" w:rsidRPr="008A54A2" w:rsidRDefault="00936032" w:rsidP="000E4160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n.v.t</w:t>
            </w:r>
            <w:r w:rsidR="00ED03FC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, geen behoefte aan</w:t>
            </w:r>
          </w:p>
        </w:tc>
      </w:tr>
      <w:tr w:rsidR="00936032" w:rsidRPr="008A54A2" w:rsidTr="006436D5">
        <w:tc>
          <w:tcPr>
            <w:tcW w:w="397" w:type="dxa"/>
            <w:vAlign w:val="center"/>
          </w:tcPr>
          <w:p w:rsidR="00936032" w:rsidRPr="008A54A2" w:rsidRDefault="0081580E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1696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211" name="Text Box 36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86" o:spid="_x0000_s1161" type="#_x0000_t202" style="position:absolute;margin-left:0;margin-top:2pt;width:11.35pt;height:11.35pt;z-index:25181696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CDiWjv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936032" w:rsidRPr="008A54A2" w:rsidRDefault="00936032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nooit</w:t>
            </w:r>
          </w:p>
        </w:tc>
      </w:tr>
      <w:tr w:rsidR="00936032" w:rsidRPr="008A54A2" w:rsidTr="006436D5">
        <w:tc>
          <w:tcPr>
            <w:tcW w:w="397" w:type="dxa"/>
            <w:vAlign w:val="center"/>
          </w:tcPr>
          <w:p w:rsidR="00936032" w:rsidRPr="008A54A2" w:rsidRDefault="0081580E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1798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210" name="Text Box 36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87" o:spid="_x0000_s1162" type="#_x0000_t202" style="position:absolute;margin-left:0;margin-top:2pt;width:11.35pt;height:11.35pt;z-index:25181798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BVkbsj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936032" w:rsidRPr="008A54A2" w:rsidRDefault="00936032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soms</w:t>
            </w:r>
          </w:p>
        </w:tc>
      </w:tr>
      <w:tr w:rsidR="00936032" w:rsidRPr="008A54A2" w:rsidTr="006436D5">
        <w:tc>
          <w:tcPr>
            <w:tcW w:w="397" w:type="dxa"/>
            <w:vAlign w:val="center"/>
          </w:tcPr>
          <w:p w:rsidR="00936032" w:rsidRPr="008A54A2" w:rsidRDefault="0081580E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1900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209" name="Text Box 36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88" o:spid="_x0000_s1163" type="#_x0000_t202" style="position:absolute;margin-left:0;margin-top:2pt;width:11.35pt;height:11.35pt;z-index:25181900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BJ99Av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936032" w:rsidRPr="008A54A2" w:rsidRDefault="00936032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meestal</w:t>
            </w:r>
          </w:p>
        </w:tc>
      </w:tr>
      <w:tr w:rsidR="00936032" w:rsidRPr="008A54A2" w:rsidTr="006436D5">
        <w:tc>
          <w:tcPr>
            <w:tcW w:w="397" w:type="dxa"/>
            <w:vAlign w:val="center"/>
          </w:tcPr>
          <w:p w:rsidR="00936032" w:rsidRPr="008A54A2" w:rsidRDefault="0081580E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2003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208" name="Text Box 36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89" o:spid="_x0000_s1164" type="#_x0000_t202" style="position:absolute;margin-left:0;margin-top:2pt;width:11.35pt;height:11.35pt;z-index:25182003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AJGl48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936032" w:rsidRPr="008A54A2" w:rsidRDefault="00936032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altijd</w:t>
            </w:r>
          </w:p>
        </w:tc>
      </w:tr>
    </w:tbl>
    <w:p w:rsidR="00135D35" w:rsidRPr="008A54A2" w:rsidRDefault="00135D35" w:rsidP="00135D35">
      <w:pPr>
        <w:spacing w:line="276" w:lineRule="auto"/>
        <w:rPr>
          <w:rFonts w:ascii="Arial" w:hAnsi="Arial" w:cs="Arial"/>
          <w:b/>
        </w:rPr>
      </w:pPr>
    </w:p>
    <w:p w:rsidR="00F176A4" w:rsidRPr="008A54A2" w:rsidRDefault="00F176A4" w:rsidP="00271EB1">
      <w:pPr>
        <w:spacing w:line="276" w:lineRule="auto"/>
        <w:rPr>
          <w:rFonts w:ascii="Arial" w:hAnsi="Arial" w:cs="Arial"/>
          <w:b/>
        </w:rPr>
      </w:pPr>
    </w:p>
    <w:p w:rsidR="00F176A4" w:rsidRPr="008A54A2" w:rsidRDefault="007F517A" w:rsidP="00E1745C">
      <w:pPr>
        <w:spacing w:line="276" w:lineRule="auto"/>
        <w:ind w:left="360" w:hanging="360"/>
        <w:rPr>
          <w:rFonts w:ascii="Arial" w:hAnsi="Arial" w:cs="Arial"/>
          <w:b/>
        </w:rPr>
      </w:pPr>
      <w:r w:rsidRPr="008A54A2">
        <w:rPr>
          <w:rFonts w:ascii="Arial" w:hAnsi="Arial" w:cs="Arial"/>
          <w:b/>
        </w:rPr>
        <w:t>3</w:t>
      </w:r>
      <w:r w:rsidR="00F85DF1">
        <w:rPr>
          <w:rFonts w:ascii="Arial" w:hAnsi="Arial" w:cs="Arial"/>
          <w:b/>
        </w:rPr>
        <w:t>1</w:t>
      </w:r>
      <w:r w:rsidR="00F176A4" w:rsidRPr="008A54A2">
        <w:rPr>
          <w:rFonts w:ascii="Arial" w:hAnsi="Arial" w:cs="Arial"/>
          <w:b/>
        </w:rPr>
        <w:t>.</w:t>
      </w:r>
      <w:r w:rsidR="00135D35" w:rsidRPr="008A54A2">
        <w:rPr>
          <w:rFonts w:ascii="Arial" w:hAnsi="Arial" w:cs="Arial"/>
          <w:b/>
        </w:rPr>
        <w:tab/>
      </w:r>
      <w:r w:rsidR="00666944">
        <w:rPr>
          <w:rFonts w:ascii="Arial" w:hAnsi="Arial" w:cs="Arial"/>
          <w:b/>
        </w:rPr>
        <w:t>Krijgt u informatie van &lt;naam org&gt; over wat u moet doen</w:t>
      </w:r>
      <w:r w:rsidR="00F176A4" w:rsidRPr="008A54A2">
        <w:rPr>
          <w:rFonts w:ascii="Arial" w:hAnsi="Arial" w:cs="Arial"/>
          <w:b/>
        </w:rPr>
        <w:t xml:space="preserve"> als er brand is op </w:t>
      </w:r>
      <w:r w:rsidRPr="008A54A2">
        <w:rPr>
          <w:rFonts w:ascii="Arial" w:hAnsi="Arial" w:cs="Arial"/>
          <w:b/>
        </w:rPr>
        <w:t>het dagcentrum</w:t>
      </w:r>
      <w:r w:rsidR="00F176A4" w:rsidRPr="008A54A2">
        <w:rPr>
          <w:rFonts w:ascii="Arial" w:hAnsi="Arial" w:cs="Arial"/>
          <w:b/>
        </w:rPr>
        <w:t>?</w:t>
      </w:r>
    </w:p>
    <w:p w:rsidR="00223A42" w:rsidRPr="008A54A2" w:rsidRDefault="00223A42" w:rsidP="00223A42">
      <w:pPr>
        <w:spacing w:line="144" w:lineRule="auto"/>
        <w:rPr>
          <w:rFonts w:ascii="Arial" w:hAnsi="Arial" w:cs="Arial"/>
          <w:i/>
        </w:rPr>
      </w:pPr>
    </w:p>
    <w:tbl>
      <w:tblPr>
        <w:tblW w:w="0" w:type="auto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077"/>
      </w:tblGrid>
      <w:tr w:rsidR="00223A42" w:rsidRPr="008A54A2" w:rsidTr="006436D5">
        <w:tc>
          <w:tcPr>
            <w:tcW w:w="397" w:type="dxa"/>
            <w:vAlign w:val="center"/>
          </w:tcPr>
          <w:p w:rsidR="00223A42" w:rsidRPr="008A54A2" w:rsidRDefault="0081580E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8963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207" name="Text Box 32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223A42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223A42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234" o:spid="_x0000_s1165" type="#_x0000_t202" style="position:absolute;margin-left:0;margin-top:2pt;width:11.35pt;height:11.35pt;z-index:25158963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BxuQ0o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BE61F9" w:rsidRDefault="00BE61F9" w:rsidP="00223A42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223A42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223A42" w:rsidRPr="008A54A2" w:rsidRDefault="00223A42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nee</w:t>
            </w:r>
          </w:p>
        </w:tc>
      </w:tr>
      <w:tr w:rsidR="00223A42" w:rsidRPr="008A54A2" w:rsidTr="006436D5">
        <w:tc>
          <w:tcPr>
            <w:tcW w:w="397" w:type="dxa"/>
            <w:vAlign w:val="center"/>
          </w:tcPr>
          <w:p w:rsidR="00223A42" w:rsidRPr="008A54A2" w:rsidRDefault="0081580E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9065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206" name="Text Box 32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223A42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223A42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235" o:spid="_x0000_s1166" type="#_x0000_t202" style="position:absolute;margin-left:0;margin-top:2pt;width:11.35pt;height:11.35pt;z-index:25159065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AFDLYd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BE61F9" w:rsidRDefault="00BE61F9" w:rsidP="00223A42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223A42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223A42" w:rsidRPr="008A54A2" w:rsidRDefault="00223A42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ja</w:t>
            </w:r>
          </w:p>
        </w:tc>
      </w:tr>
    </w:tbl>
    <w:p w:rsidR="00223A42" w:rsidRDefault="00223A42" w:rsidP="00223A42">
      <w:pPr>
        <w:spacing w:line="276" w:lineRule="auto"/>
        <w:rPr>
          <w:rFonts w:ascii="Arial" w:hAnsi="Arial" w:cs="Arial"/>
          <w:b/>
        </w:rPr>
      </w:pPr>
    </w:p>
    <w:p w:rsidR="00FD76F7" w:rsidRDefault="00FD76F7" w:rsidP="00223A42">
      <w:pPr>
        <w:spacing w:line="276" w:lineRule="auto"/>
        <w:rPr>
          <w:rFonts w:ascii="Arial" w:hAnsi="Arial" w:cs="Arial"/>
          <w:b/>
        </w:rPr>
      </w:pPr>
    </w:p>
    <w:p w:rsidR="00FD76F7" w:rsidRPr="004B31FC" w:rsidRDefault="00FD76F7" w:rsidP="00FD76F7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3</w:t>
      </w:r>
      <w:r w:rsidR="00F85DF1">
        <w:rPr>
          <w:rFonts w:ascii="Arial" w:hAnsi="Arial" w:cs="Arial"/>
          <w:b/>
        </w:rPr>
        <w:t>2</w:t>
      </w:r>
      <w:r w:rsidRPr="004B31FC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ab/>
      </w:r>
      <w:r w:rsidRPr="004B31FC">
        <w:rPr>
          <w:rFonts w:ascii="Arial" w:hAnsi="Arial" w:cs="Arial"/>
          <w:b/>
        </w:rPr>
        <w:t>Weet u of &lt;naam org&gt; een cliëntenraad heeft?</w:t>
      </w:r>
      <w:r>
        <w:rPr>
          <w:rFonts w:ascii="Arial" w:hAnsi="Arial" w:cs="Arial"/>
          <w:b/>
        </w:rPr>
        <w:t xml:space="preserve"> </w:t>
      </w:r>
    </w:p>
    <w:p w:rsidR="00FD76F7" w:rsidRPr="008A54A2" w:rsidRDefault="00FD76F7" w:rsidP="00FD76F7">
      <w:pPr>
        <w:spacing w:line="144" w:lineRule="auto"/>
        <w:rPr>
          <w:rFonts w:ascii="Arial" w:hAnsi="Arial" w:cs="Arial"/>
          <w:i/>
        </w:rPr>
      </w:pPr>
    </w:p>
    <w:tbl>
      <w:tblPr>
        <w:tblW w:w="0" w:type="auto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66"/>
        <w:gridCol w:w="720"/>
        <w:gridCol w:w="6491"/>
      </w:tblGrid>
      <w:tr w:rsidR="00FD76F7" w:rsidRPr="008A54A2" w:rsidTr="000E4160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FD76F7" w:rsidRPr="008A54A2" w:rsidRDefault="0081580E" w:rsidP="000E4160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2310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205" name="Text Box 36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FD76F7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FD76F7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92" o:spid="_x0000_s1167" type="#_x0000_t202" style="position:absolute;margin-left:0;margin-top:2pt;width:11.35pt;height:11.35pt;z-index:25182310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CPJKWs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BE61F9" w:rsidRDefault="00BE61F9" w:rsidP="00FD76F7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FD76F7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66" w:type="dxa"/>
            <w:tcMar>
              <w:left w:w="0" w:type="dxa"/>
              <w:right w:w="0" w:type="dxa"/>
            </w:tcMar>
            <w:vAlign w:val="center"/>
          </w:tcPr>
          <w:p w:rsidR="00FD76F7" w:rsidRPr="008A54A2" w:rsidRDefault="00FD76F7" w:rsidP="000E4160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nee</w:t>
            </w:r>
          </w:p>
        </w:tc>
        <w:tc>
          <w:tcPr>
            <w:tcW w:w="720" w:type="dxa"/>
            <w:vAlign w:val="center"/>
          </w:tcPr>
          <w:p w:rsidR="00FD76F7" w:rsidRPr="008A54A2" w:rsidRDefault="0081580E" w:rsidP="000E4160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2412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128905</wp:posOffset>
                      </wp:positionV>
                      <wp:extent cx="349250" cy="0"/>
                      <wp:effectExtent l="9525" t="52705" r="22225" b="61595"/>
                      <wp:wrapNone/>
                      <wp:docPr id="204" name="Line 36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92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52313F8" id="Line 3693" o:spid="_x0000_s1026" style="position:absolute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0.15pt" to="27.5pt,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">
                      <v:stroke endarrow="block"/>
                    </v:line>
                  </w:pict>
                </mc:Fallback>
              </mc:AlternateContent>
            </w:r>
          </w:p>
        </w:tc>
        <w:tc>
          <w:tcPr>
            <w:tcW w:w="6491" w:type="dxa"/>
            <w:vAlign w:val="center"/>
          </w:tcPr>
          <w:p w:rsidR="00FD76F7" w:rsidRPr="008A54A2" w:rsidRDefault="00FD76F7" w:rsidP="000E4160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ga naar vraag 3</w:t>
            </w:r>
            <w:r w:rsidR="00F85DF1">
              <w:rPr>
                <w:rFonts w:ascii="Arial" w:hAnsi="Arial" w:cs="Arial"/>
              </w:rPr>
              <w:t>4</w:t>
            </w:r>
          </w:p>
        </w:tc>
      </w:tr>
      <w:tr w:rsidR="00FD76F7" w:rsidRPr="008A54A2" w:rsidTr="000E4160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FD76F7" w:rsidRPr="008A54A2" w:rsidRDefault="0081580E" w:rsidP="000E4160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2208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203" name="Text Box 36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FD76F7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FD76F7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91" o:spid="_x0000_s1168" type="#_x0000_t202" style="position:absolute;margin-left:0;margin-top:2pt;width:11.35pt;height:11.35pt;z-index:25182208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" strokeweight=".5pt">
                      <v:textbox inset="0,0,0,0">
                        <w:txbxContent>
                          <w:p w:rsidR="00BE61F9" w:rsidRDefault="00BE61F9" w:rsidP="00FD76F7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FD76F7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gridSpan w:val="3"/>
            <w:tcMar>
              <w:left w:w="0" w:type="dxa"/>
              <w:right w:w="0" w:type="dxa"/>
            </w:tcMar>
            <w:vAlign w:val="center"/>
          </w:tcPr>
          <w:p w:rsidR="00FD76F7" w:rsidRPr="008A54A2" w:rsidRDefault="00FD76F7" w:rsidP="000E4160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</w:t>
            </w:r>
          </w:p>
        </w:tc>
      </w:tr>
    </w:tbl>
    <w:p w:rsidR="00FD76F7" w:rsidRDefault="00FD76F7" w:rsidP="00FD76F7">
      <w:pPr>
        <w:spacing w:line="276" w:lineRule="auto"/>
        <w:ind w:left="360" w:hanging="360"/>
        <w:rPr>
          <w:rFonts w:ascii="Arial" w:hAnsi="Arial" w:cs="Arial"/>
          <w:b/>
        </w:rPr>
      </w:pPr>
    </w:p>
    <w:p w:rsidR="00F176A4" w:rsidRDefault="00F176A4" w:rsidP="00F176A4">
      <w:pPr>
        <w:spacing w:line="276" w:lineRule="auto"/>
        <w:rPr>
          <w:rFonts w:ascii="Arial" w:hAnsi="Arial" w:cs="Arial"/>
          <w:b/>
        </w:rPr>
      </w:pPr>
    </w:p>
    <w:p w:rsidR="004F2468" w:rsidRPr="008A54A2" w:rsidRDefault="004F2468" w:rsidP="004F2468">
      <w:pPr>
        <w:spacing w:line="276" w:lineRule="auto"/>
        <w:ind w:left="360" w:hanging="360"/>
        <w:rPr>
          <w:rFonts w:ascii="Arial" w:hAnsi="Arial" w:cs="Arial"/>
          <w:b/>
        </w:rPr>
      </w:pPr>
      <w:r w:rsidRPr="008A54A2">
        <w:rPr>
          <w:rFonts w:ascii="Arial" w:hAnsi="Arial" w:cs="Arial"/>
          <w:b/>
        </w:rPr>
        <w:t>3</w:t>
      </w:r>
      <w:r w:rsidR="00F85DF1">
        <w:rPr>
          <w:rFonts w:ascii="Arial" w:hAnsi="Arial" w:cs="Arial"/>
          <w:b/>
        </w:rPr>
        <w:t>3</w:t>
      </w:r>
      <w:r w:rsidRPr="008A54A2">
        <w:rPr>
          <w:rFonts w:ascii="Arial" w:hAnsi="Arial" w:cs="Arial"/>
          <w:b/>
        </w:rPr>
        <w:t>.</w:t>
      </w:r>
      <w:r w:rsidRPr="008A54A2">
        <w:rPr>
          <w:rFonts w:ascii="Arial" w:hAnsi="Arial" w:cs="Arial"/>
          <w:b/>
        </w:rPr>
        <w:tab/>
        <w:t xml:space="preserve">Krijgt u informatie </w:t>
      </w:r>
      <w:r w:rsidR="00953D71">
        <w:rPr>
          <w:rFonts w:ascii="Arial" w:hAnsi="Arial" w:cs="Arial"/>
          <w:b/>
        </w:rPr>
        <w:t xml:space="preserve">van &lt;naam org&gt; </w:t>
      </w:r>
      <w:r w:rsidRPr="008A54A2">
        <w:rPr>
          <w:rFonts w:ascii="Arial" w:hAnsi="Arial" w:cs="Arial"/>
          <w:b/>
        </w:rPr>
        <w:t>over de cliëntenraad?</w:t>
      </w:r>
    </w:p>
    <w:p w:rsidR="004F2468" w:rsidRPr="008A54A2" w:rsidRDefault="004F2468" w:rsidP="004F2468">
      <w:pPr>
        <w:spacing w:line="144" w:lineRule="auto"/>
        <w:rPr>
          <w:rFonts w:ascii="Arial" w:hAnsi="Arial" w:cs="Arial"/>
          <w:i/>
        </w:rPr>
      </w:pPr>
    </w:p>
    <w:tbl>
      <w:tblPr>
        <w:tblW w:w="0" w:type="auto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077"/>
      </w:tblGrid>
      <w:tr w:rsidR="00D946CA" w:rsidRPr="008A54A2" w:rsidTr="006436D5">
        <w:tc>
          <w:tcPr>
            <w:tcW w:w="397" w:type="dxa"/>
            <w:vAlign w:val="center"/>
          </w:tcPr>
          <w:p w:rsidR="00D946CA" w:rsidRPr="008A54A2" w:rsidRDefault="0081580E" w:rsidP="00E92029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202" name="Text Box 34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4F2468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4F2468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77" o:spid="_x0000_s1169" type="#_x0000_t202" style="position:absolute;margin-left:0;margin-top:2pt;width:11.35pt;height:11.35pt;z-index:25165619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A8C7Sl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BE61F9" w:rsidRDefault="00BE61F9" w:rsidP="004F246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4F246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D946CA" w:rsidRPr="008A54A2" w:rsidRDefault="0071480C" w:rsidP="00E92029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nooit</w:t>
            </w:r>
          </w:p>
        </w:tc>
      </w:tr>
      <w:tr w:rsidR="00D946CA" w:rsidRPr="008A54A2" w:rsidTr="006436D5">
        <w:tc>
          <w:tcPr>
            <w:tcW w:w="397" w:type="dxa"/>
            <w:vAlign w:val="center"/>
          </w:tcPr>
          <w:p w:rsidR="00D946CA" w:rsidRPr="008A54A2" w:rsidRDefault="0081580E" w:rsidP="00E92029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201" name="Text Box 34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4F2468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4F2468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78" o:spid="_x0000_s1170" type="#_x0000_t202" style="position:absolute;margin-left:0;margin-top:2pt;width:11.35pt;height:11.35pt;z-index:25165721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Mhp1NYiAgAATQ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BE61F9" w:rsidRDefault="00BE61F9" w:rsidP="004F246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4F246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D946CA" w:rsidRPr="008A54A2" w:rsidRDefault="0071480C" w:rsidP="00E92029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soms</w:t>
            </w:r>
          </w:p>
        </w:tc>
      </w:tr>
      <w:tr w:rsidR="00D946CA" w:rsidRPr="008A54A2" w:rsidTr="006436D5">
        <w:tc>
          <w:tcPr>
            <w:tcW w:w="397" w:type="dxa"/>
            <w:vAlign w:val="center"/>
          </w:tcPr>
          <w:p w:rsidR="00D946CA" w:rsidRPr="008A54A2" w:rsidRDefault="0081580E" w:rsidP="00E92029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200" name="Text Box 34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4F2468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4F2468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79" o:spid="_x0000_s1171" type="#_x0000_t202" style="position:absolute;margin-left:0;margin-top:2pt;width:11.35pt;height:11.35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CQ+Twk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BE61F9" w:rsidRDefault="00BE61F9" w:rsidP="004F246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4F246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D946CA" w:rsidRPr="008A54A2" w:rsidRDefault="0071480C" w:rsidP="00E92029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meestal</w:t>
            </w:r>
          </w:p>
        </w:tc>
      </w:tr>
      <w:tr w:rsidR="00D946CA" w:rsidRPr="008A54A2" w:rsidTr="006436D5">
        <w:tc>
          <w:tcPr>
            <w:tcW w:w="397" w:type="dxa"/>
            <w:vAlign w:val="center"/>
          </w:tcPr>
          <w:p w:rsidR="00D946CA" w:rsidRPr="008A54A2" w:rsidRDefault="0081580E" w:rsidP="00E92029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99" name="Text Box 34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4F2468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4F2468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80" o:spid="_x0000_s1172" type="#_x0000_t202" style="position:absolute;margin-left:0;margin-top:2pt;width:11.35pt;height:11.35pt;z-index:25165926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CmR1T8IwIAAEw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BE61F9" w:rsidRDefault="00BE61F9" w:rsidP="004F246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4F246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D946CA" w:rsidRPr="008A54A2" w:rsidRDefault="0071480C" w:rsidP="00E92029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altijd</w:t>
            </w:r>
          </w:p>
        </w:tc>
      </w:tr>
    </w:tbl>
    <w:p w:rsidR="004F2468" w:rsidRPr="008A54A2" w:rsidRDefault="0031151F" w:rsidP="004F2468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3</w:t>
      </w:r>
      <w:r w:rsidR="00F85DF1">
        <w:rPr>
          <w:rFonts w:ascii="Arial" w:hAnsi="Arial" w:cs="Arial"/>
          <w:b/>
        </w:rPr>
        <w:t>4</w:t>
      </w:r>
      <w:r w:rsidR="004F2468" w:rsidRPr="008A54A2">
        <w:rPr>
          <w:rFonts w:ascii="Arial" w:hAnsi="Arial" w:cs="Arial"/>
          <w:b/>
        </w:rPr>
        <w:t>.</w:t>
      </w:r>
      <w:r w:rsidR="004F2468" w:rsidRPr="008A54A2">
        <w:rPr>
          <w:rFonts w:ascii="Arial" w:hAnsi="Arial" w:cs="Arial"/>
          <w:b/>
        </w:rPr>
        <w:tab/>
      </w:r>
      <w:r w:rsidR="00666944">
        <w:rPr>
          <w:rFonts w:ascii="Arial" w:hAnsi="Arial" w:cs="Arial"/>
          <w:b/>
        </w:rPr>
        <w:t xml:space="preserve">Krijgt u informatie van &lt;naam org&gt; over hoe u een </w:t>
      </w:r>
      <w:r w:rsidR="004F2468" w:rsidRPr="008A54A2">
        <w:rPr>
          <w:rFonts w:ascii="Arial" w:hAnsi="Arial" w:cs="Arial"/>
          <w:b/>
        </w:rPr>
        <w:t>klacht moet indienen als u niet tevreden bent</w:t>
      </w:r>
      <w:r w:rsidR="00666944">
        <w:rPr>
          <w:rFonts w:ascii="Arial" w:hAnsi="Arial" w:cs="Arial"/>
          <w:b/>
        </w:rPr>
        <w:t xml:space="preserve"> over de hulp</w:t>
      </w:r>
      <w:r w:rsidR="004F2468" w:rsidRPr="008A54A2">
        <w:rPr>
          <w:rFonts w:ascii="Arial" w:hAnsi="Arial" w:cs="Arial"/>
          <w:b/>
        </w:rPr>
        <w:t>?</w:t>
      </w:r>
    </w:p>
    <w:p w:rsidR="004F2468" w:rsidRPr="008A54A2" w:rsidRDefault="004F2468" w:rsidP="004F2468">
      <w:pPr>
        <w:spacing w:line="144" w:lineRule="auto"/>
        <w:rPr>
          <w:rFonts w:ascii="Arial" w:hAnsi="Arial" w:cs="Arial"/>
          <w:i/>
        </w:rPr>
      </w:pPr>
    </w:p>
    <w:tbl>
      <w:tblPr>
        <w:tblW w:w="0" w:type="auto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077"/>
      </w:tblGrid>
      <w:tr w:rsidR="004F2468" w:rsidRPr="008A54A2" w:rsidTr="006436D5">
        <w:tc>
          <w:tcPr>
            <w:tcW w:w="397" w:type="dxa"/>
            <w:vAlign w:val="center"/>
          </w:tcPr>
          <w:p w:rsidR="004F2468" w:rsidRPr="008A54A2" w:rsidRDefault="0081580E" w:rsidP="00E92029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9475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98" name="Text Box 33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4F2468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4F2468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333" o:spid="_x0000_s1173" type="#_x0000_t202" style="position:absolute;margin-left:0;margin-top:2pt;width:11.35pt;height:11.35pt;z-index:25159475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" strokeweight=".5pt">
                      <v:textbox inset="0,0,0,0">
                        <w:txbxContent>
                          <w:p w:rsidR="00BE61F9" w:rsidRDefault="00BE61F9" w:rsidP="004F246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4F246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4F2468" w:rsidRPr="008A54A2" w:rsidRDefault="0071480C" w:rsidP="00E92029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nee</w:t>
            </w:r>
          </w:p>
        </w:tc>
      </w:tr>
      <w:tr w:rsidR="004F2468" w:rsidRPr="008A54A2" w:rsidTr="006436D5">
        <w:tc>
          <w:tcPr>
            <w:tcW w:w="397" w:type="dxa"/>
            <w:vAlign w:val="center"/>
          </w:tcPr>
          <w:p w:rsidR="004F2468" w:rsidRPr="008A54A2" w:rsidRDefault="0081580E" w:rsidP="00E92029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9577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97" name="Text Box 33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4F2468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4F2468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334" o:spid="_x0000_s1174" type="#_x0000_t202" style="position:absolute;margin-left:0;margin-top:2pt;width:11.35pt;height:11.35pt;z-index:25159577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D+5cGOIwIAAEw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BE61F9" w:rsidRDefault="00BE61F9" w:rsidP="004F246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4F246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4F2468" w:rsidRPr="008A54A2" w:rsidRDefault="0071480C" w:rsidP="00E92029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ja</w:t>
            </w:r>
          </w:p>
        </w:tc>
      </w:tr>
    </w:tbl>
    <w:p w:rsidR="004F2468" w:rsidRDefault="004F2468" w:rsidP="00F85DF1">
      <w:pPr>
        <w:rPr>
          <w:rFonts w:ascii="Arial" w:hAnsi="Arial" w:cs="Arial"/>
          <w:b/>
        </w:rPr>
      </w:pPr>
    </w:p>
    <w:p w:rsidR="00481393" w:rsidRPr="008A54A2" w:rsidRDefault="00481393" w:rsidP="00F85DF1">
      <w:pPr>
        <w:rPr>
          <w:rFonts w:ascii="Arial" w:hAnsi="Arial" w:cs="Arial"/>
          <w:b/>
        </w:rPr>
      </w:pPr>
    </w:p>
    <w:p w:rsidR="00481393" w:rsidRPr="008A54A2" w:rsidRDefault="00481393" w:rsidP="00481393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3</w:t>
      </w:r>
      <w:r w:rsidR="00F85DF1">
        <w:rPr>
          <w:rFonts w:ascii="Arial" w:hAnsi="Arial" w:cs="Arial"/>
          <w:b/>
        </w:rPr>
        <w:t>5</w:t>
      </w:r>
      <w:r w:rsidRPr="008A54A2">
        <w:rPr>
          <w:rFonts w:ascii="Arial" w:hAnsi="Arial" w:cs="Arial"/>
          <w:b/>
        </w:rPr>
        <w:t>.</w:t>
      </w:r>
      <w:r w:rsidRPr="008A54A2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>Begrijpt u de brieven en folders van &lt;naam org&gt;</w:t>
      </w:r>
      <w:r w:rsidRPr="008A54A2">
        <w:rPr>
          <w:rFonts w:ascii="Arial" w:hAnsi="Arial" w:cs="Arial"/>
          <w:b/>
        </w:rPr>
        <w:t>?</w:t>
      </w:r>
    </w:p>
    <w:p w:rsidR="00481393" w:rsidRPr="008A54A2" w:rsidRDefault="00481393" w:rsidP="00481393">
      <w:pPr>
        <w:spacing w:line="144" w:lineRule="auto"/>
        <w:rPr>
          <w:rFonts w:ascii="Arial" w:hAnsi="Arial" w:cs="Arial"/>
          <w:i/>
        </w:rPr>
      </w:pPr>
    </w:p>
    <w:tbl>
      <w:tblPr>
        <w:tblW w:w="0" w:type="auto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077"/>
      </w:tblGrid>
      <w:tr w:rsidR="00FD76F7" w:rsidRPr="008A54A2" w:rsidTr="006436D5">
        <w:tc>
          <w:tcPr>
            <w:tcW w:w="397" w:type="dxa"/>
            <w:vAlign w:val="center"/>
          </w:tcPr>
          <w:p w:rsidR="00FD76F7" w:rsidRPr="008A54A2" w:rsidRDefault="0081580E" w:rsidP="000E4160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2924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96" name="Text Box 36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481393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481393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98" o:spid="_x0000_s1175" type="#_x0000_t202" style="position:absolute;margin-left:0;margin-top:2pt;width:11.35pt;height:11.35pt;z-index:25182924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C+xZtCQCAABN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BE61F9" w:rsidRDefault="00BE61F9" w:rsidP="00481393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481393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FD76F7" w:rsidRPr="008A54A2" w:rsidRDefault="00FD76F7" w:rsidP="000E4160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n.v.t., </w:t>
            </w:r>
            <w:r w:rsidR="00FC7377">
              <w:rPr>
                <w:rFonts w:ascii="Arial" w:hAnsi="Arial" w:cs="Arial"/>
              </w:rPr>
              <w:t xml:space="preserve">ik ontvang geen brieven/folders / </w:t>
            </w:r>
            <w:r>
              <w:rPr>
                <w:rFonts w:ascii="Arial" w:hAnsi="Arial" w:cs="Arial"/>
              </w:rPr>
              <w:t>ik kan niet (meer) lezen</w:t>
            </w:r>
          </w:p>
        </w:tc>
      </w:tr>
      <w:tr w:rsidR="00FD76F7" w:rsidRPr="008A54A2" w:rsidTr="006436D5">
        <w:tc>
          <w:tcPr>
            <w:tcW w:w="397" w:type="dxa"/>
            <w:vAlign w:val="center"/>
          </w:tcPr>
          <w:p w:rsidR="00FD76F7" w:rsidRPr="008A54A2" w:rsidRDefault="0081580E" w:rsidP="007B5B7D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2515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95" name="Text Box 36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481393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481393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94" o:spid="_x0000_s1176" type="#_x0000_t202" style="position:absolute;margin-left:0;margin-top:2pt;width:11.35pt;height:11.35pt;z-index:25182515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6ONCACQCAABN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BE61F9" w:rsidRDefault="00BE61F9" w:rsidP="00481393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481393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FD76F7" w:rsidRPr="008A54A2" w:rsidRDefault="00FD76F7" w:rsidP="007B5B7D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nooit</w:t>
            </w:r>
          </w:p>
        </w:tc>
      </w:tr>
      <w:tr w:rsidR="00FD76F7" w:rsidRPr="008A54A2" w:rsidTr="006436D5">
        <w:tc>
          <w:tcPr>
            <w:tcW w:w="397" w:type="dxa"/>
            <w:vAlign w:val="center"/>
          </w:tcPr>
          <w:p w:rsidR="00FD76F7" w:rsidRPr="008A54A2" w:rsidRDefault="0081580E" w:rsidP="007B5B7D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2617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94" name="Text Box 36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481393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481393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95" o:spid="_x0000_s1177" type="#_x0000_t202" style="position:absolute;margin-left:0;margin-top:2pt;width:11.35pt;height:11.35pt;z-index:25182617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BKBed4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BE61F9" w:rsidRDefault="00BE61F9" w:rsidP="00481393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481393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FD76F7" w:rsidRPr="008A54A2" w:rsidRDefault="00FD76F7" w:rsidP="007B5B7D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soms</w:t>
            </w:r>
          </w:p>
        </w:tc>
      </w:tr>
      <w:tr w:rsidR="00FD76F7" w:rsidRPr="008A54A2" w:rsidTr="006436D5">
        <w:tc>
          <w:tcPr>
            <w:tcW w:w="397" w:type="dxa"/>
            <w:vAlign w:val="center"/>
          </w:tcPr>
          <w:p w:rsidR="00FD76F7" w:rsidRPr="008A54A2" w:rsidRDefault="0081580E" w:rsidP="007B5B7D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2720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93" name="Text Box 36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481393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481393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96" o:spid="_x0000_s1178" type="#_x0000_t202" style="position:absolute;margin-left:0;margin-top:2pt;width:11.35pt;height:11.35pt;z-index:25182720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B1kGj9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BE61F9" w:rsidRDefault="00BE61F9" w:rsidP="00481393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481393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FD76F7" w:rsidRPr="008A54A2" w:rsidRDefault="00FD76F7" w:rsidP="007B5B7D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meestal</w:t>
            </w:r>
          </w:p>
        </w:tc>
      </w:tr>
      <w:tr w:rsidR="00FD76F7" w:rsidRPr="008A54A2" w:rsidTr="006436D5">
        <w:tc>
          <w:tcPr>
            <w:tcW w:w="397" w:type="dxa"/>
            <w:vAlign w:val="center"/>
          </w:tcPr>
          <w:p w:rsidR="00FD76F7" w:rsidRPr="008A54A2" w:rsidRDefault="0081580E" w:rsidP="007B5B7D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2822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92" name="Text Box 36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481393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481393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97" o:spid="_x0000_s1179" type="#_x0000_t202" style="position:absolute;margin-left:0;margin-top:2pt;width:11.35pt;height:11.35pt;z-index:25182822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nvIqWiQCAABN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BE61F9" w:rsidRDefault="00BE61F9" w:rsidP="00481393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481393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FD76F7" w:rsidRPr="008A54A2" w:rsidRDefault="00FD76F7" w:rsidP="007B5B7D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altijd</w:t>
            </w:r>
          </w:p>
        </w:tc>
      </w:tr>
    </w:tbl>
    <w:p w:rsidR="00481393" w:rsidRDefault="00481393" w:rsidP="00481393">
      <w:pPr>
        <w:spacing w:line="276" w:lineRule="auto"/>
        <w:ind w:left="360" w:hanging="360"/>
        <w:rPr>
          <w:rFonts w:ascii="Arial" w:hAnsi="Arial" w:cs="Arial"/>
          <w:b/>
        </w:rPr>
      </w:pPr>
    </w:p>
    <w:p w:rsidR="00F85DF1" w:rsidRPr="008A54A2" w:rsidRDefault="00F85DF1" w:rsidP="00F85DF1">
      <w:pPr>
        <w:spacing w:line="216" w:lineRule="auto"/>
        <w:rPr>
          <w:rFonts w:ascii="Arial" w:hAnsi="Arial" w:cs="Arial"/>
          <w:b/>
        </w:rPr>
      </w:pPr>
    </w:p>
    <w:p w:rsidR="000E11BE" w:rsidRPr="0027030F" w:rsidRDefault="00E57E26" w:rsidP="00271EB1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27030F">
        <w:rPr>
          <w:rFonts w:ascii="Arial" w:hAnsi="Arial" w:cs="Arial"/>
          <w:b/>
          <w:sz w:val="24"/>
          <w:szCs w:val="24"/>
        </w:rPr>
        <w:t>D</w:t>
      </w:r>
      <w:r w:rsidR="000E11BE" w:rsidRPr="0027030F">
        <w:rPr>
          <w:rFonts w:ascii="Arial" w:hAnsi="Arial" w:cs="Arial"/>
          <w:b/>
          <w:sz w:val="24"/>
          <w:szCs w:val="24"/>
        </w:rPr>
        <w:t>e begeleiders</w:t>
      </w:r>
    </w:p>
    <w:p w:rsidR="000E11BE" w:rsidRPr="008A54A2" w:rsidRDefault="000E11BE" w:rsidP="00271EB1">
      <w:pPr>
        <w:spacing w:line="276" w:lineRule="auto"/>
        <w:rPr>
          <w:rFonts w:ascii="Arial" w:hAnsi="Arial" w:cs="Arial"/>
          <w:b/>
        </w:rPr>
      </w:pPr>
    </w:p>
    <w:p w:rsidR="00F176A4" w:rsidRPr="008A54A2" w:rsidRDefault="00014CBF" w:rsidP="00F176A4">
      <w:pPr>
        <w:spacing w:line="276" w:lineRule="auto"/>
        <w:rPr>
          <w:rFonts w:ascii="Arial" w:hAnsi="Arial" w:cs="Arial"/>
        </w:rPr>
      </w:pPr>
      <w:r w:rsidRPr="008A54A2">
        <w:rPr>
          <w:rFonts w:ascii="Arial" w:hAnsi="Arial" w:cs="Arial"/>
        </w:rPr>
        <w:t>De volgende vragen gaan ov</w:t>
      </w:r>
      <w:r w:rsidR="007F517A" w:rsidRPr="008A54A2">
        <w:rPr>
          <w:rFonts w:ascii="Arial" w:hAnsi="Arial" w:cs="Arial"/>
        </w:rPr>
        <w:t>er de begeleiders op het dagcentrum</w:t>
      </w:r>
      <w:r w:rsidRPr="008A54A2">
        <w:rPr>
          <w:rFonts w:ascii="Arial" w:hAnsi="Arial" w:cs="Arial"/>
        </w:rPr>
        <w:t>.</w:t>
      </w:r>
      <w:r w:rsidR="00F176A4" w:rsidRPr="008A54A2">
        <w:rPr>
          <w:rFonts w:ascii="Arial" w:hAnsi="Arial" w:cs="Arial"/>
        </w:rPr>
        <w:t xml:space="preserve"> Het gaat hierbij om de </w:t>
      </w:r>
      <w:r w:rsidR="00F176A4" w:rsidRPr="008A54A2">
        <w:rPr>
          <w:rFonts w:ascii="Arial" w:hAnsi="Arial" w:cs="Arial"/>
          <w:u w:val="single"/>
        </w:rPr>
        <w:t>afgelopen 12 maanden</w:t>
      </w:r>
      <w:r w:rsidR="00F176A4" w:rsidRPr="008A54A2">
        <w:rPr>
          <w:rFonts w:ascii="Arial" w:hAnsi="Arial" w:cs="Arial"/>
        </w:rPr>
        <w:t>.</w:t>
      </w:r>
    </w:p>
    <w:p w:rsidR="004F2468" w:rsidRPr="008A54A2" w:rsidRDefault="004F2468" w:rsidP="00E1745C">
      <w:pPr>
        <w:spacing w:line="276" w:lineRule="auto"/>
        <w:ind w:left="360" w:hanging="360"/>
        <w:rPr>
          <w:rFonts w:ascii="Arial" w:hAnsi="Arial" w:cs="Arial"/>
          <w:b/>
        </w:rPr>
      </w:pPr>
    </w:p>
    <w:p w:rsidR="000E11BE" w:rsidRPr="008A54A2" w:rsidRDefault="00FD76F7" w:rsidP="00E1745C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3</w:t>
      </w:r>
      <w:r w:rsidR="00F85DF1">
        <w:rPr>
          <w:rFonts w:ascii="Arial" w:hAnsi="Arial" w:cs="Arial"/>
          <w:b/>
        </w:rPr>
        <w:t>6</w:t>
      </w:r>
      <w:r w:rsidR="006D4A29" w:rsidRPr="008A54A2">
        <w:rPr>
          <w:rFonts w:ascii="Arial" w:hAnsi="Arial" w:cs="Arial"/>
          <w:b/>
        </w:rPr>
        <w:t>.</w:t>
      </w:r>
      <w:r w:rsidR="00135D35" w:rsidRPr="008A54A2">
        <w:rPr>
          <w:rFonts w:ascii="Arial" w:hAnsi="Arial" w:cs="Arial"/>
          <w:b/>
        </w:rPr>
        <w:tab/>
      </w:r>
      <w:r w:rsidR="000E11BE" w:rsidRPr="008A54A2">
        <w:rPr>
          <w:rFonts w:ascii="Arial" w:hAnsi="Arial" w:cs="Arial"/>
          <w:b/>
        </w:rPr>
        <w:t xml:space="preserve">Nemen de begeleiders </w:t>
      </w:r>
      <w:r w:rsidR="007F517A" w:rsidRPr="008A54A2">
        <w:rPr>
          <w:rFonts w:ascii="Arial" w:hAnsi="Arial" w:cs="Arial"/>
          <w:b/>
        </w:rPr>
        <w:t xml:space="preserve">op het dagcentrum </w:t>
      </w:r>
      <w:r w:rsidR="000E11BE" w:rsidRPr="008A54A2">
        <w:rPr>
          <w:rFonts w:ascii="Arial" w:hAnsi="Arial" w:cs="Arial"/>
          <w:b/>
        </w:rPr>
        <w:t>u serieus</w:t>
      </w:r>
      <w:r w:rsidR="003B27C1" w:rsidRPr="008A54A2">
        <w:rPr>
          <w:rFonts w:ascii="Arial" w:hAnsi="Arial" w:cs="Arial"/>
          <w:b/>
        </w:rPr>
        <w:t>?</w:t>
      </w:r>
    </w:p>
    <w:p w:rsidR="00135D35" w:rsidRPr="008A54A2" w:rsidRDefault="00135D35" w:rsidP="00135D35">
      <w:pPr>
        <w:spacing w:line="144" w:lineRule="auto"/>
        <w:rPr>
          <w:rFonts w:ascii="Arial" w:hAnsi="Arial" w:cs="Arial"/>
          <w:i/>
        </w:rPr>
      </w:pPr>
    </w:p>
    <w:tbl>
      <w:tblPr>
        <w:tblW w:w="0" w:type="auto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077"/>
      </w:tblGrid>
      <w:tr w:rsidR="00135D35" w:rsidRPr="008A54A2" w:rsidTr="006436D5">
        <w:tc>
          <w:tcPr>
            <w:tcW w:w="397" w:type="dxa"/>
            <w:vAlign w:val="center"/>
          </w:tcPr>
          <w:p w:rsidR="00135D35" w:rsidRPr="008A54A2" w:rsidRDefault="0081580E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2307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91" name="Text Box 30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099" o:spid="_x0000_s1180" type="#_x0000_t202" style="position:absolute;margin-left:0;margin-top:2pt;width:11.35pt;height:11.35pt;z-index:25152307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CKiCupIwIAAEw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35D35" w:rsidRPr="008A54A2" w:rsidRDefault="0071480C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nooit</w:t>
            </w:r>
          </w:p>
        </w:tc>
      </w:tr>
      <w:tr w:rsidR="00135D35" w:rsidRPr="008A54A2" w:rsidTr="006436D5">
        <w:tc>
          <w:tcPr>
            <w:tcW w:w="397" w:type="dxa"/>
            <w:vAlign w:val="center"/>
          </w:tcPr>
          <w:p w:rsidR="00135D35" w:rsidRPr="008A54A2" w:rsidRDefault="0081580E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2409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90" name="Text Box 31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100" o:spid="_x0000_s1181" type="#_x0000_t202" style="position:absolute;margin-left:0;margin-top:2pt;width:11.35pt;height:11.35pt;z-index:25152409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EuYCz8iAgAATA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35D35" w:rsidRPr="008A54A2" w:rsidRDefault="0071480C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soms</w:t>
            </w:r>
          </w:p>
        </w:tc>
      </w:tr>
      <w:tr w:rsidR="00135D35" w:rsidRPr="008A54A2" w:rsidTr="006436D5">
        <w:tc>
          <w:tcPr>
            <w:tcW w:w="397" w:type="dxa"/>
            <w:vAlign w:val="center"/>
          </w:tcPr>
          <w:p w:rsidR="00135D35" w:rsidRPr="008A54A2" w:rsidRDefault="0081580E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2512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89" name="Text Box 31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101" o:spid="_x0000_s1182" type="#_x0000_t202" style="position:absolute;margin-left:0;margin-top:2pt;width:11.35pt;height:11.35pt;z-index:25152512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" strokeweight=".5pt">
                      <v:textbox inset="0,0,0,0">
                        <w:txbxContent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35D35" w:rsidRPr="008A54A2" w:rsidRDefault="0071480C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meestal</w:t>
            </w:r>
          </w:p>
        </w:tc>
      </w:tr>
      <w:tr w:rsidR="00135D35" w:rsidRPr="008A54A2" w:rsidTr="006436D5">
        <w:tc>
          <w:tcPr>
            <w:tcW w:w="397" w:type="dxa"/>
            <w:vAlign w:val="center"/>
          </w:tcPr>
          <w:p w:rsidR="00135D35" w:rsidRPr="008A54A2" w:rsidRDefault="0081580E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2614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88" name="Text Box 31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102" o:spid="_x0000_s1183" type="#_x0000_t202" style="position:absolute;margin-left:0;margin-top:2pt;width:11.35pt;height:11.35pt;z-index:25152614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" strokeweight=".5pt">
                      <v:textbox inset="0,0,0,0">
                        <w:txbxContent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35D35" w:rsidRPr="008A54A2" w:rsidRDefault="0071480C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altijd</w:t>
            </w:r>
          </w:p>
        </w:tc>
      </w:tr>
    </w:tbl>
    <w:p w:rsidR="00135D35" w:rsidRDefault="00135D35" w:rsidP="00F85DF1">
      <w:pPr>
        <w:rPr>
          <w:rFonts w:ascii="Arial" w:hAnsi="Arial" w:cs="Arial"/>
          <w:b/>
        </w:rPr>
      </w:pPr>
    </w:p>
    <w:p w:rsidR="0087581D" w:rsidRDefault="0087581D" w:rsidP="00F85DF1">
      <w:pPr>
        <w:rPr>
          <w:rFonts w:ascii="Arial" w:hAnsi="Arial" w:cs="Arial"/>
          <w:b/>
        </w:rPr>
      </w:pPr>
    </w:p>
    <w:p w:rsidR="00DA1771" w:rsidRPr="008A54A2" w:rsidRDefault="00F5690A" w:rsidP="00DA1771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3</w:t>
      </w:r>
      <w:r w:rsidR="00F85DF1">
        <w:rPr>
          <w:rFonts w:ascii="Arial" w:hAnsi="Arial" w:cs="Arial"/>
          <w:b/>
        </w:rPr>
        <w:t>7</w:t>
      </w:r>
      <w:r w:rsidR="00DA1771" w:rsidRPr="008A54A2">
        <w:rPr>
          <w:rFonts w:ascii="Arial" w:hAnsi="Arial" w:cs="Arial"/>
          <w:b/>
        </w:rPr>
        <w:t>.</w:t>
      </w:r>
      <w:r w:rsidR="00DA1771" w:rsidRPr="008A54A2">
        <w:rPr>
          <w:rFonts w:ascii="Arial" w:hAnsi="Arial" w:cs="Arial"/>
          <w:b/>
        </w:rPr>
        <w:tab/>
      </w:r>
      <w:r w:rsidR="00DA1771">
        <w:rPr>
          <w:rFonts w:ascii="Arial" w:hAnsi="Arial" w:cs="Arial"/>
          <w:b/>
        </w:rPr>
        <w:t xml:space="preserve">Wordt u door de begeleiders beleefd behandeld? </w:t>
      </w:r>
    </w:p>
    <w:p w:rsidR="00DA1771" w:rsidRPr="008A54A2" w:rsidRDefault="00DA1771" w:rsidP="00DA1771">
      <w:pPr>
        <w:spacing w:line="144" w:lineRule="auto"/>
        <w:rPr>
          <w:rFonts w:ascii="Arial" w:hAnsi="Arial" w:cs="Arial"/>
          <w:i/>
        </w:rPr>
      </w:pPr>
    </w:p>
    <w:tbl>
      <w:tblPr>
        <w:tblW w:w="0" w:type="auto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077"/>
      </w:tblGrid>
      <w:tr w:rsidR="00DA1771" w:rsidRPr="008A54A2" w:rsidTr="006436D5">
        <w:tc>
          <w:tcPr>
            <w:tcW w:w="397" w:type="dxa"/>
            <w:vAlign w:val="center"/>
          </w:tcPr>
          <w:p w:rsidR="00DA1771" w:rsidRPr="008A54A2" w:rsidRDefault="0081580E" w:rsidP="00E55560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87" name="Text Box 36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DA1771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DA1771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01" o:spid="_x0000_s1184" type="#_x0000_t202" style="position:absolute;margin-left:0;margin-top:2pt;width:11.35pt;height:11.35pt;z-index:25175756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" strokeweight=".5pt">
                      <v:textbox inset="0,0,0,0">
                        <w:txbxContent>
                          <w:p w:rsidR="00BE61F9" w:rsidRDefault="00BE61F9" w:rsidP="00DA1771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DA1771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DA1771" w:rsidRPr="008A54A2" w:rsidRDefault="0071480C" w:rsidP="00E55560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nooit</w:t>
            </w:r>
          </w:p>
        </w:tc>
      </w:tr>
      <w:tr w:rsidR="00DA1771" w:rsidRPr="008A54A2" w:rsidTr="006436D5">
        <w:tc>
          <w:tcPr>
            <w:tcW w:w="397" w:type="dxa"/>
            <w:vAlign w:val="center"/>
          </w:tcPr>
          <w:p w:rsidR="00DA1771" w:rsidRPr="008A54A2" w:rsidRDefault="0081580E" w:rsidP="00E55560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86" name="Text Box 36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DA1771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DA1771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02" o:spid="_x0000_s1185" type="#_x0000_t202" style="position:absolute;margin-left:0;margin-top:2pt;width:11.35pt;height:11.35pt;z-index:25175859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L34f8ciAgAATQ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BE61F9" w:rsidRDefault="00BE61F9" w:rsidP="00DA1771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DA1771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DA1771" w:rsidRPr="008A54A2" w:rsidRDefault="0071480C" w:rsidP="00E55560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soms</w:t>
            </w:r>
          </w:p>
        </w:tc>
      </w:tr>
      <w:tr w:rsidR="00DA1771" w:rsidRPr="008A54A2" w:rsidTr="006436D5">
        <w:tc>
          <w:tcPr>
            <w:tcW w:w="397" w:type="dxa"/>
            <w:vAlign w:val="center"/>
          </w:tcPr>
          <w:p w:rsidR="00DA1771" w:rsidRPr="008A54A2" w:rsidRDefault="0081580E" w:rsidP="00E55560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85" name="Text Box 36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DA1771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DA1771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03" o:spid="_x0000_s1186" type="#_x0000_t202" style="position:absolute;margin-left:0;margin-top:2pt;width:11.35pt;height:11.35pt;z-index:25175961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" strokeweight=".5pt">
                      <v:textbox inset="0,0,0,0">
                        <w:txbxContent>
                          <w:p w:rsidR="00BE61F9" w:rsidRDefault="00BE61F9" w:rsidP="00DA1771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DA1771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DA1771" w:rsidRPr="008A54A2" w:rsidRDefault="0071480C" w:rsidP="00E55560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meestal</w:t>
            </w:r>
          </w:p>
        </w:tc>
      </w:tr>
      <w:tr w:rsidR="00DA1771" w:rsidRPr="008A54A2" w:rsidTr="006436D5">
        <w:tc>
          <w:tcPr>
            <w:tcW w:w="397" w:type="dxa"/>
            <w:vAlign w:val="center"/>
          </w:tcPr>
          <w:p w:rsidR="00DA1771" w:rsidRPr="008A54A2" w:rsidRDefault="0081580E" w:rsidP="00E55560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84" name="Text Box 36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DA1771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DA1771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04" o:spid="_x0000_s1187" type="#_x0000_t202" style="position:absolute;margin-left:0;margin-top:2pt;width:11.35pt;height:11.35pt;z-index:2517606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A+lE1eIwIAAEw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BE61F9" w:rsidRDefault="00BE61F9" w:rsidP="00DA1771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DA1771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DA1771" w:rsidRPr="008A54A2" w:rsidRDefault="0071480C" w:rsidP="00E55560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altijd</w:t>
            </w:r>
          </w:p>
        </w:tc>
      </w:tr>
    </w:tbl>
    <w:p w:rsidR="00DA1771" w:rsidRPr="008A54A2" w:rsidRDefault="00DA1771" w:rsidP="00F85DF1">
      <w:pPr>
        <w:rPr>
          <w:rFonts w:ascii="Arial" w:hAnsi="Arial" w:cs="Arial"/>
          <w:b/>
        </w:rPr>
      </w:pPr>
    </w:p>
    <w:p w:rsidR="003B27C1" w:rsidRPr="008A54A2" w:rsidRDefault="003B27C1" w:rsidP="00F85DF1">
      <w:pPr>
        <w:rPr>
          <w:rFonts w:ascii="Arial" w:hAnsi="Arial" w:cs="Arial"/>
          <w:b/>
        </w:rPr>
      </w:pPr>
    </w:p>
    <w:p w:rsidR="000E11BE" w:rsidRPr="008A54A2" w:rsidRDefault="0087581D" w:rsidP="00E1745C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3</w:t>
      </w:r>
      <w:r w:rsidR="00F85DF1">
        <w:rPr>
          <w:rFonts w:ascii="Arial" w:hAnsi="Arial" w:cs="Arial"/>
          <w:b/>
        </w:rPr>
        <w:t>8</w:t>
      </w:r>
      <w:r w:rsidR="006D4A29" w:rsidRPr="008A54A2">
        <w:rPr>
          <w:rFonts w:ascii="Arial" w:hAnsi="Arial" w:cs="Arial"/>
          <w:b/>
        </w:rPr>
        <w:t>.</w:t>
      </w:r>
      <w:r w:rsidR="00135D35" w:rsidRPr="008A54A2">
        <w:rPr>
          <w:rFonts w:ascii="Arial" w:hAnsi="Arial" w:cs="Arial"/>
          <w:b/>
        </w:rPr>
        <w:tab/>
      </w:r>
      <w:r w:rsidR="003B27C1" w:rsidRPr="008A54A2">
        <w:rPr>
          <w:rFonts w:ascii="Arial" w:hAnsi="Arial" w:cs="Arial"/>
          <w:b/>
        </w:rPr>
        <w:t>Houden de begeleiders rekening met wat u graag wil?</w:t>
      </w:r>
    </w:p>
    <w:p w:rsidR="00135D35" w:rsidRPr="008A54A2" w:rsidRDefault="00135D35" w:rsidP="00135D35">
      <w:pPr>
        <w:spacing w:line="144" w:lineRule="auto"/>
        <w:rPr>
          <w:rFonts w:ascii="Arial" w:hAnsi="Arial" w:cs="Arial"/>
          <w:i/>
        </w:rPr>
      </w:pPr>
    </w:p>
    <w:tbl>
      <w:tblPr>
        <w:tblW w:w="0" w:type="auto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077"/>
      </w:tblGrid>
      <w:tr w:rsidR="00135D35" w:rsidRPr="008A54A2" w:rsidTr="006436D5">
        <w:tc>
          <w:tcPr>
            <w:tcW w:w="397" w:type="dxa"/>
            <w:vAlign w:val="center"/>
          </w:tcPr>
          <w:p w:rsidR="00135D35" w:rsidRPr="008A54A2" w:rsidRDefault="0081580E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2716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83" name="Text Box 31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103" o:spid="_x0000_s1188" type="#_x0000_t202" style="position:absolute;margin-left:0;margin-top:2pt;width:11.35pt;height:11.35pt;z-index:25152716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Bzx/Qb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35D35" w:rsidRPr="008A54A2" w:rsidRDefault="0071480C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nooit</w:t>
            </w:r>
          </w:p>
        </w:tc>
      </w:tr>
      <w:tr w:rsidR="00135D35" w:rsidRPr="008A54A2" w:rsidTr="006436D5">
        <w:tc>
          <w:tcPr>
            <w:tcW w:w="397" w:type="dxa"/>
            <w:vAlign w:val="center"/>
          </w:tcPr>
          <w:p w:rsidR="00135D35" w:rsidRPr="008A54A2" w:rsidRDefault="0081580E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2819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82" name="Text Box 31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104" o:spid="_x0000_s1189" type="#_x0000_t202" style="position:absolute;margin-left:0;margin-top:2pt;width:11.35pt;height:11.35pt;z-index:25152819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B499VU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35D35" w:rsidRPr="008A54A2" w:rsidRDefault="0071480C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soms</w:t>
            </w:r>
          </w:p>
        </w:tc>
      </w:tr>
      <w:tr w:rsidR="00135D35" w:rsidRPr="008A54A2" w:rsidTr="006436D5">
        <w:tc>
          <w:tcPr>
            <w:tcW w:w="397" w:type="dxa"/>
            <w:vAlign w:val="center"/>
          </w:tcPr>
          <w:p w:rsidR="00135D35" w:rsidRPr="008A54A2" w:rsidRDefault="0081580E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2921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81" name="Text Box 31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105" o:spid="_x0000_s1190" type="#_x0000_t202" style="position:absolute;margin-left:0;margin-top:2pt;width:11.35pt;height:11.35pt;z-index:25152921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IlSwKsiAgAATQ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35D35" w:rsidRPr="008A54A2" w:rsidRDefault="0071480C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meestal</w:t>
            </w:r>
          </w:p>
        </w:tc>
      </w:tr>
      <w:tr w:rsidR="00135D35" w:rsidRPr="008A54A2" w:rsidTr="0071480C">
        <w:trPr>
          <w:trHeight w:val="71"/>
        </w:trPr>
        <w:tc>
          <w:tcPr>
            <w:tcW w:w="397" w:type="dxa"/>
            <w:vAlign w:val="center"/>
          </w:tcPr>
          <w:p w:rsidR="00135D35" w:rsidRPr="008A54A2" w:rsidRDefault="0081580E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3024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80" name="Text Box 31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106" o:spid="_x0000_s1191" type="#_x0000_t202" style="position:absolute;margin-left:0;margin-top:2pt;width:11.35pt;height:11.35pt;z-index:251530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LH2RCgiAgAATQ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35D35" w:rsidRPr="008A54A2" w:rsidRDefault="0071480C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altijd</w:t>
            </w:r>
          </w:p>
        </w:tc>
      </w:tr>
    </w:tbl>
    <w:p w:rsidR="003B27C1" w:rsidRPr="008A54A2" w:rsidRDefault="00F85DF1" w:rsidP="00E1745C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39</w:t>
      </w:r>
      <w:r w:rsidR="006D4A29" w:rsidRPr="008A54A2">
        <w:rPr>
          <w:rFonts w:ascii="Arial" w:hAnsi="Arial" w:cs="Arial"/>
          <w:b/>
        </w:rPr>
        <w:t>.</w:t>
      </w:r>
      <w:r w:rsidR="00135D35" w:rsidRPr="008A54A2">
        <w:rPr>
          <w:rFonts w:ascii="Arial" w:hAnsi="Arial" w:cs="Arial"/>
          <w:b/>
        </w:rPr>
        <w:tab/>
      </w:r>
      <w:r w:rsidR="00DA1771">
        <w:rPr>
          <w:rFonts w:ascii="Arial" w:hAnsi="Arial" w:cs="Arial"/>
          <w:b/>
        </w:rPr>
        <w:t>Luisteren de begeleiders met aandacht naar u</w:t>
      </w:r>
      <w:r w:rsidR="003B27C1" w:rsidRPr="008A54A2">
        <w:rPr>
          <w:rFonts w:ascii="Arial" w:hAnsi="Arial" w:cs="Arial"/>
          <w:b/>
        </w:rPr>
        <w:t xml:space="preserve">? </w:t>
      </w:r>
    </w:p>
    <w:p w:rsidR="00135D35" w:rsidRPr="008A54A2" w:rsidRDefault="00135D35" w:rsidP="00135D35">
      <w:pPr>
        <w:spacing w:line="144" w:lineRule="auto"/>
        <w:rPr>
          <w:rFonts w:ascii="Arial" w:hAnsi="Arial" w:cs="Arial"/>
          <w:i/>
        </w:rPr>
      </w:pPr>
    </w:p>
    <w:tbl>
      <w:tblPr>
        <w:tblW w:w="0" w:type="auto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077"/>
      </w:tblGrid>
      <w:tr w:rsidR="00135D35" w:rsidRPr="008A54A2" w:rsidTr="006436D5">
        <w:tc>
          <w:tcPr>
            <w:tcW w:w="397" w:type="dxa"/>
            <w:vAlign w:val="center"/>
          </w:tcPr>
          <w:p w:rsidR="00135D35" w:rsidRPr="008A54A2" w:rsidRDefault="0081580E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3126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79" name="Text Box 31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107" o:spid="_x0000_s1192" type="#_x0000_t202" style="position:absolute;margin-left:0;margin-top:2pt;width:11.35pt;height:11.35pt;z-index:25153126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31fquCQCAABN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35D35" w:rsidRPr="008A54A2" w:rsidRDefault="0071480C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nooit</w:t>
            </w:r>
          </w:p>
        </w:tc>
      </w:tr>
      <w:tr w:rsidR="00135D35" w:rsidRPr="008A54A2" w:rsidTr="006436D5">
        <w:tc>
          <w:tcPr>
            <w:tcW w:w="397" w:type="dxa"/>
            <w:vAlign w:val="center"/>
          </w:tcPr>
          <w:p w:rsidR="00135D35" w:rsidRPr="008A54A2" w:rsidRDefault="0081580E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3228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78" name="Text Box 31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108" o:spid="_x0000_s1193" type="#_x0000_t202" style="position:absolute;margin-left:0;margin-top:2pt;width:11.35pt;height:11.35pt;z-index:25153228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BsqF1k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35D35" w:rsidRPr="008A54A2" w:rsidRDefault="0071480C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soms</w:t>
            </w:r>
          </w:p>
        </w:tc>
      </w:tr>
      <w:tr w:rsidR="00135D35" w:rsidRPr="008A54A2" w:rsidTr="006436D5">
        <w:tc>
          <w:tcPr>
            <w:tcW w:w="397" w:type="dxa"/>
            <w:vAlign w:val="center"/>
          </w:tcPr>
          <w:p w:rsidR="00135D35" w:rsidRPr="008A54A2" w:rsidRDefault="0081580E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3331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77" name="Text Box 31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109" o:spid="_x0000_s1194" type="#_x0000_t202" style="position:absolute;margin-left:0;margin-top:2pt;width:11.35pt;height:11.35pt;z-index:25153331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BFPEDa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35D35" w:rsidRPr="008A54A2" w:rsidRDefault="0071480C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meestal</w:t>
            </w:r>
          </w:p>
        </w:tc>
      </w:tr>
      <w:tr w:rsidR="00135D35" w:rsidRPr="008A54A2" w:rsidTr="006436D5">
        <w:tc>
          <w:tcPr>
            <w:tcW w:w="397" w:type="dxa"/>
            <w:vAlign w:val="center"/>
          </w:tcPr>
          <w:p w:rsidR="00135D35" w:rsidRPr="008A54A2" w:rsidRDefault="0081580E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3433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76" name="Text Box 31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110" o:spid="_x0000_s1195" type="#_x0000_t202" style="position:absolute;margin-left:0;margin-top:2pt;width:11.35pt;height:11.35pt;z-index:25153433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OeUx1siAgAATQ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35D35" w:rsidRPr="008A54A2" w:rsidRDefault="0071480C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altijd</w:t>
            </w:r>
          </w:p>
        </w:tc>
      </w:tr>
    </w:tbl>
    <w:p w:rsidR="00135D35" w:rsidRPr="008A54A2" w:rsidRDefault="00135D35" w:rsidP="00135D35">
      <w:pPr>
        <w:spacing w:line="276" w:lineRule="auto"/>
        <w:rPr>
          <w:rFonts w:ascii="Arial" w:hAnsi="Arial" w:cs="Arial"/>
          <w:b/>
        </w:rPr>
      </w:pPr>
    </w:p>
    <w:p w:rsidR="007F517A" w:rsidRPr="008A54A2" w:rsidRDefault="007F517A" w:rsidP="00271EB1">
      <w:pPr>
        <w:spacing w:line="276" w:lineRule="auto"/>
        <w:rPr>
          <w:rFonts w:ascii="Arial" w:hAnsi="Arial" w:cs="Arial"/>
          <w:b/>
        </w:rPr>
      </w:pPr>
    </w:p>
    <w:p w:rsidR="000E11BE" w:rsidRPr="008A54A2" w:rsidRDefault="0078741A" w:rsidP="00E1745C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4</w:t>
      </w:r>
      <w:r w:rsidR="00F85DF1">
        <w:rPr>
          <w:rFonts w:ascii="Arial" w:hAnsi="Arial" w:cs="Arial"/>
          <w:b/>
        </w:rPr>
        <w:t>0</w:t>
      </w:r>
      <w:r w:rsidR="006D4A29" w:rsidRPr="008A54A2">
        <w:rPr>
          <w:rFonts w:ascii="Arial" w:hAnsi="Arial" w:cs="Arial"/>
          <w:b/>
        </w:rPr>
        <w:t>.</w:t>
      </w:r>
      <w:r w:rsidR="00135D35" w:rsidRPr="008A54A2">
        <w:rPr>
          <w:rFonts w:ascii="Arial" w:hAnsi="Arial" w:cs="Arial"/>
          <w:b/>
        </w:rPr>
        <w:tab/>
      </w:r>
      <w:r w:rsidR="000E11BE" w:rsidRPr="008A54A2">
        <w:rPr>
          <w:rFonts w:ascii="Arial" w:hAnsi="Arial" w:cs="Arial"/>
          <w:b/>
        </w:rPr>
        <w:t xml:space="preserve">Hebben de begeleiders </w:t>
      </w:r>
      <w:r w:rsidR="007F517A" w:rsidRPr="008A54A2">
        <w:rPr>
          <w:rFonts w:ascii="Arial" w:hAnsi="Arial" w:cs="Arial"/>
          <w:b/>
        </w:rPr>
        <w:t xml:space="preserve">op het dagcentrum </w:t>
      </w:r>
      <w:r w:rsidR="000E11BE" w:rsidRPr="008A54A2">
        <w:rPr>
          <w:rFonts w:ascii="Arial" w:hAnsi="Arial" w:cs="Arial"/>
          <w:b/>
        </w:rPr>
        <w:t>genoeg tijd voor u</w:t>
      </w:r>
      <w:r w:rsidR="003B27C1" w:rsidRPr="008A54A2">
        <w:rPr>
          <w:rFonts w:ascii="Arial" w:hAnsi="Arial" w:cs="Arial"/>
          <w:b/>
        </w:rPr>
        <w:t>?</w:t>
      </w:r>
    </w:p>
    <w:p w:rsidR="00135D35" w:rsidRPr="008A54A2" w:rsidRDefault="00135D35" w:rsidP="00135D35">
      <w:pPr>
        <w:spacing w:line="144" w:lineRule="auto"/>
        <w:rPr>
          <w:rFonts w:ascii="Arial" w:hAnsi="Arial" w:cs="Arial"/>
          <w:i/>
        </w:rPr>
      </w:pPr>
    </w:p>
    <w:tbl>
      <w:tblPr>
        <w:tblW w:w="0" w:type="auto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077"/>
      </w:tblGrid>
      <w:tr w:rsidR="00135D35" w:rsidRPr="008A54A2" w:rsidTr="006436D5">
        <w:tc>
          <w:tcPr>
            <w:tcW w:w="397" w:type="dxa"/>
            <w:vAlign w:val="center"/>
          </w:tcPr>
          <w:p w:rsidR="00135D35" w:rsidRPr="008A54A2" w:rsidRDefault="0081580E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3536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75" name="Text Box 31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111" o:spid="_x0000_s1196" type="#_x0000_t202" style="position:absolute;margin-left:0;margin-top:2pt;width:11.35pt;height:11.35pt;z-index:25153536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" strokeweight=".5pt">
                      <v:textbox inset="0,0,0,0">
                        <w:txbxContent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35D35" w:rsidRPr="008A54A2" w:rsidRDefault="0071480C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nooit</w:t>
            </w:r>
          </w:p>
        </w:tc>
      </w:tr>
      <w:tr w:rsidR="00135D35" w:rsidRPr="008A54A2" w:rsidTr="006436D5">
        <w:tc>
          <w:tcPr>
            <w:tcW w:w="397" w:type="dxa"/>
            <w:vAlign w:val="center"/>
          </w:tcPr>
          <w:p w:rsidR="00135D35" w:rsidRPr="008A54A2" w:rsidRDefault="0081580E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3638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74" name="Text Box 31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112" o:spid="_x0000_s1197" type="#_x0000_t202" style="position:absolute;margin-left:0;margin-top:2pt;width:11.35pt;height:11.35pt;z-index:25153638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DXp/oe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35D35" w:rsidRPr="008A54A2" w:rsidRDefault="0071480C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soms</w:t>
            </w:r>
          </w:p>
        </w:tc>
      </w:tr>
      <w:tr w:rsidR="00135D35" w:rsidRPr="008A54A2" w:rsidTr="006436D5">
        <w:tc>
          <w:tcPr>
            <w:tcW w:w="397" w:type="dxa"/>
            <w:vAlign w:val="center"/>
          </w:tcPr>
          <w:p w:rsidR="00135D35" w:rsidRPr="008A54A2" w:rsidRDefault="0081580E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3740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73" name="Text Box 31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113" o:spid="_x0000_s1198" type="#_x0000_t202" style="position:absolute;margin-left:0;margin-top:2pt;width:11.35pt;height:11.35pt;z-index:25153740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DCxh+G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35D35" w:rsidRPr="008A54A2" w:rsidRDefault="0071480C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meestal</w:t>
            </w:r>
          </w:p>
        </w:tc>
      </w:tr>
      <w:tr w:rsidR="00135D35" w:rsidRPr="008A54A2" w:rsidTr="006436D5">
        <w:tc>
          <w:tcPr>
            <w:tcW w:w="397" w:type="dxa"/>
            <w:vAlign w:val="center"/>
          </w:tcPr>
          <w:p w:rsidR="00135D35" w:rsidRPr="008A54A2" w:rsidRDefault="0081580E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3843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72" name="Text Box 31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114" o:spid="_x0000_s1199" type="#_x0000_t202" style="position:absolute;margin-left:0;margin-top:2pt;width:11.35pt;height:11.35pt;z-index:25153843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BipffQ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35D35" w:rsidRPr="008A54A2" w:rsidRDefault="0071480C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altijd</w:t>
            </w:r>
          </w:p>
        </w:tc>
      </w:tr>
    </w:tbl>
    <w:p w:rsidR="0031151F" w:rsidRDefault="0031151F" w:rsidP="00E1745C">
      <w:pPr>
        <w:spacing w:line="276" w:lineRule="auto"/>
        <w:ind w:left="360" w:hanging="360"/>
        <w:rPr>
          <w:rFonts w:ascii="Arial" w:hAnsi="Arial" w:cs="Arial"/>
          <w:b/>
        </w:rPr>
      </w:pPr>
    </w:p>
    <w:p w:rsidR="0031151F" w:rsidRDefault="0031151F" w:rsidP="00E1745C">
      <w:pPr>
        <w:spacing w:line="276" w:lineRule="auto"/>
        <w:ind w:left="360" w:hanging="360"/>
        <w:rPr>
          <w:rFonts w:ascii="Arial" w:hAnsi="Arial" w:cs="Arial"/>
          <w:b/>
        </w:rPr>
      </w:pPr>
    </w:p>
    <w:p w:rsidR="000E11BE" w:rsidRPr="008A54A2" w:rsidRDefault="007F517A" w:rsidP="00E1745C">
      <w:pPr>
        <w:spacing w:line="276" w:lineRule="auto"/>
        <w:ind w:left="360" w:hanging="360"/>
        <w:rPr>
          <w:rFonts w:ascii="Arial" w:hAnsi="Arial" w:cs="Arial"/>
          <w:b/>
        </w:rPr>
      </w:pPr>
      <w:r w:rsidRPr="008A54A2">
        <w:rPr>
          <w:rFonts w:ascii="Arial" w:hAnsi="Arial" w:cs="Arial"/>
          <w:b/>
        </w:rPr>
        <w:t>4</w:t>
      </w:r>
      <w:r w:rsidR="00F85DF1">
        <w:rPr>
          <w:rFonts w:ascii="Arial" w:hAnsi="Arial" w:cs="Arial"/>
          <w:b/>
        </w:rPr>
        <w:t>1</w:t>
      </w:r>
      <w:r w:rsidR="006D4A29" w:rsidRPr="008A54A2">
        <w:rPr>
          <w:rFonts w:ascii="Arial" w:hAnsi="Arial" w:cs="Arial"/>
          <w:b/>
        </w:rPr>
        <w:t>.</w:t>
      </w:r>
      <w:r w:rsidR="00135D35" w:rsidRPr="008A54A2">
        <w:rPr>
          <w:rFonts w:ascii="Arial" w:hAnsi="Arial" w:cs="Arial"/>
          <w:b/>
        </w:rPr>
        <w:tab/>
      </w:r>
      <w:r w:rsidR="000E11BE" w:rsidRPr="008A54A2">
        <w:rPr>
          <w:rFonts w:ascii="Arial" w:hAnsi="Arial" w:cs="Arial"/>
          <w:b/>
        </w:rPr>
        <w:t xml:space="preserve">Leggen de begeleiders dingen </w:t>
      </w:r>
      <w:r w:rsidR="003B27C1" w:rsidRPr="008A54A2">
        <w:rPr>
          <w:rFonts w:ascii="Arial" w:hAnsi="Arial" w:cs="Arial"/>
          <w:b/>
        </w:rPr>
        <w:t>op een begrijpelijke manier uit?</w:t>
      </w:r>
    </w:p>
    <w:p w:rsidR="00135D35" w:rsidRPr="008A54A2" w:rsidRDefault="00135D35" w:rsidP="00135D35">
      <w:pPr>
        <w:spacing w:line="144" w:lineRule="auto"/>
        <w:rPr>
          <w:rFonts w:ascii="Arial" w:hAnsi="Arial" w:cs="Arial"/>
          <w:i/>
        </w:rPr>
      </w:pPr>
    </w:p>
    <w:tbl>
      <w:tblPr>
        <w:tblW w:w="0" w:type="auto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077"/>
      </w:tblGrid>
      <w:tr w:rsidR="00135D35" w:rsidRPr="008A54A2" w:rsidTr="006436D5">
        <w:tc>
          <w:tcPr>
            <w:tcW w:w="397" w:type="dxa"/>
            <w:vAlign w:val="center"/>
          </w:tcPr>
          <w:p w:rsidR="00135D35" w:rsidRPr="008A54A2" w:rsidRDefault="0081580E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3945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71" name="Text Box 31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115" o:spid="_x0000_s1200" type="#_x0000_t202" style="position:absolute;margin-left:0;margin-top:2pt;width:11.35pt;height:11.35pt;z-index:25153945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D15beE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35D35" w:rsidRPr="008A54A2" w:rsidRDefault="00135D35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nooit</w:t>
            </w:r>
          </w:p>
        </w:tc>
      </w:tr>
      <w:tr w:rsidR="00135D35" w:rsidRPr="008A54A2" w:rsidTr="006436D5">
        <w:tc>
          <w:tcPr>
            <w:tcW w:w="397" w:type="dxa"/>
            <w:vAlign w:val="center"/>
          </w:tcPr>
          <w:p w:rsidR="00135D35" w:rsidRPr="008A54A2" w:rsidRDefault="0081580E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4048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70" name="Text Box 31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116" o:spid="_x0000_s1201" type="#_x0000_t202" style="position:absolute;margin-left:0;margin-top:2pt;width:11.35pt;height:11.35pt;z-index:25154048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KukZqwiAgAATQ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35D35" w:rsidRPr="008A54A2" w:rsidRDefault="00135D35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soms</w:t>
            </w:r>
          </w:p>
        </w:tc>
      </w:tr>
      <w:tr w:rsidR="00135D35" w:rsidRPr="008A54A2" w:rsidTr="006436D5">
        <w:tc>
          <w:tcPr>
            <w:tcW w:w="397" w:type="dxa"/>
            <w:vAlign w:val="center"/>
          </w:tcPr>
          <w:p w:rsidR="00135D35" w:rsidRPr="008A54A2" w:rsidRDefault="0081580E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4150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69" name="Text Box 31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117" o:spid="_x0000_s1202" type="#_x0000_t202" style="position:absolute;margin-left:0;margin-top:2pt;width:11.35pt;height:11.35pt;z-index:25154150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xvsOmCQCAABN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35D35" w:rsidRPr="008A54A2" w:rsidRDefault="00135D35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meestal</w:t>
            </w:r>
          </w:p>
        </w:tc>
      </w:tr>
      <w:tr w:rsidR="00135D35" w:rsidRPr="008A54A2" w:rsidTr="006436D5">
        <w:tc>
          <w:tcPr>
            <w:tcW w:w="397" w:type="dxa"/>
            <w:vAlign w:val="center"/>
          </w:tcPr>
          <w:p w:rsidR="00135D35" w:rsidRPr="008A54A2" w:rsidRDefault="0081580E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4252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68" name="Text Box 31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118" o:spid="_x0000_s1203" type="#_x0000_t202" style="position:absolute;margin-left:0;margin-top:2pt;width:11.35pt;height:11.35pt;z-index:25154252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" strokeweight=".5pt">
                      <v:textbox inset="0,0,0,0">
                        <w:txbxContent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35D35" w:rsidRPr="008A54A2" w:rsidRDefault="00135D35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altijd</w:t>
            </w:r>
          </w:p>
        </w:tc>
      </w:tr>
    </w:tbl>
    <w:p w:rsidR="00135D35" w:rsidRPr="008A54A2" w:rsidRDefault="00135D35" w:rsidP="00135D35">
      <w:pPr>
        <w:spacing w:line="276" w:lineRule="auto"/>
        <w:rPr>
          <w:rFonts w:ascii="Arial" w:hAnsi="Arial" w:cs="Arial"/>
          <w:b/>
        </w:rPr>
      </w:pPr>
    </w:p>
    <w:p w:rsidR="00EB2602" w:rsidRPr="008A54A2" w:rsidRDefault="00EB2602" w:rsidP="00271EB1">
      <w:pPr>
        <w:spacing w:line="276" w:lineRule="auto"/>
        <w:rPr>
          <w:rFonts w:ascii="Arial" w:hAnsi="Arial" w:cs="Arial"/>
          <w:b/>
        </w:rPr>
      </w:pPr>
    </w:p>
    <w:p w:rsidR="000E11BE" w:rsidRPr="008A54A2" w:rsidRDefault="0078741A" w:rsidP="00E1745C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4</w:t>
      </w:r>
      <w:r w:rsidR="00F85DF1">
        <w:rPr>
          <w:rFonts w:ascii="Arial" w:hAnsi="Arial" w:cs="Arial"/>
          <w:b/>
        </w:rPr>
        <w:t>2</w:t>
      </w:r>
      <w:r w:rsidR="006D4A29" w:rsidRPr="008A54A2">
        <w:rPr>
          <w:rFonts w:ascii="Arial" w:hAnsi="Arial" w:cs="Arial"/>
          <w:b/>
        </w:rPr>
        <w:t>.</w:t>
      </w:r>
      <w:r w:rsidR="00135D35" w:rsidRPr="008A54A2">
        <w:rPr>
          <w:rFonts w:ascii="Arial" w:hAnsi="Arial" w:cs="Arial"/>
          <w:b/>
        </w:rPr>
        <w:tab/>
      </w:r>
      <w:r w:rsidR="000E11BE" w:rsidRPr="008A54A2">
        <w:rPr>
          <w:rFonts w:ascii="Arial" w:hAnsi="Arial" w:cs="Arial"/>
          <w:b/>
        </w:rPr>
        <w:t xml:space="preserve">Bent u bang voor een begeleider op </w:t>
      </w:r>
      <w:r w:rsidR="004F2468" w:rsidRPr="008A54A2">
        <w:rPr>
          <w:rFonts w:ascii="Arial" w:hAnsi="Arial" w:cs="Arial"/>
          <w:b/>
        </w:rPr>
        <w:t>het dagcentrum</w:t>
      </w:r>
      <w:r w:rsidR="003B27C1" w:rsidRPr="008A54A2">
        <w:rPr>
          <w:rFonts w:ascii="Arial" w:hAnsi="Arial" w:cs="Arial"/>
          <w:b/>
        </w:rPr>
        <w:t>?</w:t>
      </w:r>
    </w:p>
    <w:p w:rsidR="00135D35" w:rsidRPr="008A54A2" w:rsidRDefault="00135D35" w:rsidP="00135D35">
      <w:pPr>
        <w:spacing w:line="144" w:lineRule="auto"/>
        <w:rPr>
          <w:rFonts w:ascii="Arial" w:hAnsi="Arial" w:cs="Arial"/>
          <w:i/>
        </w:rPr>
      </w:pPr>
    </w:p>
    <w:tbl>
      <w:tblPr>
        <w:tblW w:w="0" w:type="auto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077"/>
      </w:tblGrid>
      <w:tr w:rsidR="00135D35" w:rsidRPr="008A54A2" w:rsidTr="006436D5">
        <w:tc>
          <w:tcPr>
            <w:tcW w:w="397" w:type="dxa"/>
            <w:vAlign w:val="center"/>
          </w:tcPr>
          <w:p w:rsidR="00135D35" w:rsidRPr="008A54A2" w:rsidRDefault="0081580E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4355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67" name="Text Box 31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119" o:spid="_x0000_s1204" type="#_x0000_t202" style="position:absolute;margin-left:0;margin-top:2pt;width:11.35pt;height:11.35pt;z-index:25154355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A78wno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35D35" w:rsidRPr="008A54A2" w:rsidRDefault="00135D35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nooit</w:t>
            </w:r>
          </w:p>
        </w:tc>
      </w:tr>
      <w:tr w:rsidR="00135D35" w:rsidRPr="008A54A2" w:rsidTr="006436D5">
        <w:tc>
          <w:tcPr>
            <w:tcW w:w="397" w:type="dxa"/>
            <w:vAlign w:val="center"/>
          </w:tcPr>
          <w:p w:rsidR="00135D35" w:rsidRPr="008A54A2" w:rsidRDefault="0081580E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4457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66" name="Text Box 31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120" o:spid="_x0000_s1205" type="#_x0000_t202" style="position:absolute;margin-left:0;margin-top:2pt;width:11.35pt;height:11.35pt;z-index:25154457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" strokeweight=".5pt">
                      <v:textbox inset="0,0,0,0">
                        <w:txbxContent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35D35" w:rsidRPr="008A54A2" w:rsidRDefault="00135D35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soms</w:t>
            </w:r>
          </w:p>
        </w:tc>
      </w:tr>
      <w:tr w:rsidR="00135D35" w:rsidRPr="008A54A2" w:rsidTr="006436D5">
        <w:tc>
          <w:tcPr>
            <w:tcW w:w="397" w:type="dxa"/>
            <w:vAlign w:val="center"/>
          </w:tcPr>
          <w:p w:rsidR="00135D35" w:rsidRPr="008A54A2" w:rsidRDefault="0081580E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4560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65" name="Text Box 31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121" o:spid="_x0000_s1206" type="#_x0000_t202" style="position:absolute;margin-left:0;margin-top:2pt;width:11.35pt;height:11.35pt;z-index:25154560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f9SgXSQCAABM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35D35" w:rsidRPr="008A54A2" w:rsidRDefault="00135D35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meestal</w:t>
            </w:r>
          </w:p>
        </w:tc>
      </w:tr>
      <w:tr w:rsidR="00135D35" w:rsidRPr="008A54A2" w:rsidTr="006436D5">
        <w:tc>
          <w:tcPr>
            <w:tcW w:w="397" w:type="dxa"/>
            <w:vAlign w:val="center"/>
          </w:tcPr>
          <w:p w:rsidR="00135D35" w:rsidRPr="008A54A2" w:rsidRDefault="0081580E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4662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64" name="Text Box 31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122" o:spid="_x0000_s1207" type="#_x0000_t202" style="position:absolute;margin-left:0;margin-top:2pt;width:11.35pt;height:11.35pt;z-index:25154662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FIl5dgiAgAATA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35D35" w:rsidRPr="008A54A2" w:rsidRDefault="00135D35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altijd</w:t>
            </w:r>
          </w:p>
        </w:tc>
      </w:tr>
    </w:tbl>
    <w:p w:rsidR="00135D35" w:rsidRPr="008A54A2" w:rsidRDefault="00135D35" w:rsidP="00135D35">
      <w:pPr>
        <w:spacing w:line="276" w:lineRule="auto"/>
        <w:rPr>
          <w:rFonts w:ascii="Arial" w:hAnsi="Arial" w:cs="Arial"/>
          <w:b/>
        </w:rPr>
      </w:pPr>
    </w:p>
    <w:p w:rsidR="004F2468" w:rsidRPr="008A54A2" w:rsidRDefault="004F2468" w:rsidP="00135D35">
      <w:pPr>
        <w:spacing w:line="276" w:lineRule="auto"/>
        <w:rPr>
          <w:rFonts w:ascii="Arial" w:hAnsi="Arial" w:cs="Arial"/>
          <w:b/>
        </w:rPr>
      </w:pPr>
    </w:p>
    <w:p w:rsidR="000E11BE" w:rsidRPr="008A54A2" w:rsidRDefault="007F517A" w:rsidP="00E1745C">
      <w:pPr>
        <w:spacing w:line="276" w:lineRule="auto"/>
        <w:ind w:left="360" w:hanging="360"/>
        <w:rPr>
          <w:rFonts w:ascii="Arial" w:hAnsi="Arial" w:cs="Arial"/>
          <w:b/>
        </w:rPr>
      </w:pPr>
      <w:r w:rsidRPr="008A54A2">
        <w:rPr>
          <w:rFonts w:ascii="Arial" w:hAnsi="Arial" w:cs="Arial"/>
          <w:b/>
        </w:rPr>
        <w:t>4</w:t>
      </w:r>
      <w:r w:rsidR="00F85DF1">
        <w:rPr>
          <w:rFonts w:ascii="Arial" w:hAnsi="Arial" w:cs="Arial"/>
          <w:b/>
        </w:rPr>
        <w:t>3</w:t>
      </w:r>
      <w:r w:rsidR="006D4A29" w:rsidRPr="008A54A2">
        <w:rPr>
          <w:rFonts w:ascii="Arial" w:hAnsi="Arial" w:cs="Arial"/>
          <w:b/>
        </w:rPr>
        <w:t>.</w:t>
      </w:r>
      <w:r w:rsidR="00135D35" w:rsidRPr="008A54A2">
        <w:rPr>
          <w:rFonts w:ascii="Arial" w:hAnsi="Arial" w:cs="Arial"/>
          <w:b/>
        </w:rPr>
        <w:tab/>
      </w:r>
      <w:r w:rsidR="0031151F">
        <w:rPr>
          <w:rFonts w:ascii="Arial" w:hAnsi="Arial" w:cs="Arial"/>
          <w:b/>
        </w:rPr>
        <w:t>Vindt u de begeleiders goed in hun werk</w:t>
      </w:r>
      <w:r w:rsidR="003B27C1" w:rsidRPr="008A54A2">
        <w:rPr>
          <w:rFonts w:ascii="Arial" w:hAnsi="Arial" w:cs="Arial"/>
          <w:b/>
        </w:rPr>
        <w:t>?</w:t>
      </w:r>
    </w:p>
    <w:p w:rsidR="00135D35" w:rsidRPr="008A54A2" w:rsidRDefault="00135D35" w:rsidP="00135D35">
      <w:pPr>
        <w:spacing w:line="144" w:lineRule="auto"/>
        <w:rPr>
          <w:rFonts w:ascii="Arial" w:hAnsi="Arial" w:cs="Arial"/>
          <w:i/>
        </w:rPr>
      </w:pPr>
    </w:p>
    <w:tbl>
      <w:tblPr>
        <w:tblW w:w="0" w:type="auto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077"/>
      </w:tblGrid>
      <w:tr w:rsidR="00135D35" w:rsidRPr="008A54A2" w:rsidTr="006436D5">
        <w:tc>
          <w:tcPr>
            <w:tcW w:w="397" w:type="dxa"/>
            <w:vAlign w:val="center"/>
          </w:tcPr>
          <w:p w:rsidR="00135D35" w:rsidRPr="008A54A2" w:rsidRDefault="0081580E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4764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63" name="Text Box 31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123" o:spid="_x0000_s1208" type="#_x0000_t202" style="position:absolute;margin-left:0;margin-top:2pt;width:11.35pt;height:11.35pt;z-index:25154764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PO3JUAiAgAATA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35D35" w:rsidRPr="008A54A2" w:rsidRDefault="00135D35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nooit</w:t>
            </w:r>
          </w:p>
        </w:tc>
      </w:tr>
      <w:tr w:rsidR="00135D35" w:rsidRPr="008A54A2" w:rsidTr="006436D5">
        <w:tc>
          <w:tcPr>
            <w:tcW w:w="397" w:type="dxa"/>
            <w:vAlign w:val="center"/>
          </w:tcPr>
          <w:p w:rsidR="00135D35" w:rsidRPr="008A54A2" w:rsidRDefault="0081580E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4867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62" name="Text Box 31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124" o:spid="_x0000_s1209" type="#_x0000_t202" style="position:absolute;margin-left:0;margin-top:2pt;width:11.35pt;height:11.35pt;z-index:25154867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mBe8uSQCAABN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35D35" w:rsidRPr="008A54A2" w:rsidRDefault="00135D35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soms</w:t>
            </w:r>
          </w:p>
        </w:tc>
      </w:tr>
      <w:tr w:rsidR="00135D35" w:rsidRPr="008A54A2" w:rsidTr="006436D5">
        <w:tc>
          <w:tcPr>
            <w:tcW w:w="397" w:type="dxa"/>
            <w:vAlign w:val="center"/>
          </w:tcPr>
          <w:p w:rsidR="00135D35" w:rsidRPr="008A54A2" w:rsidRDefault="0081580E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4969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61" name="Text Box 31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125" o:spid="_x0000_s1210" type="#_x0000_t202" style="position:absolute;margin-left:0;margin-top:2pt;width:11.35pt;height:11.35pt;z-index:25154969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MN6N2UiAgAATQ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35D35" w:rsidRPr="008A54A2" w:rsidRDefault="00135D35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meestal</w:t>
            </w:r>
          </w:p>
        </w:tc>
      </w:tr>
      <w:tr w:rsidR="00135D35" w:rsidRPr="008A54A2" w:rsidTr="006436D5">
        <w:tc>
          <w:tcPr>
            <w:tcW w:w="397" w:type="dxa"/>
            <w:vAlign w:val="center"/>
          </w:tcPr>
          <w:p w:rsidR="00135D35" w:rsidRPr="008A54A2" w:rsidRDefault="0081580E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5072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60" name="Text Box 31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126" o:spid="_x0000_s1211" type="#_x0000_t202" style="position:absolute;margin-left:0;margin-top:2pt;width:11.35pt;height:11.35pt;z-index:25155072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Pves+YiAgAATQ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35D35" w:rsidRPr="008A54A2" w:rsidRDefault="00135D35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altijd</w:t>
            </w:r>
          </w:p>
        </w:tc>
      </w:tr>
    </w:tbl>
    <w:p w:rsidR="00135D35" w:rsidRPr="008A54A2" w:rsidRDefault="00135D35" w:rsidP="00135D35">
      <w:pPr>
        <w:spacing w:line="276" w:lineRule="auto"/>
        <w:rPr>
          <w:rFonts w:ascii="Arial" w:hAnsi="Arial" w:cs="Arial"/>
          <w:b/>
        </w:rPr>
      </w:pPr>
    </w:p>
    <w:p w:rsidR="00BC3ED9" w:rsidRPr="008A54A2" w:rsidRDefault="00BC3ED9" w:rsidP="00135D35">
      <w:pPr>
        <w:spacing w:line="276" w:lineRule="auto"/>
        <w:rPr>
          <w:rFonts w:ascii="Arial" w:hAnsi="Arial" w:cs="Arial"/>
          <w:b/>
        </w:rPr>
      </w:pPr>
    </w:p>
    <w:p w:rsidR="000A00BB" w:rsidRDefault="000A00BB" w:rsidP="00E1745C">
      <w:pPr>
        <w:spacing w:line="276" w:lineRule="auto"/>
        <w:ind w:left="360" w:hanging="360"/>
        <w:rPr>
          <w:rFonts w:ascii="Arial" w:hAnsi="Arial" w:cs="Arial"/>
          <w:b/>
        </w:rPr>
      </w:pPr>
    </w:p>
    <w:p w:rsidR="003B27C1" w:rsidRPr="008A54A2" w:rsidRDefault="00B04122" w:rsidP="00E1745C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 w:rsidR="0027030F">
        <w:rPr>
          <w:rFonts w:ascii="Arial" w:hAnsi="Arial" w:cs="Arial"/>
          <w:b/>
        </w:rPr>
        <w:t>4</w:t>
      </w:r>
      <w:r w:rsidR="00F85DF1">
        <w:rPr>
          <w:rFonts w:ascii="Arial" w:hAnsi="Arial" w:cs="Arial"/>
          <w:b/>
        </w:rPr>
        <w:t>4</w:t>
      </w:r>
      <w:r w:rsidR="006D4A29" w:rsidRPr="008A54A2">
        <w:rPr>
          <w:rFonts w:ascii="Arial" w:hAnsi="Arial" w:cs="Arial"/>
          <w:b/>
        </w:rPr>
        <w:t>.</w:t>
      </w:r>
      <w:r w:rsidR="00135D35" w:rsidRPr="008A54A2">
        <w:rPr>
          <w:rFonts w:ascii="Arial" w:hAnsi="Arial" w:cs="Arial"/>
          <w:b/>
        </w:rPr>
        <w:tab/>
      </w:r>
      <w:r w:rsidR="003B27C1" w:rsidRPr="008A54A2">
        <w:rPr>
          <w:rFonts w:ascii="Arial" w:hAnsi="Arial" w:cs="Arial"/>
          <w:b/>
        </w:rPr>
        <w:t xml:space="preserve">Is er voldoende personeel aanwezig op </w:t>
      </w:r>
      <w:r w:rsidR="007F517A" w:rsidRPr="008A54A2">
        <w:rPr>
          <w:rFonts w:ascii="Arial" w:hAnsi="Arial" w:cs="Arial"/>
          <w:b/>
        </w:rPr>
        <w:t>het dagcentrum</w:t>
      </w:r>
      <w:r w:rsidR="003B27C1" w:rsidRPr="008A54A2">
        <w:rPr>
          <w:rFonts w:ascii="Arial" w:hAnsi="Arial" w:cs="Arial"/>
          <w:b/>
        </w:rPr>
        <w:t>?</w:t>
      </w:r>
    </w:p>
    <w:p w:rsidR="00135D35" w:rsidRPr="008A54A2" w:rsidRDefault="00135D35" w:rsidP="00135D35">
      <w:pPr>
        <w:spacing w:line="144" w:lineRule="auto"/>
        <w:rPr>
          <w:rFonts w:ascii="Arial" w:hAnsi="Arial" w:cs="Arial"/>
          <w:i/>
        </w:rPr>
      </w:pPr>
    </w:p>
    <w:tbl>
      <w:tblPr>
        <w:tblW w:w="0" w:type="auto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077"/>
      </w:tblGrid>
      <w:tr w:rsidR="00135D35" w:rsidRPr="008A54A2" w:rsidTr="006436D5">
        <w:tc>
          <w:tcPr>
            <w:tcW w:w="397" w:type="dxa"/>
            <w:vAlign w:val="center"/>
          </w:tcPr>
          <w:p w:rsidR="00135D35" w:rsidRPr="008A54A2" w:rsidRDefault="0081580E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5174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59" name="Text Box 31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127" o:spid="_x0000_s1212" type="#_x0000_t202" style="position:absolute;margin-left:0;margin-top:2pt;width:11.35pt;height:11.35pt;z-index:25155174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D0gl6C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35D35" w:rsidRPr="008A54A2" w:rsidRDefault="00135D35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nooit</w:t>
            </w:r>
          </w:p>
        </w:tc>
      </w:tr>
      <w:tr w:rsidR="00135D35" w:rsidRPr="008A54A2" w:rsidTr="006436D5">
        <w:tc>
          <w:tcPr>
            <w:tcW w:w="397" w:type="dxa"/>
            <w:vAlign w:val="center"/>
          </w:tcPr>
          <w:p w:rsidR="00135D35" w:rsidRPr="008A54A2" w:rsidRDefault="0081580E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5276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58" name="Text Box 31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128" o:spid="_x0000_s1213" type="#_x0000_t202" style="position:absolute;margin-left:0;margin-top:2pt;width:11.35pt;height:11.35pt;z-index:25155276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DVG290iAgAATQ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35D35" w:rsidRPr="008A54A2" w:rsidRDefault="00135D35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soms</w:t>
            </w:r>
          </w:p>
        </w:tc>
      </w:tr>
      <w:tr w:rsidR="00135D35" w:rsidRPr="008A54A2" w:rsidTr="006436D5">
        <w:tc>
          <w:tcPr>
            <w:tcW w:w="397" w:type="dxa"/>
            <w:vAlign w:val="center"/>
          </w:tcPr>
          <w:p w:rsidR="00135D35" w:rsidRPr="008A54A2" w:rsidRDefault="0081580E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5379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57" name="Text Box 31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129" o:spid="_x0000_s1214" type="#_x0000_t202" style="position:absolute;margin-left:0;margin-top:2pt;width:11.35pt;height:11.35pt;z-index:25155379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Ac0sZj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35D35" w:rsidRPr="008A54A2" w:rsidRDefault="00135D35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meestal</w:t>
            </w:r>
          </w:p>
        </w:tc>
      </w:tr>
      <w:tr w:rsidR="00135D35" w:rsidRPr="008A54A2" w:rsidTr="006436D5">
        <w:tc>
          <w:tcPr>
            <w:tcW w:w="397" w:type="dxa"/>
            <w:vAlign w:val="center"/>
          </w:tcPr>
          <w:p w:rsidR="00135D35" w:rsidRPr="008A54A2" w:rsidRDefault="0081580E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5481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56" name="Text Box 31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130" o:spid="_x0000_s1215" type="#_x0000_t202" style="position:absolute;margin-left:0;margin-top:2pt;width:11.35pt;height:11.35pt;z-index:25155481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" strokeweight=".5pt">
                      <v:textbox inset="0,0,0,0">
                        <w:txbxContent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35D35" w:rsidRPr="008A54A2" w:rsidRDefault="00135D35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altijd</w:t>
            </w:r>
          </w:p>
        </w:tc>
      </w:tr>
      <w:tr w:rsidR="0031151F" w:rsidRPr="008A54A2" w:rsidTr="006436D5">
        <w:tc>
          <w:tcPr>
            <w:tcW w:w="397" w:type="dxa"/>
            <w:vAlign w:val="center"/>
          </w:tcPr>
          <w:p w:rsidR="0031151F" w:rsidRPr="008A54A2" w:rsidRDefault="0081580E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55" name="Text Box 34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84" o:spid="_x0000_s1216" type="#_x0000_t202" style="position:absolute;margin-left:0;margin-top:2pt;width:11.35pt;height:11.35pt;z-index:25166028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JSZdc4iAgAATQ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31151F" w:rsidRPr="008A54A2" w:rsidRDefault="0031151F" w:rsidP="00AD402E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weet ik niet</w:t>
            </w:r>
          </w:p>
        </w:tc>
      </w:tr>
    </w:tbl>
    <w:p w:rsidR="00135D35" w:rsidRPr="008A54A2" w:rsidRDefault="00135D35" w:rsidP="00135D35">
      <w:pPr>
        <w:spacing w:line="276" w:lineRule="auto"/>
        <w:rPr>
          <w:rFonts w:ascii="Arial" w:hAnsi="Arial" w:cs="Arial"/>
          <w:b/>
        </w:rPr>
      </w:pPr>
    </w:p>
    <w:p w:rsidR="000E11BE" w:rsidRPr="008A54A2" w:rsidRDefault="000E11BE" w:rsidP="00271EB1">
      <w:pPr>
        <w:spacing w:line="276" w:lineRule="auto"/>
        <w:rPr>
          <w:rFonts w:ascii="Arial" w:hAnsi="Arial" w:cs="Arial"/>
          <w:b/>
        </w:rPr>
      </w:pPr>
    </w:p>
    <w:p w:rsidR="009C6DEC" w:rsidRPr="008A54A2" w:rsidRDefault="0078741A" w:rsidP="00E1745C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4</w:t>
      </w:r>
      <w:r w:rsidR="00F85DF1">
        <w:rPr>
          <w:rFonts w:ascii="Arial" w:hAnsi="Arial" w:cs="Arial"/>
          <w:b/>
        </w:rPr>
        <w:t>5</w:t>
      </w:r>
      <w:r w:rsidR="006D4A29" w:rsidRPr="008A54A2">
        <w:rPr>
          <w:rFonts w:ascii="Arial" w:hAnsi="Arial" w:cs="Arial"/>
          <w:b/>
        </w:rPr>
        <w:t>.</w:t>
      </w:r>
      <w:r w:rsidR="00135D35" w:rsidRPr="008A54A2">
        <w:rPr>
          <w:rFonts w:ascii="Arial" w:hAnsi="Arial" w:cs="Arial"/>
          <w:b/>
        </w:rPr>
        <w:tab/>
      </w:r>
      <w:r w:rsidR="0031151F">
        <w:rPr>
          <w:rFonts w:ascii="Arial" w:hAnsi="Arial" w:cs="Arial"/>
          <w:b/>
        </w:rPr>
        <w:t xml:space="preserve">Zijn er </w:t>
      </w:r>
      <w:r w:rsidR="003B27C1" w:rsidRPr="008A54A2">
        <w:rPr>
          <w:rFonts w:ascii="Arial" w:hAnsi="Arial" w:cs="Arial"/>
          <w:b/>
        </w:rPr>
        <w:t xml:space="preserve">het afgelopen jaar </w:t>
      </w:r>
      <w:r w:rsidR="00AC6A9D" w:rsidRPr="008A54A2">
        <w:rPr>
          <w:rFonts w:ascii="Arial" w:hAnsi="Arial" w:cs="Arial"/>
          <w:b/>
        </w:rPr>
        <w:t>wisselingen van begele</w:t>
      </w:r>
      <w:r w:rsidR="003B27C1" w:rsidRPr="008A54A2">
        <w:rPr>
          <w:rFonts w:ascii="Arial" w:hAnsi="Arial" w:cs="Arial"/>
          <w:b/>
        </w:rPr>
        <w:t>ide</w:t>
      </w:r>
      <w:r w:rsidR="0031151F">
        <w:rPr>
          <w:rFonts w:ascii="Arial" w:hAnsi="Arial" w:cs="Arial"/>
          <w:b/>
        </w:rPr>
        <w:t>rs geweest</w:t>
      </w:r>
      <w:r w:rsidR="003B27C1" w:rsidRPr="008A54A2">
        <w:rPr>
          <w:rFonts w:ascii="Arial" w:hAnsi="Arial" w:cs="Arial"/>
          <w:b/>
        </w:rPr>
        <w:t>?</w:t>
      </w:r>
    </w:p>
    <w:p w:rsidR="00135D35" w:rsidRPr="008A54A2" w:rsidRDefault="00135D35" w:rsidP="00135D35">
      <w:pPr>
        <w:spacing w:line="144" w:lineRule="auto"/>
        <w:rPr>
          <w:rFonts w:ascii="Arial" w:hAnsi="Arial" w:cs="Arial"/>
          <w:i/>
        </w:rPr>
      </w:pPr>
    </w:p>
    <w:tbl>
      <w:tblPr>
        <w:tblW w:w="0" w:type="auto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077"/>
      </w:tblGrid>
      <w:tr w:rsidR="00135D35" w:rsidRPr="008A54A2" w:rsidTr="006436D5">
        <w:tc>
          <w:tcPr>
            <w:tcW w:w="397" w:type="dxa"/>
            <w:vAlign w:val="center"/>
          </w:tcPr>
          <w:p w:rsidR="00135D35" w:rsidRPr="008A54A2" w:rsidRDefault="0081580E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5584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54" name="Text Box 31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131" o:spid="_x0000_s1217" type="#_x0000_t202" style="position:absolute;margin-left:0;margin-top:2pt;width:11.35pt;height:11.35pt;z-index:2515558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" strokeweight=".5pt">
                      <v:textbox inset="0,0,0,0">
                        <w:txbxContent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35D35" w:rsidRPr="008A54A2" w:rsidRDefault="00135D35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nooit</w:t>
            </w:r>
          </w:p>
        </w:tc>
      </w:tr>
      <w:tr w:rsidR="00135D35" w:rsidRPr="008A54A2" w:rsidTr="006436D5">
        <w:tc>
          <w:tcPr>
            <w:tcW w:w="397" w:type="dxa"/>
            <w:vAlign w:val="center"/>
          </w:tcPr>
          <w:p w:rsidR="00135D35" w:rsidRPr="008A54A2" w:rsidRDefault="0081580E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5686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53" name="Text Box 31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132" o:spid="_x0000_s1218" type="#_x0000_t202" style="position:absolute;margin-left:0;margin-top:2pt;width:11.35pt;height:11.35pt;z-index:25155686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OvzmCkiAgAATQ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35D35" w:rsidRPr="008A54A2" w:rsidRDefault="00135D35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soms</w:t>
            </w:r>
          </w:p>
        </w:tc>
      </w:tr>
      <w:tr w:rsidR="00135D35" w:rsidRPr="008A54A2" w:rsidTr="006436D5">
        <w:tc>
          <w:tcPr>
            <w:tcW w:w="397" w:type="dxa"/>
            <w:vAlign w:val="center"/>
          </w:tcPr>
          <w:p w:rsidR="00135D35" w:rsidRPr="008A54A2" w:rsidRDefault="0081580E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5788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52" name="Text Box 31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133" o:spid="_x0000_s1219" type="#_x0000_t202" style="position:absolute;margin-left:0;margin-top:2pt;width:11.35pt;height:11.35pt;z-index:25155788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CfRiMc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35D35" w:rsidRPr="008A54A2" w:rsidRDefault="00135D35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meestal</w:t>
            </w:r>
          </w:p>
        </w:tc>
      </w:tr>
      <w:tr w:rsidR="00135D35" w:rsidRPr="008A54A2" w:rsidTr="006436D5">
        <w:tc>
          <w:tcPr>
            <w:tcW w:w="397" w:type="dxa"/>
            <w:vAlign w:val="center"/>
          </w:tcPr>
          <w:p w:rsidR="00135D35" w:rsidRPr="008A54A2" w:rsidRDefault="0081580E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5891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51" name="Text Box 31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134" o:spid="_x0000_s1220" type="#_x0000_t202" style="position:absolute;margin-left:0;margin-top:2pt;width:11.35pt;height:11.35pt;z-index:25155891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IEiJDUiAgAATQ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35D35" w:rsidRPr="008A54A2" w:rsidRDefault="00135D35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altijd</w:t>
            </w:r>
          </w:p>
        </w:tc>
      </w:tr>
    </w:tbl>
    <w:p w:rsidR="00B04122" w:rsidRDefault="00B04122" w:rsidP="00271EB1">
      <w:pPr>
        <w:spacing w:line="276" w:lineRule="auto"/>
        <w:rPr>
          <w:rFonts w:ascii="Arial" w:hAnsi="Arial" w:cs="Arial"/>
          <w:b/>
        </w:rPr>
      </w:pPr>
    </w:p>
    <w:p w:rsidR="0031151F" w:rsidRDefault="0031151F" w:rsidP="00271EB1">
      <w:pPr>
        <w:spacing w:line="276" w:lineRule="auto"/>
        <w:rPr>
          <w:rFonts w:ascii="Arial" w:hAnsi="Arial" w:cs="Arial"/>
          <w:b/>
        </w:rPr>
      </w:pPr>
    </w:p>
    <w:p w:rsidR="009C6DEC" w:rsidRPr="0027030F" w:rsidRDefault="009C6DEC" w:rsidP="00271EB1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27030F">
        <w:rPr>
          <w:rFonts w:ascii="Arial" w:hAnsi="Arial" w:cs="Arial"/>
          <w:b/>
          <w:sz w:val="24"/>
          <w:szCs w:val="24"/>
        </w:rPr>
        <w:t>Samenhang in de zorg</w:t>
      </w:r>
    </w:p>
    <w:p w:rsidR="009C6DEC" w:rsidRPr="008A54A2" w:rsidRDefault="009C6DEC" w:rsidP="00271EB1">
      <w:pPr>
        <w:spacing w:line="276" w:lineRule="auto"/>
        <w:rPr>
          <w:rFonts w:ascii="Arial" w:hAnsi="Arial" w:cs="Arial"/>
          <w:b/>
        </w:rPr>
      </w:pPr>
    </w:p>
    <w:p w:rsidR="00F176A4" w:rsidRPr="008A54A2" w:rsidRDefault="006D4A29" w:rsidP="00F176A4">
      <w:pPr>
        <w:spacing w:line="276" w:lineRule="auto"/>
        <w:rPr>
          <w:rFonts w:ascii="Arial" w:hAnsi="Arial" w:cs="Arial"/>
        </w:rPr>
      </w:pPr>
      <w:r w:rsidRPr="008A54A2">
        <w:rPr>
          <w:rFonts w:ascii="Arial" w:hAnsi="Arial" w:cs="Arial"/>
        </w:rPr>
        <w:t xml:space="preserve">Ook willen we graag weten of de </w:t>
      </w:r>
      <w:r w:rsidR="004F2468" w:rsidRPr="008A54A2">
        <w:rPr>
          <w:rFonts w:ascii="Arial" w:hAnsi="Arial" w:cs="Arial"/>
        </w:rPr>
        <w:t>dagbesteding</w:t>
      </w:r>
      <w:r w:rsidR="007F517A" w:rsidRPr="008A54A2">
        <w:rPr>
          <w:rFonts w:ascii="Arial" w:hAnsi="Arial" w:cs="Arial"/>
        </w:rPr>
        <w:t xml:space="preserve"> </w:t>
      </w:r>
      <w:r w:rsidRPr="008A54A2">
        <w:rPr>
          <w:rFonts w:ascii="Arial" w:hAnsi="Arial" w:cs="Arial"/>
        </w:rPr>
        <w:t xml:space="preserve">aansluit op de hulp van andere </w:t>
      </w:r>
      <w:r w:rsidR="003A026D">
        <w:rPr>
          <w:rFonts w:ascii="Arial" w:hAnsi="Arial" w:cs="Arial"/>
        </w:rPr>
        <w:t>m</w:t>
      </w:r>
      <w:r w:rsidRPr="008A54A2">
        <w:rPr>
          <w:rFonts w:ascii="Arial" w:hAnsi="Arial" w:cs="Arial"/>
        </w:rPr>
        <w:t>edewer</w:t>
      </w:r>
      <w:r w:rsidR="003A026D">
        <w:rPr>
          <w:rFonts w:ascii="Arial" w:hAnsi="Arial" w:cs="Arial"/>
        </w:rPr>
        <w:softHyphen/>
      </w:r>
      <w:r w:rsidRPr="008A54A2">
        <w:rPr>
          <w:rFonts w:ascii="Arial" w:hAnsi="Arial" w:cs="Arial"/>
        </w:rPr>
        <w:t>kers. Maar eerst komen er een paar vragen over uw vaste begeleider.</w:t>
      </w:r>
      <w:r w:rsidR="00F176A4" w:rsidRPr="008A54A2">
        <w:rPr>
          <w:rFonts w:ascii="Arial" w:hAnsi="Arial" w:cs="Arial"/>
        </w:rPr>
        <w:t xml:space="preserve"> </w:t>
      </w:r>
      <w:r w:rsidR="00F2363E">
        <w:rPr>
          <w:rFonts w:ascii="Arial" w:hAnsi="Arial" w:cs="Arial"/>
        </w:rPr>
        <w:t xml:space="preserve">Deze persoon wordt ook wel contactpersoon, mentor of persoonlijke begeleider genoemd. </w:t>
      </w:r>
      <w:r w:rsidR="00F176A4" w:rsidRPr="008A54A2">
        <w:rPr>
          <w:rFonts w:ascii="Arial" w:hAnsi="Arial" w:cs="Arial"/>
        </w:rPr>
        <w:t xml:space="preserve">Het gaat hierbij om de </w:t>
      </w:r>
      <w:r w:rsidR="00F176A4" w:rsidRPr="008A54A2">
        <w:rPr>
          <w:rFonts w:ascii="Arial" w:hAnsi="Arial" w:cs="Arial"/>
          <w:u w:val="single"/>
        </w:rPr>
        <w:t>afgelopen 12 maanden</w:t>
      </w:r>
      <w:r w:rsidR="00F176A4" w:rsidRPr="008A54A2">
        <w:rPr>
          <w:rFonts w:ascii="Arial" w:hAnsi="Arial" w:cs="Arial"/>
        </w:rPr>
        <w:t>.</w:t>
      </w:r>
    </w:p>
    <w:p w:rsidR="006D4A29" w:rsidRPr="008A54A2" w:rsidRDefault="006D4A29" w:rsidP="00271EB1">
      <w:pPr>
        <w:spacing w:line="276" w:lineRule="auto"/>
        <w:rPr>
          <w:rFonts w:ascii="Arial" w:hAnsi="Arial" w:cs="Arial"/>
          <w:b/>
        </w:rPr>
      </w:pPr>
    </w:p>
    <w:p w:rsidR="009C6DEC" w:rsidRPr="008A54A2" w:rsidRDefault="0087581D" w:rsidP="00E1745C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4</w:t>
      </w:r>
      <w:r w:rsidR="00F85DF1">
        <w:rPr>
          <w:rFonts w:ascii="Arial" w:hAnsi="Arial" w:cs="Arial"/>
          <w:b/>
        </w:rPr>
        <w:t>6</w:t>
      </w:r>
      <w:r w:rsidR="006D4A29" w:rsidRPr="008A54A2">
        <w:rPr>
          <w:rFonts w:ascii="Arial" w:hAnsi="Arial" w:cs="Arial"/>
          <w:b/>
        </w:rPr>
        <w:t>.</w:t>
      </w:r>
      <w:r w:rsidR="00135D35" w:rsidRPr="008A54A2">
        <w:rPr>
          <w:rFonts w:ascii="Arial" w:hAnsi="Arial" w:cs="Arial"/>
          <w:b/>
        </w:rPr>
        <w:tab/>
      </w:r>
      <w:r w:rsidR="009C6DEC" w:rsidRPr="008A54A2">
        <w:rPr>
          <w:rFonts w:ascii="Arial" w:hAnsi="Arial" w:cs="Arial"/>
          <w:b/>
        </w:rPr>
        <w:t xml:space="preserve">Heeft u een </w:t>
      </w:r>
      <w:r w:rsidR="000E1654" w:rsidRPr="008A54A2">
        <w:rPr>
          <w:rFonts w:ascii="Arial" w:hAnsi="Arial" w:cs="Arial"/>
          <w:b/>
        </w:rPr>
        <w:t>vaste</w:t>
      </w:r>
      <w:r w:rsidR="005F7E80" w:rsidRPr="008A54A2">
        <w:rPr>
          <w:rFonts w:ascii="Arial" w:hAnsi="Arial" w:cs="Arial"/>
          <w:b/>
        </w:rPr>
        <w:t xml:space="preserve"> begeleider </w:t>
      </w:r>
      <w:r w:rsidR="007F517A" w:rsidRPr="008A54A2">
        <w:rPr>
          <w:rFonts w:ascii="Arial" w:hAnsi="Arial" w:cs="Arial"/>
          <w:b/>
        </w:rPr>
        <w:t>op het dagcentrum</w:t>
      </w:r>
      <w:r w:rsidR="00710428" w:rsidRPr="008A54A2">
        <w:rPr>
          <w:rFonts w:ascii="Arial" w:hAnsi="Arial" w:cs="Arial"/>
          <w:b/>
        </w:rPr>
        <w:t>?</w:t>
      </w:r>
    </w:p>
    <w:p w:rsidR="00223A42" w:rsidRPr="008A54A2" w:rsidRDefault="00223A42" w:rsidP="00223A42">
      <w:pPr>
        <w:spacing w:line="144" w:lineRule="auto"/>
        <w:rPr>
          <w:rFonts w:ascii="Arial" w:hAnsi="Arial" w:cs="Arial"/>
          <w:i/>
        </w:rPr>
      </w:pPr>
    </w:p>
    <w:tbl>
      <w:tblPr>
        <w:tblW w:w="0" w:type="auto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1521"/>
        <w:gridCol w:w="742"/>
        <w:gridCol w:w="3434"/>
      </w:tblGrid>
      <w:tr w:rsidR="00223A42" w:rsidRPr="008A54A2" w:rsidTr="006436D5">
        <w:tc>
          <w:tcPr>
            <w:tcW w:w="397" w:type="dxa"/>
            <w:vAlign w:val="center"/>
          </w:tcPr>
          <w:p w:rsidR="00223A42" w:rsidRPr="008A54A2" w:rsidRDefault="0081580E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9168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50" name="Text Box 32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223A42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223A42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247" o:spid="_x0000_s1221" type="#_x0000_t202" style="position:absolute;margin-left:0;margin-top:2pt;width:11.35pt;height:11.35pt;z-index:25159168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" strokeweight=".5pt">
                      <v:textbox inset="0,0,0,0">
                        <w:txbxContent>
                          <w:p w:rsidR="00BE61F9" w:rsidRDefault="00BE61F9" w:rsidP="00223A42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223A42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21" w:type="dxa"/>
            <w:vAlign w:val="center"/>
          </w:tcPr>
          <w:p w:rsidR="00223A42" w:rsidRPr="008A54A2" w:rsidRDefault="00223A42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nee</w:t>
            </w:r>
          </w:p>
        </w:tc>
        <w:tc>
          <w:tcPr>
            <w:tcW w:w="742" w:type="dxa"/>
            <w:vAlign w:val="center"/>
          </w:tcPr>
          <w:p w:rsidR="00223A42" w:rsidRPr="008A54A2" w:rsidRDefault="0081580E" w:rsidP="00223A42">
            <w:pPr>
              <w:pStyle w:val="hokjesok"/>
              <w:numPr>
                <w:ilvl w:val="0"/>
                <w:numId w:val="0"/>
              </w:numPr>
              <w:spacing w:line="276" w:lineRule="auto"/>
              <w:ind w:left="454" w:hanging="454"/>
              <w:rPr>
                <w:rFonts w:ascii="Arial" w:hAnsi="Arial" w:cs="Arial"/>
              </w:rPr>
            </w:pPr>
            <w:r w:rsidRPr="008A54A2">
              <w:rPr>
                <w:rFonts w:ascii="Arial" w:hAnsi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93728" behindDoc="0" locked="0" layoutInCell="1" allowOverlap="1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99695</wp:posOffset>
                      </wp:positionV>
                      <wp:extent cx="349250" cy="0"/>
                      <wp:effectExtent l="5715" t="61595" r="16510" b="52705"/>
                      <wp:wrapNone/>
                      <wp:docPr id="149" name="Line 32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92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CFB9739" id="Line 3250" o:spid="_x0000_s1026" style="position:absolute;z-index:251593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95pt,7.85pt" to="29.45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">
                      <v:stroke endarrow="block"/>
                    </v:line>
                  </w:pict>
                </mc:Fallback>
              </mc:AlternateContent>
            </w:r>
          </w:p>
        </w:tc>
        <w:tc>
          <w:tcPr>
            <w:tcW w:w="3434" w:type="dxa"/>
          </w:tcPr>
          <w:p w:rsidR="00223A42" w:rsidRPr="008A54A2" w:rsidRDefault="00241261" w:rsidP="00223A42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ga naar vraag </w:t>
            </w:r>
            <w:r w:rsidR="007E4733">
              <w:rPr>
                <w:rFonts w:ascii="Arial" w:hAnsi="Arial" w:cs="Arial"/>
              </w:rPr>
              <w:t>4</w:t>
            </w:r>
            <w:r w:rsidR="00F85DF1">
              <w:rPr>
                <w:rFonts w:ascii="Arial" w:hAnsi="Arial" w:cs="Arial"/>
              </w:rPr>
              <w:t>8</w:t>
            </w:r>
          </w:p>
        </w:tc>
      </w:tr>
      <w:tr w:rsidR="00223A42" w:rsidRPr="008A54A2" w:rsidTr="006436D5">
        <w:tc>
          <w:tcPr>
            <w:tcW w:w="397" w:type="dxa"/>
            <w:vAlign w:val="center"/>
          </w:tcPr>
          <w:p w:rsidR="00223A42" w:rsidRPr="008A54A2" w:rsidRDefault="0081580E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9270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48" name="Text Box 32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223A42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223A42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248" o:spid="_x0000_s1222" type="#_x0000_t202" style="position:absolute;margin-left:0;margin-top:2pt;width:11.35pt;height:11.35pt;z-index:25159270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PHWW74iAgAATA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BE61F9" w:rsidRDefault="00BE61F9" w:rsidP="00223A42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223A42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21" w:type="dxa"/>
            <w:vAlign w:val="center"/>
          </w:tcPr>
          <w:p w:rsidR="00223A42" w:rsidRPr="008A54A2" w:rsidRDefault="00223A42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ja</w:t>
            </w:r>
          </w:p>
        </w:tc>
        <w:tc>
          <w:tcPr>
            <w:tcW w:w="742" w:type="dxa"/>
          </w:tcPr>
          <w:p w:rsidR="00223A42" w:rsidRPr="008A54A2" w:rsidRDefault="00223A42" w:rsidP="00223A4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434" w:type="dxa"/>
          </w:tcPr>
          <w:p w:rsidR="00223A42" w:rsidRPr="008A54A2" w:rsidRDefault="00223A42" w:rsidP="00223A42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CD7DE3" w:rsidRPr="008A54A2" w:rsidTr="006436D5">
        <w:tc>
          <w:tcPr>
            <w:tcW w:w="397" w:type="dxa"/>
            <w:vAlign w:val="center"/>
          </w:tcPr>
          <w:p w:rsidR="00CD7DE3" w:rsidRPr="008A54A2" w:rsidRDefault="0081580E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0089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47" name="Text Box 33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223A42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223A42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344" o:spid="_x0000_s1223" type="#_x0000_t202" style="position:absolute;margin-left:0;margin-top:2pt;width:11.35pt;height:11.35pt;z-index:25160089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MwDtrEiAgAATA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BE61F9" w:rsidRDefault="00BE61F9" w:rsidP="00223A42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223A42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21" w:type="dxa"/>
            <w:vAlign w:val="center"/>
          </w:tcPr>
          <w:p w:rsidR="00CD7DE3" w:rsidRPr="008A54A2" w:rsidRDefault="00CD7DE3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weet ik niet</w:t>
            </w:r>
          </w:p>
        </w:tc>
        <w:tc>
          <w:tcPr>
            <w:tcW w:w="742" w:type="dxa"/>
            <w:vAlign w:val="center"/>
          </w:tcPr>
          <w:p w:rsidR="00CD7DE3" w:rsidRPr="008A54A2" w:rsidRDefault="0081580E" w:rsidP="00587208">
            <w:pPr>
              <w:pStyle w:val="hokjesok"/>
              <w:numPr>
                <w:ilvl w:val="0"/>
                <w:numId w:val="0"/>
              </w:numPr>
              <w:spacing w:line="276" w:lineRule="auto"/>
              <w:ind w:left="454" w:hanging="454"/>
              <w:rPr>
                <w:rFonts w:ascii="Arial" w:hAnsi="Arial" w:cs="Arial"/>
              </w:rPr>
            </w:pPr>
            <w:r w:rsidRPr="008A54A2">
              <w:rPr>
                <w:rFonts w:ascii="Arial" w:hAnsi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01920" behindDoc="0" locked="0" layoutInCell="1" allowOverlap="1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99695</wp:posOffset>
                      </wp:positionV>
                      <wp:extent cx="349250" cy="0"/>
                      <wp:effectExtent l="5715" t="61595" r="16510" b="52705"/>
                      <wp:wrapNone/>
                      <wp:docPr id="146" name="Line 33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92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FC14922" id="Line 3345" o:spid="_x0000_s1026" style="position:absolute;z-index:251601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95pt,7.85pt" to="29.45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">
                      <v:stroke endarrow="block"/>
                    </v:line>
                  </w:pict>
                </mc:Fallback>
              </mc:AlternateContent>
            </w:r>
          </w:p>
        </w:tc>
        <w:tc>
          <w:tcPr>
            <w:tcW w:w="3434" w:type="dxa"/>
          </w:tcPr>
          <w:p w:rsidR="00CD7DE3" w:rsidRPr="008A54A2" w:rsidRDefault="00241261" w:rsidP="00587208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ga naar vraag </w:t>
            </w:r>
            <w:r w:rsidR="00863054">
              <w:rPr>
                <w:rFonts w:ascii="Arial" w:hAnsi="Arial" w:cs="Arial"/>
              </w:rPr>
              <w:t>4</w:t>
            </w:r>
            <w:r w:rsidR="00F85DF1">
              <w:rPr>
                <w:rFonts w:ascii="Arial" w:hAnsi="Arial" w:cs="Arial"/>
              </w:rPr>
              <w:t>8</w:t>
            </w:r>
          </w:p>
        </w:tc>
      </w:tr>
    </w:tbl>
    <w:p w:rsidR="00223A42" w:rsidRPr="008A54A2" w:rsidRDefault="00223A42" w:rsidP="00223A42">
      <w:pPr>
        <w:spacing w:line="276" w:lineRule="auto"/>
        <w:rPr>
          <w:rFonts w:ascii="Arial" w:hAnsi="Arial" w:cs="Arial"/>
          <w:b/>
        </w:rPr>
      </w:pPr>
    </w:p>
    <w:p w:rsidR="000F5705" w:rsidRPr="008A54A2" w:rsidRDefault="000F5705" w:rsidP="00271EB1">
      <w:pPr>
        <w:spacing w:line="276" w:lineRule="auto"/>
        <w:rPr>
          <w:rFonts w:ascii="Arial" w:hAnsi="Arial" w:cs="Arial"/>
          <w:b/>
        </w:rPr>
      </w:pPr>
    </w:p>
    <w:p w:rsidR="009C6DEC" w:rsidRPr="008A54A2" w:rsidRDefault="00F5690A" w:rsidP="00E1745C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4</w:t>
      </w:r>
      <w:r w:rsidR="00F85DF1">
        <w:rPr>
          <w:rFonts w:ascii="Arial" w:hAnsi="Arial" w:cs="Arial"/>
          <w:b/>
        </w:rPr>
        <w:t>7</w:t>
      </w:r>
      <w:r w:rsidR="006D4A29" w:rsidRPr="008A54A2">
        <w:rPr>
          <w:rFonts w:ascii="Arial" w:hAnsi="Arial" w:cs="Arial"/>
          <w:b/>
        </w:rPr>
        <w:t>.</w:t>
      </w:r>
      <w:r w:rsidR="00135D35" w:rsidRPr="008A54A2">
        <w:rPr>
          <w:rFonts w:ascii="Arial" w:hAnsi="Arial" w:cs="Arial"/>
          <w:b/>
        </w:rPr>
        <w:tab/>
      </w:r>
      <w:r w:rsidR="009C6DEC" w:rsidRPr="008A54A2">
        <w:rPr>
          <w:rFonts w:ascii="Arial" w:hAnsi="Arial" w:cs="Arial"/>
          <w:b/>
        </w:rPr>
        <w:t xml:space="preserve">Kunt u met uw vragen bij </w:t>
      </w:r>
      <w:r w:rsidR="006D4A29" w:rsidRPr="008A54A2">
        <w:rPr>
          <w:rFonts w:ascii="Arial" w:hAnsi="Arial" w:cs="Arial"/>
          <w:b/>
        </w:rPr>
        <w:t>uw</w:t>
      </w:r>
      <w:r w:rsidR="009C6DEC" w:rsidRPr="008A54A2">
        <w:rPr>
          <w:rFonts w:ascii="Arial" w:hAnsi="Arial" w:cs="Arial"/>
          <w:b/>
        </w:rPr>
        <w:t xml:space="preserve"> </w:t>
      </w:r>
      <w:r w:rsidR="00710428" w:rsidRPr="008A54A2">
        <w:rPr>
          <w:rFonts w:ascii="Arial" w:hAnsi="Arial" w:cs="Arial"/>
          <w:b/>
        </w:rPr>
        <w:t xml:space="preserve">vaste </w:t>
      </w:r>
      <w:r w:rsidR="005F7E80" w:rsidRPr="008A54A2">
        <w:rPr>
          <w:rFonts w:ascii="Arial" w:hAnsi="Arial" w:cs="Arial"/>
          <w:b/>
        </w:rPr>
        <w:t xml:space="preserve">begeleider </w:t>
      </w:r>
      <w:r w:rsidR="009C6DEC" w:rsidRPr="008A54A2">
        <w:rPr>
          <w:rFonts w:ascii="Arial" w:hAnsi="Arial" w:cs="Arial"/>
          <w:b/>
        </w:rPr>
        <w:t>terecht</w:t>
      </w:r>
      <w:r w:rsidR="00710428" w:rsidRPr="008A54A2">
        <w:rPr>
          <w:rFonts w:ascii="Arial" w:hAnsi="Arial" w:cs="Arial"/>
          <w:b/>
        </w:rPr>
        <w:t>?</w:t>
      </w:r>
    </w:p>
    <w:p w:rsidR="00135D35" w:rsidRPr="008A54A2" w:rsidRDefault="00135D35" w:rsidP="00135D35">
      <w:pPr>
        <w:spacing w:line="144" w:lineRule="auto"/>
        <w:rPr>
          <w:rFonts w:ascii="Arial" w:hAnsi="Arial" w:cs="Arial"/>
          <w:i/>
        </w:rPr>
      </w:pPr>
    </w:p>
    <w:tbl>
      <w:tblPr>
        <w:tblW w:w="0" w:type="auto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077"/>
      </w:tblGrid>
      <w:tr w:rsidR="0042151E" w:rsidRPr="008A54A2" w:rsidTr="006436D5">
        <w:tc>
          <w:tcPr>
            <w:tcW w:w="397" w:type="dxa"/>
            <w:vAlign w:val="center"/>
          </w:tcPr>
          <w:p w:rsidR="0042151E" w:rsidRPr="008A54A2" w:rsidRDefault="0081580E" w:rsidP="000D6EEC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3846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45" name="Text Box 37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707" o:spid="_x0000_s1224" type="#_x0000_t202" style="position:absolute;margin-left:0;margin-top:2pt;width:11.35pt;height:11.35pt;z-index:25183846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Ii04v8iAgAATQ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42151E" w:rsidRPr="008A54A2" w:rsidRDefault="0042151E" w:rsidP="000D6EEC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n.v.t., ik heb geen vragen voor mijn begeleiders</w:t>
            </w:r>
          </w:p>
        </w:tc>
      </w:tr>
      <w:tr w:rsidR="0042151E" w:rsidRPr="008A54A2" w:rsidTr="006436D5">
        <w:tc>
          <w:tcPr>
            <w:tcW w:w="397" w:type="dxa"/>
            <w:vAlign w:val="center"/>
          </w:tcPr>
          <w:p w:rsidR="0042151E" w:rsidRPr="008A54A2" w:rsidRDefault="0081580E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3436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44" name="Text Box 37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703" o:spid="_x0000_s1225" type="#_x0000_t202" style="position:absolute;margin-left:0;margin-top:2pt;width:11.35pt;height:11.35pt;z-index:25183436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B0lbF8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42151E" w:rsidRPr="008A54A2" w:rsidRDefault="0042151E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nooit</w:t>
            </w:r>
          </w:p>
        </w:tc>
      </w:tr>
      <w:tr w:rsidR="0042151E" w:rsidRPr="008A54A2" w:rsidTr="006436D5">
        <w:tc>
          <w:tcPr>
            <w:tcW w:w="397" w:type="dxa"/>
            <w:vAlign w:val="center"/>
          </w:tcPr>
          <w:p w:rsidR="0042151E" w:rsidRPr="008A54A2" w:rsidRDefault="0081580E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3539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43" name="Text Box 37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704" o:spid="_x0000_s1226" type="#_x0000_t202" style="position:absolute;margin-left:0;margin-top:2pt;width:11.35pt;height:11.35pt;z-index:25183539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DrlPIq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42151E" w:rsidRPr="008A54A2" w:rsidRDefault="0042151E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soms</w:t>
            </w:r>
          </w:p>
        </w:tc>
      </w:tr>
      <w:tr w:rsidR="0042151E" w:rsidRPr="008A54A2" w:rsidTr="006436D5">
        <w:tc>
          <w:tcPr>
            <w:tcW w:w="397" w:type="dxa"/>
            <w:vAlign w:val="center"/>
          </w:tcPr>
          <w:p w:rsidR="0042151E" w:rsidRPr="008A54A2" w:rsidRDefault="0081580E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3641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42" name="Text Box 37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705" o:spid="_x0000_s1227" type="#_x0000_t202" style="position:absolute;margin-left:0;margin-top:2pt;width:11.35pt;height:11.35pt;z-index:25183641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AvlwL5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42151E" w:rsidRPr="008A54A2" w:rsidRDefault="0042151E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meestal</w:t>
            </w:r>
          </w:p>
        </w:tc>
      </w:tr>
      <w:tr w:rsidR="0042151E" w:rsidRPr="008A54A2" w:rsidTr="006436D5">
        <w:tc>
          <w:tcPr>
            <w:tcW w:w="397" w:type="dxa"/>
            <w:vAlign w:val="center"/>
          </w:tcPr>
          <w:p w:rsidR="0042151E" w:rsidRPr="008A54A2" w:rsidRDefault="0081580E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3744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41" name="Text Box 37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706" o:spid="_x0000_s1228" type="#_x0000_t202" style="position:absolute;margin-left:0;margin-top:2pt;width:11.35pt;height:11.35pt;z-index:2518374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B3snWPIwIAAEw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42151E" w:rsidRPr="008A54A2" w:rsidRDefault="0042151E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altijd</w:t>
            </w:r>
          </w:p>
        </w:tc>
      </w:tr>
    </w:tbl>
    <w:p w:rsidR="00135D35" w:rsidRDefault="00135D35" w:rsidP="00135D35">
      <w:pPr>
        <w:spacing w:line="276" w:lineRule="auto"/>
        <w:rPr>
          <w:rFonts w:ascii="Arial" w:hAnsi="Arial" w:cs="Arial"/>
          <w:b/>
        </w:rPr>
      </w:pPr>
    </w:p>
    <w:p w:rsidR="0078741A" w:rsidRPr="008A54A2" w:rsidRDefault="0078741A" w:rsidP="00135D35">
      <w:pPr>
        <w:spacing w:line="276" w:lineRule="auto"/>
        <w:rPr>
          <w:rFonts w:ascii="Arial" w:hAnsi="Arial" w:cs="Arial"/>
          <w:b/>
        </w:rPr>
      </w:pPr>
    </w:p>
    <w:p w:rsidR="009C6DEC" w:rsidRPr="008A54A2" w:rsidRDefault="000A00BB" w:rsidP="00E1745C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 w:rsidR="00F5690A">
        <w:rPr>
          <w:rFonts w:ascii="Arial" w:hAnsi="Arial" w:cs="Arial"/>
          <w:b/>
        </w:rPr>
        <w:t>4</w:t>
      </w:r>
      <w:r w:rsidR="00F85DF1">
        <w:rPr>
          <w:rFonts w:ascii="Arial" w:hAnsi="Arial" w:cs="Arial"/>
          <w:b/>
        </w:rPr>
        <w:t>8</w:t>
      </w:r>
      <w:r w:rsidR="006D4A29" w:rsidRPr="008A54A2">
        <w:rPr>
          <w:rFonts w:ascii="Arial" w:hAnsi="Arial" w:cs="Arial"/>
          <w:b/>
        </w:rPr>
        <w:t>.</w:t>
      </w:r>
      <w:r w:rsidR="00135D35" w:rsidRPr="008A54A2">
        <w:rPr>
          <w:rFonts w:ascii="Arial" w:hAnsi="Arial" w:cs="Arial"/>
          <w:b/>
        </w:rPr>
        <w:tab/>
      </w:r>
      <w:r w:rsidR="009C6DEC" w:rsidRPr="008A54A2">
        <w:rPr>
          <w:rFonts w:ascii="Arial" w:hAnsi="Arial" w:cs="Arial"/>
          <w:b/>
        </w:rPr>
        <w:t xml:space="preserve">Werken de begeleiders </w:t>
      </w:r>
      <w:r w:rsidR="007F517A" w:rsidRPr="008A54A2">
        <w:rPr>
          <w:rFonts w:ascii="Arial" w:hAnsi="Arial" w:cs="Arial"/>
          <w:b/>
        </w:rPr>
        <w:t xml:space="preserve">op het dagcentrum </w:t>
      </w:r>
      <w:r w:rsidR="009C6DEC" w:rsidRPr="008A54A2">
        <w:rPr>
          <w:rFonts w:ascii="Arial" w:hAnsi="Arial" w:cs="Arial"/>
          <w:b/>
        </w:rPr>
        <w:t>goed samen</w:t>
      </w:r>
      <w:r w:rsidR="006D4A29" w:rsidRPr="008A54A2">
        <w:rPr>
          <w:rFonts w:ascii="Arial" w:hAnsi="Arial" w:cs="Arial"/>
          <w:b/>
        </w:rPr>
        <w:t>?</w:t>
      </w:r>
    </w:p>
    <w:p w:rsidR="00135D35" w:rsidRPr="008A54A2" w:rsidRDefault="00135D35" w:rsidP="00135D35">
      <w:pPr>
        <w:spacing w:line="144" w:lineRule="auto"/>
        <w:rPr>
          <w:rFonts w:ascii="Arial" w:hAnsi="Arial" w:cs="Arial"/>
          <w:i/>
        </w:rPr>
      </w:pPr>
    </w:p>
    <w:tbl>
      <w:tblPr>
        <w:tblW w:w="0" w:type="auto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077"/>
      </w:tblGrid>
      <w:tr w:rsidR="00135D35" w:rsidRPr="008A54A2" w:rsidTr="006436D5">
        <w:tc>
          <w:tcPr>
            <w:tcW w:w="397" w:type="dxa"/>
            <w:vAlign w:val="center"/>
          </w:tcPr>
          <w:p w:rsidR="00135D35" w:rsidRPr="008A54A2" w:rsidRDefault="0081580E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5993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40" name="Text Box 31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139" o:spid="_x0000_s1229" type="#_x0000_t202" style="position:absolute;margin-left:0;margin-top:2pt;width:11.35pt;height:11.35pt;z-index:25155993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BKUEB5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35D35" w:rsidRPr="008A54A2" w:rsidRDefault="00135D35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nooit</w:t>
            </w:r>
          </w:p>
        </w:tc>
      </w:tr>
      <w:tr w:rsidR="00135D35" w:rsidRPr="008A54A2" w:rsidTr="006436D5">
        <w:tc>
          <w:tcPr>
            <w:tcW w:w="397" w:type="dxa"/>
            <w:vAlign w:val="center"/>
          </w:tcPr>
          <w:p w:rsidR="00135D35" w:rsidRPr="008A54A2" w:rsidRDefault="0081580E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6096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39" name="Text Box 31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140" o:spid="_x0000_s1230" type="#_x0000_t202" style="position:absolute;margin-left:0;margin-top:2pt;width:11.35pt;height:11.35pt;z-index:25156096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B8ZMe0iAgAATQ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35D35" w:rsidRPr="008A54A2" w:rsidRDefault="00135D35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soms</w:t>
            </w:r>
          </w:p>
        </w:tc>
      </w:tr>
      <w:tr w:rsidR="00135D35" w:rsidRPr="008A54A2" w:rsidTr="006436D5">
        <w:tc>
          <w:tcPr>
            <w:tcW w:w="397" w:type="dxa"/>
            <w:vAlign w:val="center"/>
          </w:tcPr>
          <w:p w:rsidR="00135D35" w:rsidRPr="008A54A2" w:rsidRDefault="0081580E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6198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38" name="Text Box 31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141" o:spid="_x0000_s1231" type="#_x0000_t202" style="position:absolute;margin-left:0;margin-top:2pt;width:11.35pt;height:11.35pt;z-index:25156198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2xrBPiQCAABN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35D35" w:rsidRPr="008A54A2" w:rsidRDefault="00135D35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meestal</w:t>
            </w:r>
          </w:p>
        </w:tc>
      </w:tr>
      <w:tr w:rsidR="00135D35" w:rsidRPr="008A54A2" w:rsidTr="006436D5">
        <w:tc>
          <w:tcPr>
            <w:tcW w:w="397" w:type="dxa"/>
            <w:vAlign w:val="center"/>
          </w:tcPr>
          <w:p w:rsidR="00135D35" w:rsidRPr="008A54A2" w:rsidRDefault="0081580E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6300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37" name="Text Box 31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142" o:spid="_x0000_s1232" type="#_x0000_t202" style="position:absolute;margin-left:0;margin-top:2pt;width:11.35pt;height:11.35pt;z-index:25156300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kf5RQiQCAABN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35D35" w:rsidRPr="008A54A2" w:rsidRDefault="00135D35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altijd</w:t>
            </w:r>
          </w:p>
        </w:tc>
      </w:tr>
      <w:tr w:rsidR="00F2363E" w:rsidRPr="008A54A2" w:rsidTr="006436D5">
        <w:tc>
          <w:tcPr>
            <w:tcW w:w="397" w:type="dxa"/>
            <w:vAlign w:val="center"/>
          </w:tcPr>
          <w:p w:rsidR="00F2363E" w:rsidRPr="00CA40A9" w:rsidRDefault="0081580E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36" name="Text Box 34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90" o:spid="_x0000_s1233" type="#_x0000_t202" style="position:absolute;margin-left:0;margin-top:2pt;width:11.35pt;height:11.35pt;z-index:25166131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Bc8q4oiAgAATQ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F2363E" w:rsidRPr="00CA40A9" w:rsidRDefault="00F2363E" w:rsidP="00AD402E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weet ik niet </w:t>
            </w:r>
          </w:p>
        </w:tc>
      </w:tr>
    </w:tbl>
    <w:p w:rsidR="00135D35" w:rsidRPr="008A54A2" w:rsidRDefault="00135D35" w:rsidP="00135D35">
      <w:pPr>
        <w:spacing w:line="276" w:lineRule="auto"/>
        <w:rPr>
          <w:rFonts w:ascii="Arial" w:hAnsi="Arial" w:cs="Arial"/>
          <w:b/>
        </w:rPr>
      </w:pPr>
    </w:p>
    <w:p w:rsidR="007F517A" w:rsidRPr="008A54A2" w:rsidRDefault="007F517A" w:rsidP="00271EB1">
      <w:pPr>
        <w:spacing w:line="276" w:lineRule="auto"/>
        <w:rPr>
          <w:rFonts w:ascii="Arial" w:hAnsi="Arial" w:cs="Arial"/>
          <w:b/>
        </w:rPr>
      </w:pPr>
    </w:p>
    <w:p w:rsidR="009C6DEC" w:rsidRPr="008A54A2" w:rsidRDefault="00F85DF1" w:rsidP="00E1745C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49</w:t>
      </w:r>
      <w:r w:rsidR="006D4A29" w:rsidRPr="008A54A2">
        <w:rPr>
          <w:rFonts w:ascii="Arial" w:hAnsi="Arial" w:cs="Arial"/>
          <w:b/>
        </w:rPr>
        <w:t>.</w:t>
      </w:r>
      <w:r w:rsidR="00135D35" w:rsidRPr="008A54A2">
        <w:rPr>
          <w:rFonts w:ascii="Arial" w:hAnsi="Arial" w:cs="Arial"/>
          <w:b/>
        </w:rPr>
        <w:tab/>
      </w:r>
      <w:r w:rsidR="00F2363E">
        <w:rPr>
          <w:rFonts w:ascii="Arial" w:hAnsi="Arial" w:cs="Arial"/>
          <w:b/>
        </w:rPr>
        <w:t xml:space="preserve">Gaat er wel eens </w:t>
      </w:r>
      <w:r w:rsidR="0010170F">
        <w:rPr>
          <w:rFonts w:ascii="Arial" w:hAnsi="Arial" w:cs="Arial"/>
          <w:b/>
        </w:rPr>
        <w:t xml:space="preserve">wat </w:t>
      </w:r>
      <w:r w:rsidR="006D4A29" w:rsidRPr="008A54A2">
        <w:rPr>
          <w:rFonts w:ascii="Arial" w:hAnsi="Arial" w:cs="Arial"/>
          <w:b/>
        </w:rPr>
        <w:t xml:space="preserve">mis </w:t>
      </w:r>
      <w:r w:rsidR="009C6DEC" w:rsidRPr="008A54A2">
        <w:rPr>
          <w:rFonts w:ascii="Arial" w:hAnsi="Arial" w:cs="Arial"/>
          <w:b/>
        </w:rPr>
        <w:t>omdat de begeleiders niet op de hoogte zi</w:t>
      </w:r>
      <w:r w:rsidR="006D4A29" w:rsidRPr="008A54A2">
        <w:rPr>
          <w:rFonts w:ascii="Arial" w:hAnsi="Arial" w:cs="Arial"/>
          <w:b/>
        </w:rPr>
        <w:t>jn van uw situatie?</w:t>
      </w:r>
    </w:p>
    <w:p w:rsidR="00135D35" w:rsidRPr="008A54A2" w:rsidRDefault="00135D35" w:rsidP="00135D35">
      <w:pPr>
        <w:spacing w:line="144" w:lineRule="auto"/>
        <w:rPr>
          <w:rFonts w:ascii="Arial" w:hAnsi="Arial" w:cs="Arial"/>
          <w:i/>
        </w:rPr>
      </w:pPr>
    </w:p>
    <w:tbl>
      <w:tblPr>
        <w:tblW w:w="0" w:type="auto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077"/>
      </w:tblGrid>
      <w:tr w:rsidR="00135D35" w:rsidRPr="008A54A2" w:rsidTr="006436D5">
        <w:tc>
          <w:tcPr>
            <w:tcW w:w="397" w:type="dxa"/>
            <w:vAlign w:val="center"/>
          </w:tcPr>
          <w:p w:rsidR="00135D35" w:rsidRPr="008A54A2" w:rsidRDefault="0081580E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6403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35" name="Text Box 31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143" o:spid="_x0000_s1234" type="#_x0000_t202" style="position:absolute;margin-left:0;margin-top:2pt;width:11.35pt;height:11.35pt;z-index:25156403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BaC45G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35D35" w:rsidRPr="008A54A2" w:rsidRDefault="00135D35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nooit</w:t>
            </w:r>
          </w:p>
        </w:tc>
      </w:tr>
      <w:tr w:rsidR="00135D35" w:rsidRPr="008A54A2" w:rsidTr="006436D5">
        <w:tc>
          <w:tcPr>
            <w:tcW w:w="397" w:type="dxa"/>
            <w:vAlign w:val="center"/>
          </w:tcPr>
          <w:p w:rsidR="00135D35" w:rsidRPr="008A54A2" w:rsidRDefault="0081580E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6505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34" name="Text Box 31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144" o:spid="_x0000_s1235" type="#_x0000_t202" style="position:absolute;margin-left:0;margin-top:2pt;width:11.35pt;height:11.35pt;z-index:25156505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DBfyel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35D35" w:rsidRPr="008A54A2" w:rsidRDefault="00135D35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soms</w:t>
            </w:r>
          </w:p>
        </w:tc>
      </w:tr>
      <w:tr w:rsidR="00135D35" w:rsidRPr="008A54A2" w:rsidTr="006436D5">
        <w:tc>
          <w:tcPr>
            <w:tcW w:w="397" w:type="dxa"/>
            <w:vAlign w:val="center"/>
          </w:tcPr>
          <w:p w:rsidR="00135D35" w:rsidRPr="008A54A2" w:rsidRDefault="0081580E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6608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33" name="Text Box 31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145" o:spid="_x0000_s1236" type="#_x0000_t202" style="position:absolute;margin-left:0;margin-top:2pt;width:11.35pt;height:11.35pt;z-index:25156608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" strokeweight=".5pt">
                      <v:textbox inset="0,0,0,0">
                        <w:txbxContent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35D35" w:rsidRPr="008A54A2" w:rsidRDefault="00135D35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meestal</w:t>
            </w:r>
          </w:p>
        </w:tc>
      </w:tr>
      <w:tr w:rsidR="00135D35" w:rsidRPr="008A54A2" w:rsidTr="006436D5">
        <w:tc>
          <w:tcPr>
            <w:tcW w:w="397" w:type="dxa"/>
            <w:vAlign w:val="center"/>
          </w:tcPr>
          <w:p w:rsidR="00135D35" w:rsidRPr="008A54A2" w:rsidRDefault="0081580E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6710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32" name="Text Box 31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146" o:spid="_x0000_s1237" type="#_x0000_t202" style="position:absolute;margin-left:0;margin-top:2pt;width:11.35pt;height:11.35pt;z-index:25156710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BVWjhR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35D35" w:rsidRPr="008A54A2" w:rsidRDefault="00135D35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altijd</w:t>
            </w:r>
          </w:p>
        </w:tc>
      </w:tr>
      <w:tr w:rsidR="0010170F" w:rsidRPr="008A54A2" w:rsidTr="006436D5">
        <w:tc>
          <w:tcPr>
            <w:tcW w:w="397" w:type="dxa"/>
            <w:vAlign w:val="center"/>
          </w:tcPr>
          <w:p w:rsidR="0010170F" w:rsidRPr="00CA40A9" w:rsidRDefault="0081580E" w:rsidP="00D148F0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31" name="Text Box 35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98" o:spid="_x0000_s1238" type="#_x0000_t202" style="position:absolute;margin-left:0;margin-top:2pt;width:11.35pt;height:11.35pt;z-index:25175654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Bu4f0T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0170F" w:rsidRPr="00CA40A9" w:rsidRDefault="0010170F" w:rsidP="00D148F0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weet ik niet </w:t>
            </w:r>
          </w:p>
        </w:tc>
      </w:tr>
    </w:tbl>
    <w:p w:rsidR="000F5705" w:rsidRDefault="000F5705" w:rsidP="00271EB1">
      <w:pPr>
        <w:spacing w:line="276" w:lineRule="auto"/>
        <w:rPr>
          <w:rFonts w:ascii="Arial" w:hAnsi="Arial" w:cs="Arial"/>
          <w:b/>
        </w:rPr>
      </w:pPr>
    </w:p>
    <w:p w:rsidR="000023AE" w:rsidRPr="008A54A2" w:rsidRDefault="000023AE" w:rsidP="000023AE">
      <w:pPr>
        <w:spacing w:line="276" w:lineRule="auto"/>
        <w:rPr>
          <w:rFonts w:ascii="Arial" w:hAnsi="Arial" w:cs="Arial"/>
          <w:b/>
        </w:rPr>
      </w:pPr>
    </w:p>
    <w:p w:rsidR="000023AE" w:rsidRPr="008A54A2" w:rsidRDefault="000023AE" w:rsidP="000023AE">
      <w:pPr>
        <w:spacing w:line="276" w:lineRule="auto"/>
        <w:ind w:left="360" w:hanging="360"/>
        <w:rPr>
          <w:rFonts w:ascii="Arial" w:hAnsi="Arial" w:cs="Arial"/>
          <w:b/>
        </w:rPr>
      </w:pPr>
      <w:r w:rsidRPr="008A54A2">
        <w:rPr>
          <w:rFonts w:ascii="Arial" w:hAnsi="Arial" w:cs="Arial"/>
          <w:b/>
        </w:rPr>
        <w:t>5</w:t>
      </w:r>
      <w:r w:rsidR="00F85DF1">
        <w:rPr>
          <w:rFonts w:ascii="Arial" w:hAnsi="Arial" w:cs="Arial"/>
          <w:b/>
        </w:rPr>
        <w:t>0</w:t>
      </w:r>
      <w:r w:rsidRPr="008A54A2">
        <w:rPr>
          <w:rFonts w:ascii="Arial" w:hAnsi="Arial" w:cs="Arial"/>
          <w:b/>
        </w:rPr>
        <w:t>.</w:t>
      </w:r>
      <w:r w:rsidRPr="008A54A2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>Moet u vaak dezelfde dingen opnieuw uitleggen aan uw begeleiders</w:t>
      </w:r>
      <w:r w:rsidRPr="008A54A2">
        <w:rPr>
          <w:rFonts w:ascii="Arial" w:hAnsi="Arial" w:cs="Arial"/>
          <w:b/>
        </w:rPr>
        <w:t>?</w:t>
      </w:r>
    </w:p>
    <w:p w:rsidR="000023AE" w:rsidRPr="008A54A2" w:rsidRDefault="000023AE" w:rsidP="000023AE">
      <w:pPr>
        <w:spacing w:line="144" w:lineRule="auto"/>
        <w:rPr>
          <w:rFonts w:ascii="Arial" w:hAnsi="Arial" w:cs="Arial"/>
          <w:i/>
        </w:rPr>
      </w:pPr>
    </w:p>
    <w:tbl>
      <w:tblPr>
        <w:tblW w:w="0" w:type="auto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077"/>
      </w:tblGrid>
      <w:tr w:rsidR="000023AE" w:rsidRPr="008A54A2" w:rsidTr="006436D5">
        <w:tc>
          <w:tcPr>
            <w:tcW w:w="397" w:type="dxa"/>
            <w:vAlign w:val="center"/>
          </w:tcPr>
          <w:p w:rsidR="000023AE" w:rsidRPr="008A54A2" w:rsidRDefault="0081580E" w:rsidP="00E55560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30" name="Text Box 36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0023A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0023A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05" o:spid="_x0000_s1239" type="#_x0000_t202" style="position:absolute;margin-left:0;margin-top:2pt;width:11.35pt;height:11.35pt;z-index:25176166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KWJEIAiAgAATA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BE61F9" w:rsidRDefault="00BE61F9" w:rsidP="000023A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0023A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0023AE" w:rsidRPr="008A54A2" w:rsidRDefault="000023AE" w:rsidP="00E55560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nooit</w:t>
            </w:r>
          </w:p>
        </w:tc>
      </w:tr>
      <w:tr w:rsidR="000023AE" w:rsidRPr="008A54A2" w:rsidTr="006436D5">
        <w:tc>
          <w:tcPr>
            <w:tcW w:w="397" w:type="dxa"/>
            <w:vAlign w:val="center"/>
          </w:tcPr>
          <w:p w:rsidR="000023AE" w:rsidRPr="008A54A2" w:rsidRDefault="0081580E" w:rsidP="00E55560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29" name="Text Box 36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0023A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0023A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06" o:spid="_x0000_s1240" type="#_x0000_t202" style="position:absolute;margin-left:0;margin-top:2pt;width:11.35pt;height:11.35pt;z-index:25176268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DrO/REIwIAAEw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BE61F9" w:rsidRDefault="00BE61F9" w:rsidP="000023A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0023A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0023AE" w:rsidRPr="008A54A2" w:rsidRDefault="000023AE" w:rsidP="00E55560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soms</w:t>
            </w:r>
          </w:p>
        </w:tc>
      </w:tr>
      <w:tr w:rsidR="000023AE" w:rsidRPr="008A54A2" w:rsidTr="006436D5">
        <w:tc>
          <w:tcPr>
            <w:tcW w:w="397" w:type="dxa"/>
            <w:vAlign w:val="center"/>
          </w:tcPr>
          <w:p w:rsidR="000023AE" w:rsidRPr="008A54A2" w:rsidRDefault="0081580E" w:rsidP="00E55560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28" name="Text Box 36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0023A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0023A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07" o:spid="_x0000_s1241" type="#_x0000_t202" style="position:absolute;margin-left:0;margin-top:2pt;width:11.35pt;height:11.35pt;z-index:25176371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CIan2YIwIAAEw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BE61F9" w:rsidRDefault="00BE61F9" w:rsidP="000023A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0023A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0023AE" w:rsidRPr="008A54A2" w:rsidRDefault="000023AE" w:rsidP="00E55560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meestal</w:t>
            </w:r>
          </w:p>
        </w:tc>
      </w:tr>
      <w:tr w:rsidR="000023AE" w:rsidRPr="008A54A2" w:rsidTr="006436D5">
        <w:tc>
          <w:tcPr>
            <w:tcW w:w="397" w:type="dxa"/>
            <w:vAlign w:val="center"/>
          </w:tcPr>
          <w:p w:rsidR="000023AE" w:rsidRPr="008A54A2" w:rsidRDefault="0081580E" w:rsidP="00E55560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27" name="Text Box 36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0023A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0023A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08" o:spid="_x0000_s1242" type="#_x0000_t202" style="position:absolute;margin-left:0;margin-top:2pt;width:11.35pt;height:11.35pt;z-index:25176473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DpEbH9IwIAAEw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BE61F9" w:rsidRDefault="00BE61F9" w:rsidP="000023A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0023A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0023AE" w:rsidRPr="008A54A2" w:rsidRDefault="000023AE" w:rsidP="00E55560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altijd</w:t>
            </w:r>
          </w:p>
        </w:tc>
      </w:tr>
      <w:tr w:rsidR="000023AE" w:rsidRPr="008A54A2" w:rsidTr="006436D5">
        <w:tc>
          <w:tcPr>
            <w:tcW w:w="397" w:type="dxa"/>
            <w:vAlign w:val="center"/>
          </w:tcPr>
          <w:p w:rsidR="000023AE" w:rsidRPr="00CA40A9" w:rsidRDefault="0081580E" w:rsidP="00E55560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26" name="Text Box 36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0023A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0023A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09" o:spid="_x0000_s1243" type="#_x0000_t202" style="position:absolute;margin-left:0;margin-top:2pt;width:11.35pt;height:11.35pt;z-index:25176576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CKQDghIwIAAEw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BE61F9" w:rsidRDefault="00BE61F9" w:rsidP="000023A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0023A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0023AE" w:rsidRPr="00CA40A9" w:rsidRDefault="000023AE" w:rsidP="00E55560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weet ik niet </w:t>
            </w:r>
          </w:p>
        </w:tc>
      </w:tr>
    </w:tbl>
    <w:p w:rsidR="000023AE" w:rsidRPr="008A54A2" w:rsidRDefault="000023AE" w:rsidP="000023AE">
      <w:pPr>
        <w:spacing w:line="276" w:lineRule="auto"/>
        <w:rPr>
          <w:rFonts w:ascii="Arial" w:hAnsi="Arial" w:cs="Arial"/>
          <w:b/>
        </w:rPr>
      </w:pPr>
    </w:p>
    <w:p w:rsidR="000A00BB" w:rsidRDefault="000A00BB" w:rsidP="00E1745C">
      <w:pPr>
        <w:spacing w:line="276" w:lineRule="auto"/>
        <w:ind w:left="360" w:hanging="360"/>
        <w:rPr>
          <w:rFonts w:ascii="Arial" w:hAnsi="Arial" w:cs="Arial"/>
          <w:b/>
        </w:rPr>
      </w:pPr>
    </w:p>
    <w:p w:rsidR="009C6DEC" w:rsidRPr="008A54A2" w:rsidRDefault="004F2468" w:rsidP="00E1745C">
      <w:pPr>
        <w:spacing w:line="276" w:lineRule="auto"/>
        <w:ind w:left="360" w:hanging="360"/>
        <w:rPr>
          <w:rFonts w:ascii="Arial" w:hAnsi="Arial" w:cs="Arial"/>
          <w:b/>
        </w:rPr>
      </w:pPr>
      <w:r w:rsidRPr="008A54A2">
        <w:rPr>
          <w:rFonts w:ascii="Arial" w:hAnsi="Arial" w:cs="Arial"/>
          <w:b/>
        </w:rPr>
        <w:t>5</w:t>
      </w:r>
      <w:r w:rsidR="00F85DF1">
        <w:rPr>
          <w:rFonts w:ascii="Arial" w:hAnsi="Arial" w:cs="Arial"/>
          <w:b/>
        </w:rPr>
        <w:t>1</w:t>
      </w:r>
      <w:r w:rsidR="006D4A29" w:rsidRPr="008A54A2">
        <w:rPr>
          <w:rFonts w:ascii="Arial" w:hAnsi="Arial" w:cs="Arial"/>
          <w:b/>
        </w:rPr>
        <w:t>.</w:t>
      </w:r>
      <w:r w:rsidR="00135D35" w:rsidRPr="008A54A2">
        <w:rPr>
          <w:rFonts w:ascii="Arial" w:hAnsi="Arial" w:cs="Arial"/>
          <w:b/>
        </w:rPr>
        <w:tab/>
      </w:r>
      <w:r w:rsidR="009C6DEC" w:rsidRPr="008A54A2">
        <w:rPr>
          <w:rFonts w:ascii="Arial" w:hAnsi="Arial" w:cs="Arial"/>
          <w:b/>
        </w:rPr>
        <w:t xml:space="preserve">Krijgt u ook nog hulp van </w:t>
      </w:r>
      <w:r w:rsidR="009C6DEC" w:rsidRPr="008A54A2">
        <w:rPr>
          <w:rFonts w:ascii="Arial" w:hAnsi="Arial" w:cs="Arial"/>
          <w:b/>
          <w:u w:val="single"/>
        </w:rPr>
        <w:t xml:space="preserve">andere </w:t>
      </w:r>
      <w:r w:rsidR="00710428" w:rsidRPr="008A54A2">
        <w:rPr>
          <w:rFonts w:ascii="Arial" w:hAnsi="Arial" w:cs="Arial"/>
          <w:b/>
          <w:u w:val="single"/>
        </w:rPr>
        <w:t>hulpverleners</w:t>
      </w:r>
      <w:r w:rsidR="009C6DEC" w:rsidRPr="008A54A2">
        <w:rPr>
          <w:rFonts w:ascii="Arial" w:hAnsi="Arial" w:cs="Arial"/>
          <w:b/>
        </w:rPr>
        <w:t xml:space="preserve"> binnen &lt;naam org&gt;?</w:t>
      </w:r>
      <w:r w:rsidR="00710428" w:rsidRPr="008A54A2">
        <w:rPr>
          <w:rFonts w:ascii="Arial" w:hAnsi="Arial" w:cs="Arial"/>
          <w:b/>
        </w:rPr>
        <w:t xml:space="preserve"> Bijvoorbeel</w:t>
      </w:r>
      <w:r w:rsidR="006D4A29" w:rsidRPr="008A54A2">
        <w:rPr>
          <w:rFonts w:ascii="Arial" w:hAnsi="Arial" w:cs="Arial"/>
          <w:b/>
        </w:rPr>
        <w:t>d van een logopedist, maatschappe</w:t>
      </w:r>
      <w:r w:rsidR="007F517A" w:rsidRPr="008A54A2">
        <w:rPr>
          <w:rFonts w:ascii="Arial" w:hAnsi="Arial" w:cs="Arial"/>
          <w:b/>
        </w:rPr>
        <w:t xml:space="preserve">lijk werker, </w:t>
      </w:r>
      <w:r w:rsidR="0027030F">
        <w:rPr>
          <w:rFonts w:ascii="Arial" w:hAnsi="Arial" w:cs="Arial"/>
          <w:b/>
        </w:rPr>
        <w:t>fysiotherapeut</w:t>
      </w:r>
      <w:r w:rsidR="007F517A" w:rsidRPr="008A54A2">
        <w:rPr>
          <w:rFonts w:ascii="Arial" w:hAnsi="Arial" w:cs="Arial"/>
          <w:b/>
        </w:rPr>
        <w:t xml:space="preserve"> of op een woonvorm</w:t>
      </w:r>
      <w:r w:rsidR="006D4A29" w:rsidRPr="008A54A2">
        <w:rPr>
          <w:rFonts w:ascii="Arial" w:hAnsi="Arial" w:cs="Arial"/>
          <w:b/>
        </w:rPr>
        <w:t>.</w:t>
      </w:r>
    </w:p>
    <w:p w:rsidR="006436D5" w:rsidRPr="008A54A2" w:rsidRDefault="006436D5" w:rsidP="006436D5">
      <w:pPr>
        <w:spacing w:line="144" w:lineRule="auto"/>
        <w:rPr>
          <w:rFonts w:ascii="Arial" w:hAnsi="Arial" w:cs="Arial"/>
          <w:i/>
        </w:rPr>
      </w:pPr>
    </w:p>
    <w:tbl>
      <w:tblPr>
        <w:tblW w:w="0" w:type="auto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1226"/>
        <w:gridCol w:w="814"/>
        <w:gridCol w:w="3084"/>
      </w:tblGrid>
      <w:tr w:rsidR="006436D5" w:rsidRPr="008A54A2" w:rsidTr="006436D5">
        <w:tc>
          <w:tcPr>
            <w:tcW w:w="397" w:type="dxa"/>
            <w:vAlign w:val="center"/>
          </w:tcPr>
          <w:p w:rsidR="006436D5" w:rsidRPr="008A54A2" w:rsidRDefault="0081580E" w:rsidP="006436D5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25" name="Text Box 36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6436D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6436D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16" o:spid="_x0000_s1244" type="#_x0000_t202" style="position:absolute;margin-left:0;margin-top:2pt;width:11.35pt;height:11.35pt;z-index:25176780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K/RLTwiAgAATA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BE61F9" w:rsidRDefault="00BE61F9" w:rsidP="006436D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6436D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26" w:type="dxa"/>
            <w:vAlign w:val="center"/>
          </w:tcPr>
          <w:p w:rsidR="006436D5" w:rsidRPr="008A54A2" w:rsidRDefault="006436D5" w:rsidP="006436D5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  <w:r w:rsidR="000A00BB">
              <w:rPr>
                <w:rFonts w:ascii="Arial" w:hAnsi="Arial" w:cs="Arial"/>
              </w:rPr>
              <w:t>ee</w:t>
            </w:r>
          </w:p>
        </w:tc>
        <w:tc>
          <w:tcPr>
            <w:tcW w:w="814" w:type="dxa"/>
            <w:vAlign w:val="center"/>
          </w:tcPr>
          <w:p w:rsidR="006436D5" w:rsidRPr="008A54A2" w:rsidRDefault="0081580E" w:rsidP="006436D5">
            <w:pPr>
              <w:pStyle w:val="hokjesok"/>
              <w:numPr>
                <w:ilvl w:val="0"/>
                <w:numId w:val="0"/>
              </w:numPr>
              <w:spacing w:line="276" w:lineRule="auto"/>
              <w:ind w:left="454" w:hanging="454"/>
              <w:rPr>
                <w:rFonts w:ascii="Arial" w:hAnsi="Arial" w:cs="Arial"/>
              </w:rPr>
            </w:pPr>
            <w:r w:rsidRPr="008A54A2">
              <w:rPr>
                <w:rFonts w:ascii="Arial" w:hAnsi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99695</wp:posOffset>
                      </wp:positionV>
                      <wp:extent cx="349250" cy="0"/>
                      <wp:effectExtent l="5715" t="61595" r="16510" b="52705"/>
                      <wp:wrapNone/>
                      <wp:docPr id="124" name="Line 36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92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096EB4C" id="Line 3618" o:spid="_x0000_s1026" style="position:absolute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95pt,7.85pt" to="29.45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">
                      <v:stroke endarrow="block"/>
                    </v:line>
                  </w:pict>
                </mc:Fallback>
              </mc:AlternateContent>
            </w:r>
          </w:p>
        </w:tc>
        <w:tc>
          <w:tcPr>
            <w:tcW w:w="3084" w:type="dxa"/>
            <w:vAlign w:val="center"/>
          </w:tcPr>
          <w:p w:rsidR="006436D5" w:rsidRPr="008A54A2" w:rsidRDefault="006436D5" w:rsidP="006436D5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ga naar vraag 5</w:t>
            </w:r>
            <w:r w:rsidR="00F85DF1">
              <w:rPr>
                <w:rFonts w:ascii="Arial" w:hAnsi="Arial" w:cs="Arial"/>
              </w:rPr>
              <w:t>3</w:t>
            </w:r>
          </w:p>
        </w:tc>
      </w:tr>
      <w:tr w:rsidR="006436D5" w:rsidRPr="008A54A2" w:rsidTr="006436D5">
        <w:tc>
          <w:tcPr>
            <w:tcW w:w="397" w:type="dxa"/>
            <w:vAlign w:val="center"/>
          </w:tcPr>
          <w:p w:rsidR="006436D5" w:rsidRPr="008A54A2" w:rsidRDefault="0081580E" w:rsidP="006436D5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23" name="Text Box 36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6436D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6436D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19" o:spid="_x0000_s1245" type="#_x0000_t202" style="position:absolute;margin-left:0;margin-top:2pt;width:11.35pt;height:11.35pt;z-index:25176985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AP6kocIwIAAEw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BE61F9" w:rsidRDefault="00BE61F9" w:rsidP="006436D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6436D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26" w:type="dxa"/>
            <w:vAlign w:val="center"/>
          </w:tcPr>
          <w:p w:rsidR="006436D5" w:rsidRPr="008A54A2" w:rsidRDefault="000A00BB" w:rsidP="006436D5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</w:t>
            </w:r>
          </w:p>
        </w:tc>
        <w:tc>
          <w:tcPr>
            <w:tcW w:w="814" w:type="dxa"/>
            <w:vAlign w:val="center"/>
          </w:tcPr>
          <w:p w:rsidR="006436D5" w:rsidRPr="008A54A2" w:rsidRDefault="006436D5" w:rsidP="006436D5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084" w:type="dxa"/>
            <w:vAlign w:val="center"/>
          </w:tcPr>
          <w:p w:rsidR="006436D5" w:rsidRPr="008A54A2" w:rsidRDefault="006436D5" w:rsidP="006436D5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6436D5" w:rsidRDefault="006436D5" w:rsidP="006436D5">
      <w:pPr>
        <w:spacing w:line="276" w:lineRule="auto"/>
        <w:rPr>
          <w:rFonts w:ascii="Arial" w:hAnsi="Arial" w:cs="Arial"/>
          <w:b/>
        </w:rPr>
      </w:pPr>
    </w:p>
    <w:p w:rsidR="00B04122" w:rsidRDefault="00B04122" w:rsidP="00E1745C">
      <w:pPr>
        <w:spacing w:line="276" w:lineRule="auto"/>
        <w:ind w:left="360" w:hanging="360"/>
        <w:rPr>
          <w:rFonts w:ascii="Arial" w:hAnsi="Arial" w:cs="Arial"/>
          <w:b/>
        </w:rPr>
      </w:pPr>
    </w:p>
    <w:p w:rsidR="009C6DEC" w:rsidRPr="008A54A2" w:rsidRDefault="00B04122" w:rsidP="00E1745C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 w:rsidR="007F517A" w:rsidRPr="008A54A2">
        <w:rPr>
          <w:rFonts w:ascii="Arial" w:hAnsi="Arial" w:cs="Arial"/>
          <w:b/>
        </w:rPr>
        <w:t>5</w:t>
      </w:r>
      <w:r w:rsidR="00F85DF1">
        <w:rPr>
          <w:rFonts w:ascii="Arial" w:hAnsi="Arial" w:cs="Arial"/>
          <w:b/>
        </w:rPr>
        <w:t>2</w:t>
      </w:r>
      <w:r w:rsidR="006D4A29" w:rsidRPr="008A54A2">
        <w:rPr>
          <w:rFonts w:ascii="Arial" w:hAnsi="Arial" w:cs="Arial"/>
          <w:b/>
        </w:rPr>
        <w:t>.</w:t>
      </w:r>
      <w:r w:rsidR="00135D35" w:rsidRPr="008A54A2">
        <w:rPr>
          <w:rFonts w:ascii="Arial" w:hAnsi="Arial" w:cs="Arial"/>
          <w:b/>
        </w:rPr>
        <w:tab/>
      </w:r>
      <w:r w:rsidR="000A00BB">
        <w:rPr>
          <w:rFonts w:ascii="Arial" w:hAnsi="Arial" w:cs="Arial"/>
          <w:b/>
        </w:rPr>
        <w:t xml:space="preserve">Past </w:t>
      </w:r>
      <w:r w:rsidR="006D4A29" w:rsidRPr="008A54A2">
        <w:rPr>
          <w:rFonts w:ascii="Arial" w:hAnsi="Arial" w:cs="Arial"/>
          <w:b/>
        </w:rPr>
        <w:t xml:space="preserve">de </w:t>
      </w:r>
      <w:r w:rsidR="009C6DEC" w:rsidRPr="008A54A2">
        <w:rPr>
          <w:rFonts w:ascii="Arial" w:hAnsi="Arial" w:cs="Arial"/>
          <w:b/>
        </w:rPr>
        <w:t xml:space="preserve">hulp </w:t>
      </w:r>
      <w:r w:rsidR="006D4A29" w:rsidRPr="008A54A2">
        <w:rPr>
          <w:rFonts w:ascii="Arial" w:hAnsi="Arial" w:cs="Arial"/>
          <w:b/>
        </w:rPr>
        <w:t xml:space="preserve">op </w:t>
      </w:r>
      <w:r w:rsidR="007F517A" w:rsidRPr="008A54A2">
        <w:rPr>
          <w:rFonts w:ascii="Arial" w:hAnsi="Arial" w:cs="Arial"/>
          <w:b/>
        </w:rPr>
        <w:t xml:space="preserve">het dagcentrum </w:t>
      </w:r>
      <w:r w:rsidR="000A00BB">
        <w:rPr>
          <w:rFonts w:ascii="Arial" w:hAnsi="Arial" w:cs="Arial"/>
          <w:b/>
        </w:rPr>
        <w:t>goed bij d</w:t>
      </w:r>
      <w:r w:rsidR="00710428" w:rsidRPr="008A54A2">
        <w:rPr>
          <w:rFonts w:ascii="Arial" w:hAnsi="Arial" w:cs="Arial"/>
          <w:b/>
        </w:rPr>
        <w:t xml:space="preserve">e hulp </w:t>
      </w:r>
      <w:r w:rsidR="006D4A29" w:rsidRPr="008A54A2">
        <w:rPr>
          <w:rFonts w:ascii="Arial" w:hAnsi="Arial" w:cs="Arial"/>
          <w:b/>
        </w:rPr>
        <w:t xml:space="preserve">van </w:t>
      </w:r>
      <w:r w:rsidR="00F176A4" w:rsidRPr="008A54A2">
        <w:rPr>
          <w:rFonts w:ascii="Arial" w:hAnsi="Arial" w:cs="Arial"/>
          <w:b/>
        </w:rPr>
        <w:t>de</w:t>
      </w:r>
      <w:r w:rsidR="004F2468" w:rsidRPr="008A54A2">
        <w:rPr>
          <w:rFonts w:ascii="Arial" w:hAnsi="Arial" w:cs="Arial"/>
          <w:b/>
        </w:rPr>
        <w:t>ze</w:t>
      </w:r>
      <w:r w:rsidR="009A5E65" w:rsidRPr="008A54A2">
        <w:rPr>
          <w:rFonts w:ascii="Arial" w:hAnsi="Arial" w:cs="Arial"/>
          <w:b/>
        </w:rPr>
        <w:t xml:space="preserve"> </w:t>
      </w:r>
      <w:r w:rsidR="006D4A29" w:rsidRPr="008A54A2">
        <w:rPr>
          <w:rFonts w:ascii="Arial" w:hAnsi="Arial" w:cs="Arial"/>
          <w:b/>
        </w:rPr>
        <w:t>andere hulpverleners binnen &lt;naam org&gt;</w:t>
      </w:r>
      <w:r w:rsidR="00710428" w:rsidRPr="008A54A2">
        <w:rPr>
          <w:rFonts w:ascii="Arial" w:hAnsi="Arial" w:cs="Arial"/>
          <w:b/>
        </w:rPr>
        <w:t>?</w:t>
      </w:r>
    </w:p>
    <w:p w:rsidR="00135D35" w:rsidRPr="008A54A2" w:rsidRDefault="00135D35" w:rsidP="00135D35">
      <w:pPr>
        <w:spacing w:line="144" w:lineRule="auto"/>
        <w:rPr>
          <w:rFonts w:ascii="Arial" w:hAnsi="Arial" w:cs="Arial"/>
          <w:i/>
        </w:rPr>
      </w:pPr>
    </w:p>
    <w:tbl>
      <w:tblPr>
        <w:tblW w:w="0" w:type="auto"/>
        <w:tblInd w:w="448" w:type="dxa"/>
        <w:tblCellMar>
          <w:top w:w="9" w:type="dxa"/>
          <w:left w:w="70" w:type="dxa"/>
          <w:bottom w:w="9" w:type="dxa"/>
          <w:right w:w="70" w:type="dxa"/>
        </w:tblCellMar>
        <w:tblLook w:val="0000" w:firstRow="0" w:lastRow="0" w:firstColumn="0" w:lastColumn="0" w:noHBand="0" w:noVBand="0"/>
      </w:tblPr>
      <w:tblGrid>
        <w:gridCol w:w="397"/>
        <w:gridCol w:w="8077"/>
      </w:tblGrid>
      <w:tr w:rsidR="00135D35" w:rsidRPr="008A54A2">
        <w:tc>
          <w:tcPr>
            <w:tcW w:w="397" w:type="dxa"/>
            <w:vAlign w:val="center"/>
          </w:tcPr>
          <w:p w:rsidR="00135D35" w:rsidRPr="008A54A2" w:rsidRDefault="0081580E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6812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22" name="Text Box 31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151" o:spid="_x0000_s1246" type="#_x0000_t202" style="position:absolute;margin-left:0;margin-top:2pt;width:11.35pt;height:11.35pt;z-index:25156812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" strokeweight=".5pt">
                      <v:textbox inset="0,0,0,0">
                        <w:txbxContent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35D35" w:rsidRPr="008A54A2" w:rsidRDefault="00135D35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nooit</w:t>
            </w:r>
          </w:p>
        </w:tc>
      </w:tr>
      <w:tr w:rsidR="00135D35" w:rsidRPr="008A54A2">
        <w:tc>
          <w:tcPr>
            <w:tcW w:w="397" w:type="dxa"/>
            <w:vAlign w:val="center"/>
          </w:tcPr>
          <w:p w:rsidR="00135D35" w:rsidRPr="008A54A2" w:rsidRDefault="0081580E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6915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21" name="Text Box 31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152" o:spid="_x0000_s1247" type="#_x0000_t202" style="position:absolute;margin-left:0;margin-top:2pt;width:11.35pt;height:11.35pt;z-index:25156915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DphuvP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35D35" w:rsidRPr="008A54A2" w:rsidRDefault="00135D35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soms</w:t>
            </w:r>
          </w:p>
        </w:tc>
      </w:tr>
      <w:tr w:rsidR="00135D35" w:rsidRPr="008A54A2">
        <w:tc>
          <w:tcPr>
            <w:tcW w:w="397" w:type="dxa"/>
            <w:vAlign w:val="center"/>
          </w:tcPr>
          <w:p w:rsidR="00135D35" w:rsidRPr="008A54A2" w:rsidRDefault="0081580E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7017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20" name="Text Box 31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153" o:spid="_x0000_s1248" type="#_x0000_t202" style="position:absolute;margin-left:0;margin-top:2pt;width:11.35pt;height:11.35pt;z-index:25157017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Hn9P6YiAgAATQ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35D35" w:rsidRPr="008A54A2" w:rsidRDefault="00135D35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meestal</w:t>
            </w:r>
          </w:p>
        </w:tc>
      </w:tr>
      <w:tr w:rsidR="00135D35" w:rsidRPr="008A54A2">
        <w:tc>
          <w:tcPr>
            <w:tcW w:w="397" w:type="dxa"/>
            <w:vAlign w:val="center"/>
          </w:tcPr>
          <w:p w:rsidR="00135D35" w:rsidRPr="008A54A2" w:rsidRDefault="0081580E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7120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19" name="Text Box 31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154" o:spid="_x0000_s1249" type="#_x0000_t202" style="position:absolute;margin-left:0;margin-top:2pt;width:11.35pt;height:11.35pt;z-index:25157120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IvecmyQCAABN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35D35" w:rsidRPr="008A54A2" w:rsidRDefault="00135D35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altijd</w:t>
            </w:r>
          </w:p>
        </w:tc>
      </w:tr>
      <w:tr w:rsidR="00F2363E" w:rsidRPr="008A54A2">
        <w:tc>
          <w:tcPr>
            <w:tcW w:w="397" w:type="dxa"/>
            <w:vAlign w:val="center"/>
          </w:tcPr>
          <w:p w:rsidR="00F2363E" w:rsidRPr="00CA40A9" w:rsidRDefault="0081580E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18" name="Text Box 34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91" o:spid="_x0000_s1250" type="#_x0000_t202" style="position:absolute;margin-left:0;margin-top:2pt;width:11.35pt;height:11.35pt;z-index:25166233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" strokeweight=".5pt">
                      <v:textbox inset="0,0,0,0">
                        <w:txbxContent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F2363E" w:rsidRPr="00CA40A9" w:rsidRDefault="00F2363E" w:rsidP="00AD402E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weet ik niet </w:t>
            </w:r>
          </w:p>
        </w:tc>
      </w:tr>
    </w:tbl>
    <w:p w:rsidR="00F2363E" w:rsidRDefault="00F2363E" w:rsidP="00271EB1">
      <w:pPr>
        <w:spacing w:line="276" w:lineRule="auto"/>
        <w:rPr>
          <w:rFonts w:ascii="Arial" w:hAnsi="Arial" w:cs="Arial"/>
          <w:b/>
        </w:rPr>
      </w:pPr>
    </w:p>
    <w:p w:rsidR="000023AE" w:rsidRDefault="000023AE" w:rsidP="00271EB1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:rsidR="000F5705" w:rsidRPr="0027030F" w:rsidRDefault="00F2363E" w:rsidP="00271EB1">
      <w:pPr>
        <w:spacing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</w:t>
      </w:r>
      <w:r w:rsidR="008E0F6C" w:rsidRPr="0027030F">
        <w:rPr>
          <w:rFonts w:ascii="Arial" w:hAnsi="Arial" w:cs="Arial"/>
          <w:b/>
          <w:sz w:val="24"/>
          <w:szCs w:val="24"/>
        </w:rPr>
        <w:t>lgeheel oordeel</w:t>
      </w:r>
    </w:p>
    <w:p w:rsidR="008E0F6C" w:rsidRPr="008A54A2" w:rsidRDefault="008E0F6C" w:rsidP="00271EB1">
      <w:pPr>
        <w:spacing w:line="276" w:lineRule="auto"/>
        <w:rPr>
          <w:rFonts w:ascii="Arial" w:hAnsi="Arial" w:cs="Arial"/>
          <w:b/>
        </w:rPr>
      </w:pPr>
    </w:p>
    <w:p w:rsidR="00CD7DE3" w:rsidRPr="008A54A2" w:rsidRDefault="00CD7DE3" w:rsidP="00271EB1">
      <w:pPr>
        <w:spacing w:line="276" w:lineRule="auto"/>
        <w:rPr>
          <w:rFonts w:ascii="Arial" w:hAnsi="Arial" w:cs="Arial"/>
        </w:rPr>
      </w:pPr>
      <w:r w:rsidRPr="008A54A2">
        <w:rPr>
          <w:rFonts w:ascii="Arial" w:hAnsi="Arial" w:cs="Arial"/>
        </w:rPr>
        <w:t>Nu nog een paar vragen over &lt;naam org&gt; zelf.</w:t>
      </w:r>
    </w:p>
    <w:p w:rsidR="00CD7DE3" w:rsidRPr="008A54A2" w:rsidRDefault="00CD7DE3" w:rsidP="00271EB1">
      <w:pPr>
        <w:spacing w:line="276" w:lineRule="auto"/>
        <w:rPr>
          <w:rFonts w:ascii="Arial" w:hAnsi="Arial" w:cs="Arial"/>
          <w:b/>
        </w:rPr>
      </w:pPr>
    </w:p>
    <w:p w:rsidR="000F5705" w:rsidRPr="008A54A2" w:rsidRDefault="00F5690A" w:rsidP="00E1745C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5</w:t>
      </w:r>
      <w:r w:rsidR="00F85DF1">
        <w:rPr>
          <w:rFonts w:ascii="Arial" w:hAnsi="Arial" w:cs="Arial"/>
          <w:b/>
        </w:rPr>
        <w:t>3</w:t>
      </w:r>
      <w:r w:rsidR="009A5E65" w:rsidRPr="008A54A2">
        <w:rPr>
          <w:rFonts w:ascii="Arial" w:hAnsi="Arial" w:cs="Arial"/>
          <w:b/>
        </w:rPr>
        <w:t>.</w:t>
      </w:r>
      <w:r w:rsidR="00135D35" w:rsidRPr="008A54A2">
        <w:rPr>
          <w:rFonts w:ascii="Arial" w:hAnsi="Arial" w:cs="Arial"/>
          <w:b/>
        </w:rPr>
        <w:tab/>
      </w:r>
      <w:r w:rsidR="000F5705" w:rsidRPr="008A54A2">
        <w:rPr>
          <w:rFonts w:ascii="Arial" w:hAnsi="Arial" w:cs="Arial"/>
          <w:b/>
        </w:rPr>
        <w:t>Zou u &lt;naam org&gt; bij anderen aanbevelen?</w:t>
      </w:r>
    </w:p>
    <w:p w:rsidR="00135D35" w:rsidRPr="008A54A2" w:rsidRDefault="00135D35" w:rsidP="00135D35">
      <w:pPr>
        <w:spacing w:line="144" w:lineRule="auto"/>
        <w:rPr>
          <w:rFonts w:ascii="Arial" w:hAnsi="Arial" w:cs="Arial"/>
          <w:i/>
        </w:rPr>
      </w:pPr>
    </w:p>
    <w:tbl>
      <w:tblPr>
        <w:tblW w:w="0" w:type="auto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077"/>
      </w:tblGrid>
      <w:tr w:rsidR="00135D35" w:rsidRPr="008A54A2" w:rsidTr="006436D5">
        <w:tc>
          <w:tcPr>
            <w:tcW w:w="397" w:type="dxa"/>
            <w:vAlign w:val="center"/>
          </w:tcPr>
          <w:p w:rsidR="00135D35" w:rsidRPr="008A54A2" w:rsidRDefault="0081580E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7222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17" name="Text Box 31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163" o:spid="_x0000_s1251" type="#_x0000_t202" style="position:absolute;margin-left:0;margin-top:2pt;width:11.35pt;height:11.35pt;z-index:25157222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CSK8Ed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35D35" w:rsidRPr="008A54A2" w:rsidRDefault="0071480C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nooit</w:t>
            </w:r>
          </w:p>
        </w:tc>
      </w:tr>
      <w:tr w:rsidR="00135D35" w:rsidRPr="008A54A2" w:rsidTr="006436D5">
        <w:tc>
          <w:tcPr>
            <w:tcW w:w="397" w:type="dxa"/>
            <w:vAlign w:val="center"/>
          </w:tcPr>
          <w:p w:rsidR="00135D35" w:rsidRPr="008A54A2" w:rsidRDefault="0081580E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7324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16" name="Text Box 31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164" o:spid="_x0000_s1252" type="#_x0000_t202" style="position:absolute;margin-left:0;margin-top:2pt;width:11.35pt;height:11.35pt;z-index:25157324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LnpIxgiAgAATQ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35D35" w:rsidRPr="008A54A2" w:rsidRDefault="0071480C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soms</w:t>
            </w:r>
          </w:p>
        </w:tc>
      </w:tr>
      <w:tr w:rsidR="00135D35" w:rsidRPr="008A54A2" w:rsidTr="006436D5">
        <w:tc>
          <w:tcPr>
            <w:tcW w:w="397" w:type="dxa"/>
            <w:vAlign w:val="center"/>
          </w:tcPr>
          <w:p w:rsidR="00135D35" w:rsidRPr="008A54A2" w:rsidRDefault="0081580E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7427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15" name="Text Box 31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165" o:spid="_x0000_s1253" type="#_x0000_t202" style="position:absolute;margin-left:0;margin-top:2pt;width:11.35pt;height:11.35pt;z-index:25157427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BfCrXR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35D35" w:rsidRPr="008A54A2" w:rsidRDefault="0071480C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meestal</w:t>
            </w:r>
          </w:p>
        </w:tc>
      </w:tr>
      <w:tr w:rsidR="00135D35" w:rsidRPr="008A54A2" w:rsidTr="006436D5">
        <w:tc>
          <w:tcPr>
            <w:tcW w:w="397" w:type="dxa"/>
            <w:vAlign w:val="center"/>
          </w:tcPr>
          <w:p w:rsidR="00135D35" w:rsidRPr="008A54A2" w:rsidRDefault="0081580E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7529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14" name="Text Box 31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166" o:spid="_x0000_s1254" type="#_x0000_t202" style="position:absolute;margin-left:0;margin-top:2pt;width:11.35pt;height:11.35pt;z-index:25157529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H3Q5JciAgAATQ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35D35" w:rsidRPr="008A54A2" w:rsidRDefault="0071480C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altijd</w:t>
            </w:r>
          </w:p>
        </w:tc>
      </w:tr>
    </w:tbl>
    <w:p w:rsidR="00F2363E" w:rsidRDefault="00F2363E" w:rsidP="00135D35">
      <w:pPr>
        <w:spacing w:line="276" w:lineRule="auto"/>
        <w:rPr>
          <w:rFonts w:ascii="Arial" w:hAnsi="Arial" w:cs="Arial"/>
          <w:b/>
        </w:rPr>
      </w:pPr>
    </w:p>
    <w:p w:rsidR="00512D34" w:rsidRPr="008A54A2" w:rsidRDefault="00512D34" w:rsidP="00135D35">
      <w:pPr>
        <w:spacing w:line="276" w:lineRule="auto"/>
        <w:rPr>
          <w:rFonts w:ascii="Arial" w:hAnsi="Arial" w:cs="Arial"/>
          <w:b/>
        </w:rPr>
      </w:pPr>
    </w:p>
    <w:p w:rsidR="004F2468" w:rsidRPr="006436D5" w:rsidRDefault="00F5690A" w:rsidP="00E1745C">
      <w:pPr>
        <w:spacing w:line="276" w:lineRule="auto"/>
        <w:ind w:left="36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</w:rPr>
        <w:t>5</w:t>
      </w:r>
      <w:r w:rsidR="00F85DF1">
        <w:rPr>
          <w:rFonts w:ascii="Arial" w:hAnsi="Arial" w:cs="Arial"/>
          <w:b/>
        </w:rPr>
        <w:t>4</w:t>
      </w:r>
      <w:r w:rsidR="001F3FA2">
        <w:rPr>
          <w:rFonts w:ascii="Arial" w:hAnsi="Arial" w:cs="Arial"/>
          <w:b/>
        </w:rPr>
        <w:t>.</w:t>
      </w:r>
      <w:r w:rsidR="00512D34">
        <w:rPr>
          <w:rFonts w:ascii="Arial" w:hAnsi="Arial" w:cs="Arial"/>
          <w:b/>
        </w:rPr>
        <w:tab/>
      </w:r>
      <w:r w:rsidR="001F3FA2">
        <w:rPr>
          <w:rFonts w:ascii="Arial" w:hAnsi="Arial" w:cs="Arial"/>
          <w:b/>
        </w:rPr>
        <w:t>Welk cijfer geeft u &lt;naam org&gt;? Een 0 betekent: heel erg slecht. Een 10 betekent: heel erg goed.</w:t>
      </w:r>
    </w:p>
    <w:p w:rsidR="006436D5" w:rsidRPr="006436D5" w:rsidRDefault="006436D5" w:rsidP="006436D5">
      <w:pPr>
        <w:spacing w:line="144" w:lineRule="auto"/>
        <w:rPr>
          <w:rFonts w:ascii="Arial" w:hAnsi="Arial" w:cs="Arial"/>
          <w:i/>
          <w:sz w:val="20"/>
          <w:szCs w:val="20"/>
        </w:rPr>
      </w:pPr>
    </w:p>
    <w:tbl>
      <w:tblPr>
        <w:tblStyle w:val="Tabelraster"/>
        <w:tblW w:w="0" w:type="auto"/>
        <w:tblInd w:w="3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2"/>
        <w:gridCol w:w="793"/>
        <w:gridCol w:w="793"/>
        <w:gridCol w:w="792"/>
        <w:gridCol w:w="793"/>
        <w:gridCol w:w="793"/>
        <w:gridCol w:w="793"/>
        <w:gridCol w:w="792"/>
        <w:gridCol w:w="793"/>
        <w:gridCol w:w="793"/>
        <w:gridCol w:w="793"/>
      </w:tblGrid>
      <w:tr w:rsidR="003B7333" w:rsidRPr="001704C1" w:rsidTr="002D7A30">
        <w:tc>
          <w:tcPr>
            <w:tcW w:w="2378" w:type="dxa"/>
            <w:gridSpan w:val="3"/>
          </w:tcPr>
          <w:p w:rsidR="003B7333" w:rsidRPr="001704C1" w:rsidRDefault="000C1154" w:rsidP="000C1154">
            <w:pPr>
              <w:tabs>
                <w:tab w:val="left" w:pos="280"/>
              </w:tabs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ab/>
            </w:r>
            <w:r w:rsidR="003B7333" w:rsidRPr="001704C1">
              <w:rPr>
                <w:rFonts w:ascii="Arial" w:hAnsi="Arial" w:cs="Arial"/>
                <w:i/>
                <w:sz w:val="20"/>
                <w:szCs w:val="20"/>
              </w:rPr>
              <w:t xml:space="preserve">slechtst mogelijke </w:t>
            </w:r>
            <w:r>
              <w:rPr>
                <w:rFonts w:ascii="Arial" w:hAnsi="Arial" w:cs="Arial"/>
                <w:i/>
                <w:sz w:val="20"/>
                <w:szCs w:val="20"/>
              </w:rPr>
              <w:tab/>
            </w:r>
            <w:r w:rsidR="003B7333" w:rsidRPr="001704C1">
              <w:rPr>
                <w:rFonts w:ascii="Arial" w:hAnsi="Arial" w:cs="Arial"/>
                <w:i/>
                <w:sz w:val="20"/>
                <w:szCs w:val="20"/>
              </w:rPr>
              <w:t>zorginstelling</w:t>
            </w:r>
          </w:p>
        </w:tc>
        <w:tc>
          <w:tcPr>
            <w:tcW w:w="792" w:type="dxa"/>
          </w:tcPr>
          <w:p w:rsidR="003B7333" w:rsidRPr="001704C1" w:rsidRDefault="003B7333" w:rsidP="006436D5">
            <w:pPr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793" w:type="dxa"/>
          </w:tcPr>
          <w:p w:rsidR="003B7333" w:rsidRPr="001704C1" w:rsidRDefault="003B7333" w:rsidP="006436D5">
            <w:pPr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793" w:type="dxa"/>
          </w:tcPr>
          <w:p w:rsidR="003B7333" w:rsidRPr="001704C1" w:rsidRDefault="003B7333" w:rsidP="006436D5">
            <w:pPr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793" w:type="dxa"/>
          </w:tcPr>
          <w:p w:rsidR="003B7333" w:rsidRPr="001704C1" w:rsidRDefault="003B7333" w:rsidP="006436D5">
            <w:pPr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792" w:type="dxa"/>
          </w:tcPr>
          <w:p w:rsidR="003B7333" w:rsidRPr="001704C1" w:rsidRDefault="003B7333" w:rsidP="006436D5">
            <w:pPr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79" w:type="dxa"/>
            <w:gridSpan w:val="3"/>
          </w:tcPr>
          <w:p w:rsidR="003B7333" w:rsidRPr="001704C1" w:rsidRDefault="003B7333" w:rsidP="000C1154">
            <w:pPr>
              <w:spacing w:line="276" w:lineRule="auto"/>
              <w:ind w:right="251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 w:rsidRPr="001704C1">
              <w:rPr>
                <w:rFonts w:ascii="Arial" w:hAnsi="Arial" w:cs="Arial"/>
                <w:i/>
                <w:sz w:val="20"/>
                <w:szCs w:val="20"/>
              </w:rPr>
              <w:t>best mogelijke zorginstelling</w:t>
            </w:r>
          </w:p>
        </w:tc>
      </w:tr>
      <w:tr w:rsidR="006436D5" w:rsidRPr="006436D5" w:rsidTr="006436D5">
        <w:tc>
          <w:tcPr>
            <w:tcW w:w="792" w:type="dxa"/>
          </w:tcPr>
          <w:p w:rsidR="006436D5" w:rsidRPr="006436D5" w:rsidRDefault="006436D5" w:rsidP="000C115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36D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93" w:type="dxa"/>
          </w:tcPr>
          <w:p w:rsidR="006436D5" w:rsidRPr="006436D5" w:rsidRDefault="006436D5" w:rsidP="000C115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36D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93" w:type="dxa"/>
          </w:tcPr>
          <w:p w:rsidR="006436D5" w:rsidRPr="006436D5" w:rsidRDefault="006436D5" w:rsidP="000C115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36D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92" w:type="dxa"/>
          </w:tcPr>
          <w:p w:rsidR="006436D5" w:rsidRPr="006436D5" w:rsidRDefault="006436D5" w:rsidP="000C115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36D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93" w:type="dxa"/>
          </w:tcPr>
          <w:p w:rsidR="006436D5" w:rsidRPr="006436D5" w:rsidRDefault="006436D5" w:rsidP="000C115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36D5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93" w:type="dxa"/>
          </w:tcPr>
          <w:p w:rsidR="006436D5" w:rsidRPr="006436D5" w:rsidRDefault="006436D5" w:rsidP="000C115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36D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93" w:type="dxa"/>
          </w:tcPr>
          <w:p w:rsidR="006436D5" w:rsidRPr="006436D5" w:rsidRDefault="006436D5" w:rsidP="000C115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36D5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92" w:type="dxa"/>
          </w:tcPr>
          <w:p w:rsidR="006436D5" w:rsidRPr="006436D5" w:rsidRDefault="006436D5" w:rsidP="000C115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36D5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93" w:type="dxa"/>
          </w:tcPr>
          <w:p w:rsidR="006436D5" w:rsidRPr="006436D5" w:rsidRDefault="006436D5" w:rsidP="000C115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36D5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93" w:type="dxa"/>
          </w:tcPr>
          <w:p w:rsidR="006436D5" w:rsidRPr="006436D5" w:rsidRDefault="006436D5" w:rsidP="000C115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36D5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93" w:type="dxa"/>
          </w:tcPr>
          <w:p w:rsidR="006436D5" w:rsidRPr="006436D5" w:rsidRDefault="006436D5" w:rsidP="000C115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36D5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0C1154" w:rsidRPr="006436D5" w:rsidTr="006436D5">
        <w:tc>
          <w:tcPr>
            <w:tcW w:w="792" w:type="dxa"/>
            <w:vAlign w:val="center"/>
          </w:tcPr>
          <w:p w:rsidR="000C1154" w:rsidRPr="006436D5" w:rsidRDefault="0081580E" w:rsidP="000C1154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jc w:val="center"/>
              <w:rPr>
                <w:rFonts w:ascii="Helvetica" w:hAnsi="Helvetica" w:cs="Arial"/>
                <w:sz w:val="20"/>
                <w:szCs w:val="20"/>
              </w:rPr>
            </w:pPr>
            <w:r w:rsidRPr="006436D5">
              <w:rPr>
                <w:rFonts w:ascii="Helvetica" w:hAnsi="Helvetica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95456" behindDoc="0" locked="0" layoutInCell="1" allowOverlap="1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13" name="Text Box 36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6436D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6436D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65" o:spid="_x0000_s1255" type="#_x0000_t202" style="position:absolute;left:0;text-align:left;margin-left:0;margin-top:2pt;width:11.35pt;height:11.35pt;z-index:25179545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D0usCk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BE61F9" w:rsidRDefault="00BE61F9" w:rsidP="006436D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6436D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93" w:type="dxa"/>
            <w:vAlign w:val="center"/>
          </w:tcPr>
          <w:p w:rsidR="000C1154" w:rsidRPr="006436D5" w:rsidRDefault="0081580E" w:rsidP="002D7A30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jc w:val="center"/>
              <w:rPr>
                <w:rFonts w:ascii="Helvetica" w:hAnsi="Helvetica" w:cs="Arial"/>
                <w:sz w:val="20"/>
                <w:szCs w:val="20"/>
              </w:rPr>
            </w:pPr>
            <w:r w:rsidRPr="006436D5">
              <w:rPr>
                <w:rFonts w:ascii="Helvetica" w:hAnsi="Helvetica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96480" behindDoc="0" locked="0" layoutInCell="1" allowOverlap="1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12" name="Text Box 36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6436D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6436D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66" o:spid="_x0000_s1256" type="#_x0000_t202" style="position:absolute;left:0;text-align:left;margin-left:0;margin-top:2pt;width:11.35pt;height:11.35pt;z-index:25179648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Kr7EYwiAgAATQ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BE61F9" w:rsidRDefault="00BE61F9" w:rsidP="006436D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6436D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93" w:type="dxa"/>
            <w:vAlign w:val="center"/>
          </w:tcPr>
          <w:p w:rsidR="000C1154" w:rsidRPr="006436D5" w:rsidRDefault="0081580E" w:rsidP="002D7A30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jc w:val="center"/>
              <w:rPr>
                <w:rFonts w:ascii="Helvetica" w:hAnsi="Helvetica" w:cs="Arial"/>
                <w:sz w:val="20"/>
                <w:szCs w:val="20"/>
              </w:rPr>
            </w:pPr>
            <w:r w:rsidRPr="006436D5">
              <w:rPr>
                <w:rFonts w:ascii="Helvetica" w:hAnsi="Helvetica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97504" behindDoc="0" locked="0" layoutInCell="1" allowOverlap="1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11" name="Text Box 36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6436D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6436D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67" o:spid="_x0000_s1257" type="#_x0000_t202" style="position:absolute;left:0;text-align:left;margin-left:0;margin-top:2pt;width:11.35pt;height:11.35pt;z-index:25179750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" strokeweight=".5pt">
                      <v:textbox inset="0,0,0,0">
                        <w:txbxContent>
                          <w:p w:rsidR="00BE61F9" w:rsidRDefault="00BE61F9" w:rsidP="006436D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6436D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92" w:type="dxa"/>
            <w:vAlign w:val="center"/>
          </w:tcPr>
          <w:p w:rsidR="000C1154" w:rsidRPr="006436D5" w:rsidRDefault="0081580E" w:rsidP="002D7A30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jc w:val="center"/>
              <w:rPr>
                <w:rFonts w:ascii="Helvetica" w:hAnsi="Helvetica" w:cs="Arial"/>
                <w:sz w:val="20"/>
                <w:szCs w:val="20"/>
              </w:rPr>
            </w:pPr>
            <w:r w:rsidRPr="006436D5">
              <w:rPr>
                <w:rFonts w:ascii="Helvetica" w:hAnsi="Helvetica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98528" behindDoc="0" locked="0" layoutInCell="1" allowOverlap="1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10" name="Text Box 36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6436D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6436D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68" o:spid="_x0000_s1258" type="#_x0000_t202" style="position:absolute;left:0;text-align:left;margin-left:0;margin-top:2pt;width:11.35pt;height:11.35pt;z-index:25179852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CosysoiAgAATQ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BE61F9" w:rsidRDefault="00BE61F9" w:rsidP="006436D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6436D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93" w:type="dxa"/>
            <w:vAlign w:val="center"/>
          </w:tcPr>
          <w:p w:rsidR="000C1154" w:rsidRPr="006436D5" w:rsidRDefault="0081580E" w:rsidP="002D7A30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jc w:val="center"/>
              <w:rPr>
                <w:rFonts w:ascii="Helvetica" w:hAnsi="Helvetica" w:cs="Arial"/>
                <w:sz w:val="20"/>
                <w:szCs w:val="20"/>
              </w:rPr>
            </w:pPr>
            <w:r w:rsidRPr="006436D5">
              <w:rPr>
                <w:rFonts w:ascii="Helvetica" w:hAnsi="Helvetica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99552" behindDoc="0" locked="0" layoutInCell="1" allowOverlap="1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09" name="Text Box 36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6436D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6436D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69" o:spid="_x0000_s1259" type="#_x0000_t202" style="position:absolute;left:0;text-align:left;margin-left:0;margin-top:2pt;width:11.35pt;height:11.35pt;z-index:251799552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C+QQ7H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BE61F9" w:rsidRDefault="00BE61F9" w:rsidP="006436D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6436D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93" w:type="dxa"/>
            <w:vAlign w:val="center"/>
          </w:tcPr>
          <w:p w:rsidR="000C1154" w:rsidRPr="006436D5" w:rsidRDefault="0081580E" w:rsidP="002D7A30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jc w:val="center"/>
              <w:rPr>
                <w:rFonts w:ascii="Helvetica" w:hAnsi="Helvetica" w:cs="Arial"/>
                <w:sz w:val="20"/>
                <w:szCs w:val="20"/>
              </w:rPr>
            </w:pPr>
            <w:r w:rsidRPr="006436D5">
              <w:rPr>
                <w:rFonts w:ascii="Helvetica" w:hAnsi="Helvetica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00576" behindDoc="0" locked="0" layoutInCell="1" allowOverlap="1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08" name="Text Box 36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6436D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6436D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70" o:spid="_x0000_s1260" type="#_x0000_t202" style="position:absolute;left:0;text-align:left;margin-left:0;margin-top:2pt;width:11.35pt;height:11.35pt;z-index:25180057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BzpiUYiAgAATQ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BE61F9" w:rsidRDefault="00BE61F9" w:rsidP="006436D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6436D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93" w:type="dxa"/>
            <w:vAlign w:val="center"/>
          </w:tcPr>
          <w:p w:rsidR="000C1154" w:rsidRPr="006436D5" w:rsidRDefault="0081580E" w:rsidP="002D7A30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jc w:val="center"/>
              <w:rPr>
                <w:rFonts w:ascii="Helvetica" w:hAnsi="Helvetica" w:cs="Arial"/>
                <w:sz w:val="20"/>
                <w:szCs w:val="20"/>
              </w:rPr>
            </w:pPr>
            <w:r w:rsidRPr="006436D5">
              <w:rPr>
                <w:rFonts w:ascii="Helvetica" w:hAnsi="Helvetica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01600" behindDoc="0" locked="0" layoutInCell="1" allowOverlap="1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07" name="Text Box 36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6436D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6436D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71" o:spid="_x0000_s1261" type="#_x0000_t202" style="position:absolute;left:0;text-align:left;margin-left:0;margin-top:2pt;width:11.35pt;height:11.35pt;z-index:25180160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" strokeweight=".5pt">
                      <v:textbox inset="0,0,0,0">
                        <w:txbxContent>
                          <w:p w:rsidR="00BE61F9" w:rsidRDefault="00BE61F9" w:rsidP="006436D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6436D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92" w:type="dxa"/>
            <w:vAlign w:val="center"/>
          </w:tcPr>
          <w:p w:rsidR="000C1154" w:rsidRPr="006436D5" w:rsidRDefault="0081580E" w:rsidP="002D7A30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jc w:val="center"/>
              <w:rPr>
                <w:rFonts w:ascii="Helvetica" w:hAnsi="Helvetica" w:cs="Arial"/>
                <w:sz w:val="20"/>
                <w:szCs w:val="20"/>
              </w:rPr>
            </w:pPr>
            <w:r w:rsidRPr="006436D5">
              <w:rPr>
                <w:rFonts w:ascii="Helvetica" w:hAnsi="Helvetica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02624" behindDoc="0" locked="0" layoutInCell="1" allowOverlap="1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06" name="Text Box 36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6436D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6436D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72" o:spid="_x0000_s1262" type="#_x0000_t202" style="position:absolute;left:0;text-align:left;margin-left:0;margin-top:2pt;width:11.35pt;height:11.35pt;z-index:25180262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ByBnGm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BE61F9" w:rsidRDefault="00BE61F9" w:rsidP="006436D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6436D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93" w:type="dxa"/>
            <w:vAlign w:val="center"/>
          </w:tcPr>
          <w:p w:rsidR="000C1154" w:rsidRPr="006436D5" w:rsidRDefault="0081580E" w:rsidP="002D7A30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jc w:val="center"/>
              <w:rPr>
                <w:rFonts w:ascii="Helvetica" w:hAnsi="Helvetica" w:cs="Arial"/>
                <w:sz w:val="20"/>
                <w:szCs w:val="20"/>
              </w:rPr>
            </w:pPr>
            <w:r w:rsidRPr="006436D5">
              <w:rPr>
                <w:rFonts w:ascii="Helvetica" w:hAnsi="Helvetica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03648" behindDoc="0" locked="0" layoutInCell="1" allowOverlap="1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05" name="Text Box 36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6436D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6436D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73" o:spid="_x0000_s1263" type="#_x0000_t202" style="position:absolute;left:0;text-align:left;margin-left:0;margin-top:2pt;width:11.35pt;height:11.35pt;z-index:25180364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P/ExOoiAgAATA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BE61F9" w:rsidRDefault="00BE61F9" w:rsidP="006436D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6436D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93" w:type="dxa"/>
            <w:vAlign w:val="center"/>
          </w:tcPr>
          <w:p w:rsidR="000C1154" w:rsidRPr="006436D5" w:rsidRDefault="0081580E" w:rsidP="002D7A30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jc w:val="center"/>
              <w:rPr>
                <w:rFonts w:ascii="Helvetica" w:hAnsi="Helvetica" w:cs="Arial"/>
                <w:sz w:val="20"/>
                <w:szCs w:val="20"/>
              </w:rPr>
            </w:pPr>
            <w:r w:rsidRPr="006436D5">
              <w:rPr>
                <w:rFonts w:ascii="Helvetica" w:hAnsi="Helvetica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04672" behindDoc="0" locked="0" layoutInCell="1" allowOverlap="1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04" name="Text Box 36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6436D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6436D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74" o:spid="_x0000_s1264" type="#_x0000_t202" style="position:absolute;left:0;text-align:left;margin-left:0;margin-top:2pt;width:11.35pt;height:11.35pt;z-index:251804672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Fp3elkiAgAATA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BE61F9" w:rsidRDefault="00BE61F9" w:rsidP="006436D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6436D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93" w:type="dxa"/>
            <w:vAlign w:val="center"/>
          </w:tcPr>
          <w:p w:rsidR="000C1154" w:rsidRPr="006436D5" w:rsidRDefault="0081580E" w:rsidP="002D7A30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jc w:val="center"/>
              <w:rPr>
                <w:rFonts w:ascii="Helvetica" w:hAnsi="Helvetica" w:cs="Arial"/>
                <w:sz w:val="20"/>
                <w:szCs w:val="20"/>
              </w:rPr>
            </w:pPr>
            <w:r w:rsidRPr="006436D5">
              <w:rPr>
                <w:rFonts w:ascii="Helvetica" w:hAnsi="Helvetica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05696" behindDoc="0" locked="0" layoutInCell="1" allowOverlap="1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03" name="Text Box 36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6436D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6436D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75" o:spid="_x0000_s1265" type="#_x0000_t202" style="position:absolute;left:0;text-align:left;margin-left:0;margin-top:2pt;width:11.35pt;height:11.35pt;z-index:25180569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D75brBIwIAAEw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BE61F9" w:rsidRDefault="00BE61F9" w:rsidP="006436D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6436D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6436D5" w:rsidRPr="00D91A78" w:rsidRDefault="006436D5" w:rsidP="006436D5">
      <w:pPr>
        <w:spacing w:line="276" w:lineRule="auto"/>
        <w:ind w:left="360" w:hanging="360"/>
        <w:rPr>
          <w:rFonts w:ascii="Arial" w:hAnsi="Arial" w:cs="Arial"/>
        </w:rPr>
      </w:pPr>
    </w:p>
    <w:p w:rsidR="00D91A78" w:rsidRPr="00D91A78" w:rsidRDefault="00D91A78" w:rsidP="006436D5">
      <w:pPr>
        <w:spacing w:line="276" w:lineRule="auto"/>
        <w:ind w:left="360" w:hanging="360"/>
        <w:rPr>
          <w:rFonts w:ascii="Arial" w:hAnsi="Arial" w:cs="Arial"/>
        </w:rPr>
      </w:pPr>
    </w:p>
    <w:p w:rsidR="000F5705" w:rsidRPr="008A54A2" w:rsidRDefault="00F5690A" w:rsidP="00E1745C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5</w:t>
      </w:r>
      <w:r w:rsidR="00F85DF1">
        <w:rPr>
          <w:rFonts w:ascii="Arial" w:hAnsi="Arial" w:cs="Arial"/>
          <w:b/>
        </w:rPr>
        <w:t>5</w:t>
      </w:r>
      <w:r w:rsidR="009A5E65" w:rsidRPr="008A54A2">
        <w:rPr>
          <w:rFonts w:ascii="Arial" w:hAnsi="Arial" w:cs="Arial"/>
          <w:b/>
        </w:rPr>
        <w:t>.</w:t>
      </w:r>
      <w:r w:rsidR="00135D35" w:rsidRPr="008A54A2">
        <w:rPr>
          <w:rFonts w:ascii="Arial" w:hAnsi="Arial" w:cs="Arial"/>
          <w:b/>
        </w:rPr>
        <w:tab/>
      </w:r>
      <w:r w:rsidR="000F5705" w:rsidRPr="008A54A2">
        <w:rPr>
          <w:rFonts w:ascii="Arial" w:hAnsi="Arial" w:cs="Arial"/>
          <w:b/>
        </w:rPr>
        <w:t>Als u één ding kon veranderen aan de hulp die u krijgt van &lt;naam org&gt;, wat is dat dan?</w:t>
      </w:r>
    </w:p>
    <w:p w:rsidR="000F5705" w:rsidRPr="008A54A2" w:rsidRDefault="000F5705" w:rsidP="000F5705">
      <w:pPr>
        <w:spacing w:line="144" w:lineRule="auto"/>
        <w:rPr>
          <w:rFonts w:ascii="Arial" w:hAnsi="Arial" w:cs="Arial"/>
        </w:rPr>
      </w:pPr>
    </w:p>
    <w:tbl>
      <w:tblPr>
        <w:tblStyle w:val="Tabelraster"/>
        <w:tblW w:w="0" w:type="auto"/>
        <w:tblInd w:w="486" w:type="dxa"/>
        <w:tblLook w:val="01E0" w:firstRow="1" w:lastRow="1" w:firstColumn="1" w:lastColumn="1" w:noHBand="0" w:noVBand="0"/>
      </w:tblPr>
      <w:tblGrid>
        <w:gridCol w:w="8726"/>
      </w:tblGrid>
      <w:tr w:rsidR="000F5705" w:rsidRPr="008A54A2">
        <w:tc>
          <w:tcPr>
            <w:tcW w:w="8726" w:type="dxa"/>
          </w:tcPr>
          <w:p w:rsidR="000F5705" w:rsidRPr="008A54A2" w:rsidRDefault="000F5705" w:rsidP="00053F43">
            <w:pPr>
              <w:spacing w:line="276" w:lineRule="auto"/>
              <w:rPr>
                <w:rFonts w:ascii="Arial" w:hAnsi="Arial" w:cs="Arial"/>
              </w:rPr>
            </w:pPr>
          </w:p>
          <w:p w:rsidR="000F5705" w:rsidRPr="008A54A2" w:rsidRDefault="000F5705" w:rsidP="00053F43">
            <w:pPr>
              <w:spacing w:line="276" w:lineRule="auto"/>
              <w:rPr>
                <w:rFonts w:ascii="Arial" w:hAnsi="Arial" w:cs="Arial"/>
              </w:rPr>
            </w:pPr>
          </w:p>
          <w:p w:rsidR="000F5705" w:rsidRDefault="000F5705" w:rsidP="00053F43">
            <w:pPr>
              <w:spacing w:line="276" w:lineRule="auto"/>
              <w:rPr>
                <w:rFonts w:ascii="Arial" w:hAnsi="Arial" w:cs="Arial"/>
              </w:rPr>
            </w:pPr>
          </w:p>
          <w:p w:rsidR="000F5705" w:rsidRPr="008A54A2" w:rsidRDefault="000F5705" w:rsidP="00053F43">
            <w:pPr>
              <w:spacing w:line="276" w:lineRule="auto"/>
              <w:rPr>
                <w:rFonts w:ascii="Arial" w:hAnsi="Arial" w:cs="Arial"/>
              </w:rPr>
            </w:pPr>
          </w:p>
          <w:p w:rsidR="0027030F" w:rsidRDefault="0027030F" w:rsidP="00053F43">
            <w:pPr>
              <w:spacing w:line="276" w:lineRule="auto"/>
              <w:rPr>
                <w:rFonts w:ascii="Arial" w:hAnsi="Arial" w:cs="Arial"/>
              </w:rPr>
            </w:pPr>
          </w:p>
          <w:p w:rsidR="0027030F" w:rsidRPr="008A54A2" w:rsidRDefault="0027030F" w:rsidP="00053F43">
            <w:pPr>
              <w:spacing w:line="276" w:lineRule="auto"/>
              <w:rPr>
                <w:rFonts w:ascii="Arial" w:hAnsi="Arial" w:cs="Arial"/>
              </w:rPr>
            </w:pPr>
          </w:p>
          <w:p w:rsidR="004F2468" w:rsidRPr="008A54A2" w:rsidRDefault="004F2468" w:rsidP="00053F43">
            <w:pPr>
              <w:spacing w:line="276" w:lineRule="auto"/>
              <w:rPr>
                <w:rFonts w:ascii="Arial" w:hAnsi="Arial" w:cs="Arial"/>
              </w:rPr>
            </w:pPr>
          </w:p>
          <w:p w:rsidR="004F2468" w:rsidRPr="008A54A2" w:rsidRDefault="004F2468" w:rsidP="00053F43">
            <w:pPr>
              <w:spacing w:line="276" w:lineRule="auto"/>
              <w:rPr>
                <w:rFonts w:ascii="Arial" w:hAnsi="Arial" w:cs="Arial"/>
              </w:rPr>
            </w:pPr>
          </w:p>
          <w:p w:rsidR="00AF6D46" w:rsidRPr="008A54A2" w:rsidRDefault="00AF6D46" w:rsidP="00053F43">
            <w:pPr>
              <w:spacing w:line="276" w:lineRule="auto"/>
              <w:rPr>
                <w:rFonts w:ascii="Arial" w:hAnsi="Arial" w:cs="Arial"/>
              </w:rPr>
            </w:pPr>
          </w:p>
          <w:p w:rsidR="00AF6D46" w:rsidRPr="008A54A2" w:rsidRDefault="00AF6D46" w:rsidP="00053F43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933C06" w:rsidRDefault="00933C06" w:rsidP="00F2363E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:rsidR="00F2363E" w:rsidRPr="00AA680E" w:rsidRDefault="00933C06" w:rsidP="00F2363E">
      <w:pPr>
        <w:spacing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  <w:r w:rsidR="004140F4">
        <w:rPr>
          <w:rFonts w:ascii="Arial" w:hAnsi="Arial" w:cs="Arial"/>
          <w:b/>
          <w:sz w:val="24"/>
          <w:szCs w:val="24"/>
        </w:rPr>
        <w:t>Persoonsgegevens</w:t>
      </w:r>
    </w:p>
    <w:p w:rsidR="00F2363E" w:rsidRPr="00CA40A9" w:rsidRDefault="00F2363E" w:rsidP="00F2363E">
      <w:pPr>
        <w:spacing w:line="276" w:lineRule="auto"/>
        <w:rPr>
          <w:rFonts w:ascii="Arial" w:hAnsi="Arial" w:cs="Arial"/>
        </w:rPr>
      </w:pPr>
    </w:p>
    <w:p w:rsidR="00F2363E" w:rsidRPr="00CA40A9" w:rsidRDefault="00F2363E" w:rsidP="00F2363E">
      <w:pPr>
        <w:spacing w:line="276" w:lineRule="auto"/>
        <w:rPr>
          <w:rFonts w:ascii="Arial" w:hAnsi="Arial" w:cs="Arial"/>
        </w:rPr>
      </w:pPr>
      <w:r w:rsidRPr="00CA40A9">
        <w:rPr>
          <w:rFonts w:ascii="Arial" w:hAnsi="Arial" w:cs="Arial"/>
        </w:rPr>
        <w:t xml:space="preserve">Tot slot, willen we nog enkele vragen over uzelf </w:t>
      </w:r>
      <w:r>
        <w:rPr>
          <w:rFonts w:ascii="Arial" w:hAnsi="Arial" w:cs="Arial"/>
        </w:rPr>
        <w:t xml:space="preserve">en uw </w:t>
      </w:r>
      <w:r w:rsidRPr="009F7E68">
        <w:rPr>
          <w:rFonts w:ascii="Arial" w:hAnsi="Arial" w:cs="Arial"/>
        </w:rPr>
        <w:t>beperking(en) stellen.</w:t>
      </w:r>
      <w:r w:rsidR="00A60EFF" w:rsidRPr="009F7E68">
        <w:rPr>
          <w:rFonts w:ascii="Arial" w:hAnsi="Arial" w:cs="Arial"/>
        </w:rPr>
        <w:t xml:space="preserve"> Deze informatie gebruiken we om te kijken of er verschillen zijn tussen mensen. Bijvoorbeeld tussen mannen en vrouwen.</w:t>
      </w:r>
      <w:r w:rsidR="00A60EFF">
        <w:rPr>
          <w:rFonts w:ascii="Arial" w:hAnsi="Arial" w:cs="Arial"/>
        </w:rPr>
        <w:t xml:space="preserve"> </w:t>
      </w:r>
    </w:p>
    <w:p w:rsidR="00F2363E" w:rsidRPr="00CA40A9" w:rsidRDefault="00F2363E" w:rsidP="00F2363E">
      <w:pPr>
        <w:spacing w:line="276" w:lineRule="auto"/>
        <w:rPr>
          <w:rFonts w:ascii="Arial" w:hAnsi="Arial" w:cs="Arial"/>
        </w:rPr>
      </w:pPr>
    </w:p>
    <w:p w:rsidR="00F2363E" w:rsidRPr="00CA40A9" w:rsidRDefault="00F5690A" w:rsidP="00F2363E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5</w:t>
      </w:r>
      <w:r w:rsidR="00F85DF1">
        <w:rPr>
          <w:rFonts w:ascii="Arial" w:hAnsi="Arial" w:cs="Arial"/>
          <w:b/>
        </w:rPr>
        <w:t>6</w:t>
      </w:r>
      <w:r w:rsidR="00F2363E" w:rsidRPr="00CA40A9">
        <w:rPr>
          <w:rFonts w:ascii="Arial" w:hAnsi="Arial" w:cs="Arial"/>
          <w:b/>
        </w:rPr>
        <w:t>.</w:t>
      </w:r>
      <w:r w:rsidR="00F2363E" w:rsidRPr="00CA40A9">
        <w:rPr>
          <w:rFonts w:ascii="Arial" w:hAnsi="Arial" w:cs="Arial"/>
          <w:b/>
        </w:rPr>
        <w:tab/>
        <w:t>Bent u een man of vrouw?</w:t>
      </w:r>
    </w:p>
    <w:p w:rsidR="00F2363E" w:rsidRPr="00CA40A9" w:rsidRDefault="00F2363E" w:rsidP="00F2363E">
      <w:pPr>
        <w:spacing w:line="144" w:lineRule="auto"/>
        <w:rPr>
          <w:rFonts w:ascii="Arial" w:hAnsi="Arial" w:cs="Arial"/>
          <w:i/>
        </w:rPr>
      </w:pPr>
    </w:p>
    <w:tbl>
      <w:tblPr>
        <w:tblW w:w="0" w:type="auto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077"/>
      </w:tblGrid>
      <w:tr w:rsidR="00F2363E" w:rsidRPr="00CA40A9" w:rsidTr="0071480C">
        <w:tc>
          <w:tcPr>
            <w:tcW w:w="397" w:type="dxa"/>
            <w:vAlign w:val="center"/>
          </w:tcPr>
          <w:p w:rsidR="00F2363E" w:rsidRPr="00CA40A9" w:rsidRDefault="0081580E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02" name="Text Box 34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93" o:spid="_x0000_s1266" type="#_x0000_t202" style="position:absolute;margin-left:0;margin-top:2pt;width:11.35pt;height:11.35pt;z-index:25166336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dxiJGiQCAABN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F2363E" w:rsidRPr="00CA40A9" w:rsidRDefault="00F2363E" w:rsidP="00AD402E">
            <w:pPr>
              <w:spacing w:line="276" w:lineRule="auto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>man</w:t>
            </w:r>
          </w:p>
        </w:tc>
      </w:tr>
      <w:tr w:rsidR="00F2363E" w:rsidRPr="00CA40A9" w:rsidTr="0071480C">
        <w:tc>
          <w:tcPr>
            <w:tcW w:w="397" w:type="dxa"/>
            <w:vAlign w:val="center"/>
          </w:tcPr>
          <w:p w:rsidR="00F2363E" w:rsidRPr="00CA40A9" w:rsidRDefault="0081580E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01" name="Text Box 34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94" o:spid="_x0000_s1267" type="#_x0000_t202" style="position:absolute;margin-left:0;margin-top:2pt;width:11.35pt;height:11.35pt;z-index:25166438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DGnq0AiAgAATQ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F2363E" w:rsidRPr="00CA40A9" w:rsidRDefault="00F2363E" w:rsidP="00AD402E">
            <w:pPr>
              <w:spacing w:line="276" w:lineRule="auto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>vrouw</w:t>
            </w:r>
          </w:p>
        </w:tc>
      </w:tr>
    </w:tbl>
    <w:p w:rsidR="000023AE" w:rsidRDefault="000023AE" w:rsidP="00F2363E">
      <w:pPr>
        <w:spacing w:line="276" w:lineRule="auto"/>
        <w:ind w:left="360" w:hanging="360"/>
        <w:rPr>
          <w:rFonts w:ascii="Arial" w:hAnsi="Arial" w:cs="Arial"/>
          <w:b/>
        </w:rPr>
      </w:pPr>
    </w:p>
    <w:p w:rsidR="000023AE" w:rsidRDefault="000023AE" w:rsidP="00F2363E">
      <w:pPr>
        <w:spacing w:line="276" w:lineRule="auto"/>
        <w:ind w:left="360" w:hanging="360"/>
        <w:rPr>
          <w:rFonts w:ascii="Arial" w:hAnsi="Arial" w:cs="Arial"/>
          <w:b/>
        </w:rPr>
      </w:pPr>
    </w:p>
    <w:p w:rsidR="00F2363E" w:rsidRPr="00CA40A9" w:rsidRDefault="0087581D" w:rsidP="00F2363E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5</w:t>
      </w:r>
      <w:r w:rsidR="00F85DF1">
        <w:rPr>
          <w:rFonts w:ascii="Arial" w:hAnsi="Arial" w:cs="Arial"/>
          <w:b/>
        </w:rPr>
        <w:t>7</w:t>
      </w:r>
      <w:r w:rsidR="00F2363E" w:rsidRPr="00CA40A9">
        <w:rPr>
          <w:rFonts w:ascii="Arial" w:hAnsi="Arial" w:cs="Arial"/>
          <w:b/>
        </w:rPr>
        <w:t>.</w:t>
      </w:r>
      <w:r w:rsidR="00F2363E" w:rsidRPr="00CA40A9">
        <w:rPr>
          <w:rFonts w:ascii="Arial" w:hAnsi="Arial" w:cs="Arial"/>
          <w:b/>
        </w:rPr>
        <w:tab/>
        <w:t>Hoe oud bent u?</w:t>
      </w:r>
    </w:p>
    <w:p w:rsidR="00F2363E" w:rsidRPr="00CA40A9" w:rsidRDefault="00F2363E" w:rsidP="00F2363E">
      <w:pPr>
        <w:spacing w:line="144" w:lineRule="auto"/>
        <w:rPr>
          <w:rFonts w:ascii="Arial" w:hAnsi="Arial" w:cs="Arial"/>
          <w:i/>
        </w:rPr>
      </w:pPr>
    </w:p>
    <w:tbl>
      <w:tblPr>
        <w:tblW w:w="8474" w:type="dxa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077"/>
      </w:tblGrid>
      <w:tr w:rsidR="00F2363E" w:rsidRPr="00CA40A9" w:rsidTr="0071480C">
        <w:tc>
          <w:tcPr>
            <w:tcW w:w="397" w:type="dxa"/>
            <w:vAlign w:val="center"/>
          </w:tcPr>
          <w:p w:rsidR="00F2363E" w:rsidRPr="00CA40A9" w:rsidRDefault="0081580E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00" name="Text Box 34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95" o:spid="_x0000_s1268" type="#_x0000_t202" style="position:absolute;margin-left:0;margin-top:2pt;width:11.35pt;height:11.35pt;z-index:25166540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PWkW5MiAgAATQ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F2363E" w:rsidRPr="00CA40A9" w:rsidRDefault="00F2363E" w:rsidP="00AD402E">
            <w:pPr>
              <w:spacing w:line="276" w:lineRule="auto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>jonger dan 1</w:t>
            </w:r>
            <w:r w:rsidR="00BE61F9">
              <w:rPr>
                <w:rFonts w:ascii="Arial" w:hAnsi="Arial" w:cs="Arial"/>
              </w:rPr>
              <w:t>6</w:t>
            </w:r>
            <w:r w:rsidRPr="00CA40A9">
              <w:rPr>
                <w:rFonts w:ascii="Arial" w:hAnsi="Arial" w:cs="Arial"/>
              </w:rPr>
              <w:t xml:space="preserve"> jaar</w:t>
            </w:r>
          </w:p>
        </w:tc>
      </w:tr>
      <w:tr w:rsidR="00F2363E" w:rsidRPr="00CA40A9" w:rsidTr="0071480C">
        <w:tc>
          <w:tcPr>
            <w:tcW w:w="397" w:type="dxa"/>
            <w:vAlign w:val="center"/>
          </w:tcPr>
          <w:p w:rsidR="00F2363E" w:rsidRPr="00CA40A9" w:rsidRDefault="0081580E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99" name="Text Box 34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96" o:spid="_x0000_s1269" type="#_x0000_t202" style="position:absolute;margin-left:0;margin-top:2pt;width:11.35pt;height:11.35pt;z-index:25166643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zNpyeSQCAABM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F2363E" w:rsidRPr="00CA40A9" w:rsidRDefault="00BE61F9" w:rsidP="00AD402E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  <w:r w:rsidR="00F2363E" w:rsidRPr="00CA40A9">
              <w:rPr>
                <w:rFonts w:ascii="Arial" w:hAnsi="Arial" w:cs="Arial"/>
              </w:rPr>
              <w:t xml:space="preserve"> t/m 24 jaar</w:t>
            </w:r>
          </w:p>
        </w:tc>
      </w:tr>
      <w:tr w:rsidR="00F2363E" w:rsidRPr="00CA40A9" w:rsidTr="0071480C">
        <w:tc>
          <w:tcPr>
            <w:tcW w:w="397" w:type="dxa"/>
            <w:vAlign w:val="center"/>
          </w:tcPr>
          <w:p w:rsidR="00F2363E" w:rsidRPr="00CA40A9" w:rsidRDefault="0081580E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98" name="Text Box 34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97" o:spid="_x0000_s1270" type="#_x0000_t202" style="position:absolute;margin-left:0;margin-top:2pt;width:11.35pt;height:11.35pt;z-index:25166745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CNmCqiQCAABM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F2363E" w:rsidRPr="00CA40A9" w:rsidRDefault="00F2363E" w:rsidP="00AD402E">
            <w:pPr>
              <w:spacing w:line="276" w:lineRule="auto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>25 t/m 34 jaar</w:t>
            </w:r>
          </w:p>
        </w:tc>
      </w:tr>
      <w:tr w:rsidR="00F2363E" w:rsidRPr="00CA40A9" w:rsidTr="0071480C">
        <w:tc>
          <w:tcPr>
            <w:tcW w:w="397" w:type="dxa"/>
            <w:vAlign w:val="center"/>
          </w:tcPr>
          <w:p w:rsidR="00F2363E" w:rsidRPr="00CA40A9" w:rsidRDefault="0081580E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97" name="Text Box 34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98" o:spid="_x0000_s1271" type="#_x0000_t202" style="position:absolute;margin-left:0;margin-top:2pt;width:11.35pt;height:11.35pt;z-index:25166848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4MLXyiQCAABM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F2363E" w:rsidRPr="00CA40A9" w:rsidRDefault="00F2363E" w:rsidP="00AD402E">
            <w:pPr>
              <w:spacing w:line="276" w:lineRule="auto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>35 t/m 44 jaar</w:t>
            </w:r>
          </w:p>
        </w:tc>
      </w:tr>
      <w:tr w:rsidR="00F2363E" w:rsidRPr="00CA40A9" w:rsidTr="0071480C">
        <w:tc>
          <w:tcPr>
            <w:tcW w:w="397" w:type="dxa"/>
            <w:vAlign w:val="center"/>
          </w:tcPr>
          <w:p w:rsidR="00F2363E" w:rsidRPr="00CA40A9" w:rsidRDefault="0081580E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96" name="Text Box 34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99" o:spid="_x0000_s1272" type="#_x0000_t202" style="position:absolute;margin-left:0;margin-top:2pt;width:11.35pt;height:11.35pt;z-index:25166950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AkwScZIwIAAEw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F2363E" w:rsidRPr="00CA40A9" w:rsidRDefault="00F2363E" w:rsidP="00AD402E">
            <w:pPr>
              <w:spacing w:line="276" w:lineRule="auto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>45 t/m 54 jaar</w:t>
            </w:r>
          </w:p>
        </w:tc>
      </w:tr>
      <w:tr w:rsidR="00F2363E" w:rsidRPr="00CA40A9" w:rsidTr="0071480C">
        <w:tc>
          <w:tcPr>
            <w:tcW w:w="397" w:type="dxa"/>
            <w:vAlign w:val="center"/>
          </w:tcPr>
          <w:p w:rsidR="00F2363E" w:rsidRPr="00CA40A9" w:rsidRDefault="0081580E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95" name="Text Box 35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00" o:spid="_x0000_s1273" type="#_x0000_t202" style="position:absolute;margin-left:0;margin-top:2pt;width:11.35pt;height:11.35pt;z-index:25167052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KLAHiMiAgAATA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F2363E" w:rsidRPr="00CA40A9" w:rsidRDefault="00F2363E" w:rsidP="00AD402E">
            <w:pPr>
              <w:spacing w:line="276" w:lineRule="auto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>55 t/m 64 jaar</w:t>
            </w:r>
          </w:p>
        </w:tc>
      </w:tr>
      <w:tr w:rsidR="00F2363E" w:rsidRPr="00CA40A9" w:rsidTr="0071480C">
        <w:tc>
          <w:tcPr>
            <w:tcW w:w="397" w:type="dxa"/>
            <w:vAlign w:val="center"/>
          </w:tcPr>
          <w:p w:rsidR="00F2363E" w:rsidRPr="00CA40A9" w:rsidRDefault="0081580E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94" name="Text Box 35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01" o:spid="_x0000_s1274" type="#_x0000_t202" style="position:absolute;margin-left:0;margin-top:2pt;width:11.35pt;height:11.35pt;z-index:25167155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" strokeweight=".5pt">
                      <v:textbox inset="0,0,0,0">
                        <w:txbxContent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F2363E" w:rsidRPr="00CA40A9" w:rsidRDefault="00F2363E" w:rsidP="00AD402E">
            <w:pPr>
              <w:spacing w:line="276" w:lineRule="auto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>65 t/m 74 jaar</w:t>
            </w:r>
          </w:p>
        </w:tc>
      </w:tr>
      <w:tr w:rsidR="00F2363E" w:rsidRPr="00CA40A9" w:rsidTr="0071480C">
        <w:tc>
          <w:tcPr>
            <w:tcW w:w="397" w:type="dxa"/>
            <w:vAlign w:val="center"/>
          </w:tcPr>
          <w:p w:rsidR="00F2363E" w:rsidRPr="00CA40A9" w:rsidRDefault="0081580E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93" name="Text Box 35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02" o:spid="_x0000_s1275" type="#_x0000_t202" style="position:absolute;margin-left:0;margin-top:2pt;width:11.35pt;height:11.35pt;z-index:25167257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AGNRAYiAgAATA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F2363E" w:rsidRPr="00CA40A9" w:rsidRDefault="00F2363E" w:rsidP="00AD402E">
            <w:r w:rsidRPr="00CA40A9">
              <w:rPr>
                <w:rFonts w:ascii="Arial" w:hAnsi="Arial" w:cs="Arial"/>
              </w:rPr>
              <w:t>75 jaar of ouder</w:t>
            </w:r>
          </w:p>
        </w:tc>
      </w:tr>
    </w:tbl>
    <w:p w:rsidR="00F2363E" w:rsidRDefault="00F2363E" w:rsidP="00F2363E">
      <w:pPr>
        <w:spacing w:line="276" w:lineRule="auto"/>
        <w:rPr>
          <w:rFonts w:ascii="Arial" w:hAnsi="Arial" w:cs="Arial"/>
        </w:rPr>
      </w:pPr>
    </w:p>
    <w:p w:rsidR="00F2363E" w:rsidRDefault="00F2363E" w:rsidP="00F2363E">
      <w:pPr>
        <w:spacing w:line="276" w:lineRule="auto"/>
        <w:rPr>
          <w:rFonts w:ascii="Arial" w:hAnsi="Arial" w:cs="Arial"/>
        </w:rPr>
      </w:pPr>
    </w:p>
    <w:p w:rsidR="00F2363E" w:rsidRPr="00B32186" w:rsidRDefault="0087581D" w:rsidP="00F2363E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5</w:t>
      </w:r>
      <w:r w:rsidR="00F85DF1">
        <w:rPr>
          <w:rFonts w:ascii="Arial" w:hAnsi="Arial" w:cs="Arial"/>
          <w:b/>
        </w:rPr>
        <w:t>8</w:t>
      </w:r>
      <w:r w:rsidR="00F2363E" w:rsidRPr="00B32186">
        <w:rPr>
          <w:rFonts w:ascii="Arial" w:hAnsi="Arial" w:cs="Arial"/>
          <w:b/>
        </w:rPr>
        <w:t>.</w:t>
      </w:r>
      <w:r w:rsidR="0071480C">
        <w:rPr>
          <w:rFonts w:ascii="Arial" w:hAnsi="Arial" w:cs="Arial"/>
          <w:b/>
        </w:rPr>
        <w:tab/>
      </w:r>
      <w:r w:rsidR="00F2363E" w:rsidRPr="00B32186">
        <w:rPr>
          <w:rFonts w:ascii="Arial" w:hAnsi="Arial" w:cs="Arial"/>
          <w:b/>
        </w:rPr>
        <w:t xml:space="preserve">Wat voor </w:t>
      </w:r>
      <w:r w:rsidR="00F2363E">
        <w:rPr>
          <w:rFonts w:ascii="Arial" w:hAnsi="Arial" w:cs="Arial"/>
          <w:b/>
        </w:rPr>
        <w:t>lichamelijk</w:t>
      </w:r>
      <w:r w:rsidR="00F2363E" w:rsidRPr="00B32186">
        <w:rPr>
          <w:rFonts w:ascii="Arial" w:hAnsi="Arial" w:cs="Arial"/>
          <w:b/>
        </w:rPr>
        <w:t xml:space="preserve">e </w:t>
      </w:r>
      <w:r w:rsidR="00F2363E">
        <w:rPr>
          <w:rFonts w:ascii="Arial" w:hAnsi="Arial" w:cs="Arial"/>
          <w:b/>
        </w:rPr>
        <w:t xml:space="preserve">beperking </w:t>
      </w:r>
      <w:r w:rsidR="00F2363E" w:rsidRPr="00B32186">
        <w:rPr>
          <w:rFonts w:ascii="Arial" w:hAnsi="Arial" w:cs="Arial"/>
          <w:b/>
        </w:rPr>
        <w:t xml:space="preserve">heeft u? </w:t>
      </w:r>
    </w:p>
    <w:p w:rsidR="00F2363E" w:rsidRPr="00B32186" w:rsidRDefault="00F2363E" w:rsidP="00F2363E">
      <w:pPr>
        <w:spacing w:line="276" w:lineRule="auto"/>
        <w:ind w:left="360" w:hanging="360"/>
        <w:rPr>
          <w:rFonts w:ascii="Arial" w:hAnsi="Arial" w:cs="Arial"/>
          <w:i/>
        </w:rPr>
      </w:pPr>
      <w:r w:rsidRPr="00B32186">
        <w:rPr>
          <w:rFonts w:ascii="Arial" w:hAnsi="Arial" w:cs="Arial"/>
          <w:i/>
        </w:rPr>
        <w:tab/>
        <w:t>Meer</w:t>
      </w:r>
      <w:r>
        <w:rPr>
          <w:rFonts w:ascii="Arial" w:hAnsi="Arial" w:cs="Arial"/>
          <w:i/>
        </w:rPr>
        <w:t xml:space="preserve"> antwoorden aankruisen mag. </w:t>
      </w:r>
    </w:p>
    <w:p w:rsidR="00F2363E" w:rsidRPr="00B32186" w:rsidRDefault="00F2363E" w:rsidP="00F2363E">
      <w:pPr>
        <w:spacing w:line="144" w:lineRule="auto"/>
        <w:rPr>
          <w:rFonts w:ascii="Arial" w:hAnsi="Arial" w:cs="Arial"/>
          <w:i/>
        </w:rPr>
      </w:pPr>
    </w:p>
    <w:tbl>
      <w:tblPr>
        <w:tblW w:w="8716" w:type="dxa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319"/>
      </w:tblGrid>
      <w:tr w:rsidR="00F2363E" w:rsidRPr="00B32186" w:rsidTr="0071480C">
        <w:tc>
          <w:tcPr>
            <w:tcW w:w="397" w:type="dxa"/>
            <w:vAlign w:val="center"/>
          </w:tcPr>
          <w:p w:rsidR="00F2363E" w:rsidRPr="00B32186" w:rsidRDefault="0081580E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B32186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92" name="Text Box 35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56" o:spid="_x0000_s1276" type="#_x0000_t202" style="position:absolute;margin-left:0;margin-top:2pt;width:11.35pt;height:11.35pt;z-index:25171763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CqnsqLIwIAAEw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319" w:type="dxa"/>
            <w:vAlign w:val="center"/>
          </w:tcPr>
          <w:p w:rsidR="00F2363E" w:rsidRPr="00B32186" w:rsidRDefault="00F2363E" w:rsidP="00AD402E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dwarslaesie / verlamming</w:t>
            </w:r>
          </w:p>
        </w:tc>
      </w:tr>
      <w:tr w:rsidR="00F2363E" w:rsidRPr="00B32186" w:rsidTr="0071480C">
        <w:tc>
          <w:tcPr>
            <w:tcW w:w="397" w:type="dxa"/>
            <w:vAlign w:val="center"/>
          </w:tcPr>
          <w:p w:rsidR="00F2363E" w:rsidRPr="00B32186" w:rsidRDefault="0081580E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B32186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91" name="Text Box 35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57" o:spid="_x0000_s1277" type="#_x0000_t202" style="position:absolute;margin-left:0;margin-top:2pt;width:11.35pt;height:11.35pt;z-index:25171865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BbO990IwIAAEw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319" w:type="dxa"/>
            <w:vAlign w:val="center"/>
          </w:tcPr>
          <w:p w:rsidR="00F2363E" w:rsidRPr="00B32186" w:rsidRDefault="00F2363E" w:rsidP="00AD402E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ontbrekende / slecht functionerende ledematen</w:t>
            </w:r>
          </w:p>
        </w:tc>
      </w:tr>
      <w:tr w:rsidR="00F2363E" w:rsidRPr="00B32186" w:rsidTr="0071480C">
        <w:tc>
          <w:tcPr>
            <w:tcW w:w="397" w:type="dxa"/>
            <w:vAlign w:val="center"/>
          </w:tcPr>
          <w:p w:rsidR="00F2363E" w:rsidRPr="00B32186" w:rsidRDefault="0081580E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B32186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90" name="Text Box 35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58" o:spid="_x0000_s1278" type="#_x0000_t202" style="position:absolute;margin-left:0;margin-top:2pt;width:11.35pt;height:11.35pt;z-index:25171968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PwaD4AiAgAATA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319" w:type="dxa"/>
            <w:vAlign w:val="center"/>
          </w:tcPr>
          <w:p w:rsidR="00F2363E" w:rsidRPr="00B32186" w:rsidRDefault="00F2363E" w:rsidP="00AD402E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spierdystrofie</w:t>
            </w:r>
          </w:p>
        </w:tc>
      </w:tr>
      <w:tr w:rsidR="00F2363E" w:rsidRPr="00B32186" w:rsidTr="0071480C">
        <w:tc>
          <w:tcPr>
            <w:tcW w:w="397" w:type="dxa"/>
            <w:vAlign w:val="center"/>
          </w:tcPr>
          <w:p w:rsidR="00F2363E" w:rsidRPr="00B32186" w:rsidRDefault="0081580E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B32186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89" name="Text Box 35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59" o:spid="_x0000_s1279" type="#_x0000_t202" style="position:absolute;margin-left:0;margin-top:2pt;width:11.35pt;height:11.35pt;z-index:25172070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A6SniYiAgAATA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319" w:type="dxa"/>
            <w:vAlign w:val="center"/>
          </w:tcPr>
          <w:p w:rsidR="00F2363E" w:rsidRPr="00B32186" w:rsidRDefault="00F2363E" w:rsidP="00AD402E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CVA / beroerte</w:t>
            </w:r>
          </w:p>
        </w:tc>
      </w:tr>
      <w:tr w:rsidR="00F2363E" w:rsidRPr="00B32186" w:rsidTr="0071480C">
        <w:tc>
          <w:tcPr>
            <w:tcW w:w="397" w:type="dxa"/>
            <w:vAlign w:val="center"/>
          </w:tcPr>
          <w:p w:rsidR="00F2363E" w:rsidRPr="00B32186" w:rsidRDefault="0081580E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B32186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88" name="Text Box 35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60" o:spid="_x0000_s1280" type="#_x0000_t202" style="position:absolute;margin-left:0;margin-top:2pt;width:11.35pt;height:11.35pt;z-index:25172172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Cu2wSUiAgAATA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319" w:type="dxa"/>
            <w:vAlign w:val="center"/>
          </w:tcPr>
          <w:p w:rsidR="00F2363E" w:rsidRPr="00B32186" w:rsidRDefault="00F2363E" w:rsidP="00AD402E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Niet Aangeboren Hersenletsel</w:t>
            </w:r>
          </w:p>
        </w:tc>
      </w:tr>
      <w:tr w:rsidR="00F2363E" w:rsidRPr="00B32186" w:rsidTr="0071480C">
        <w:tc>
          <w:tcPr>
            <w:tcW w:w="397" w:type="dxa"/>
            <w:vAlign w:val="center"/>
          </w:tcPr>
          <w:p w:rsidR="00F2363E" w:rsidRPr="00B32186" w:rsidRDefault="0081580E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B32186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87" name="Text Box 35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64" o:spid="_x0000_s1281" type="#_x0000_t202" style="position:absolute;margin-left:0;margin-top:2pt;width:11.35pt;height:11.35pt;z-index:25172582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Bc5SpgIwIAAEw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319" w:type="dxa"/>
            <w:vAlign w:val="center"/>
          </w:tcPr>
          <w:p w:rsidR="00F2363E" w:rsidRPr="00B32186" w:rsidRDefault="00F2363E" w:rsidP="00AD402E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multiple sclerose</w:t>
            </w:r>
          </w:p>
        </w:tc>
      </w:tr>
      <w:tr w:rsidR="00F2363E" w:rsidRPr="00B32186" w:rsidTr="0071480C">
        <w:tc>
          <w:tcPr>
            <w:tcW w:w="397" w:type="dxa"/>
            <w:vAlign w:val="center"/>
          </w:tcPr>
          <w:p w:rsidR="00F2363E" w:rsidRPr="00B32186" w:rsidRDefault="0081580E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B32186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86" name="Text Box 35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65" o:spid="_x0000_s1282" type="#_x0000_t202" style="position:absolute;margin-left:0;margin-top:2pt;width:11.35pt;height:11.35pt;z-index:25172684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AoUJFVIwIAAEw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319" w:type="dxa"/>
            <w:vAlign w:val="center"/>
          </w:tcPr>
          <w:p w:rsidR="00F2363E" w:rsidRDefault="00F2363E" w:rsidP="00AD402E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fibromyalgie</w:t>
            </w:r>
          </w:p>
        </w:tc>
      </w:tr>
      <w:tr w:rsidR="00F2363E" w:rsidRPr="00B32186" w:rsidTr="0071480C">
        <w:tc>
          <w:tcPr>
            <w:tcW w:w="397" w:type="dxa"/>
            <w:vAlign w:val="center"/>
          </w:tcPr>
          <w:p w:rsidR="00F2363E" w:rsidRPr="00B32186" w:rsidRDefault="0081580E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B32186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85" name="Text Box 35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66" o:spid="_x0000_s1283" type="#_x0000_t202" style="position:absolute;margin-left:0;margin-top:2pt;width:11.35pt;height:11.35pt;z-index:25172787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" strokeweight=".5pt">
                      <v:textbox inset="0,0,0,0">
                        <w:txbxContent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319" w:type="dxa"/>
            <w:vAlign w:val="center"/>
          </w:tcPr>
          <w:p w:rsidR="00F2363E" w:rsidRDefault="00F2363E" w:rsidP="00AD402E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taaislijmziekte</w:t>
            </w:r>
          </w:p>
        </w:tc>
      </w:tr>
      <w:tr w:rsidR="00F2363E" w:rsidRPr="00B32186" w:rsidTr="0071480C">
        <w:tc>
          <w:tcPr>
            <w:tcW w:w="397" w:type="dxa"/>
            <w:vAlign w:val="center"/>
          </w:tcPr>
          <w:p w:rsidR="00F2363E" w:rsidRPr="00B32186" w:rsidRDefault="0081580E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B32186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84" name="Text Box 35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67" o:spid="_x0000_s1284" type="#_x0000_t202" style="position:absolute;margin-left:0;margin-top:2pt;width:11.35pt;height:11.35pt;z-index:25172889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DhUQApIwIAAEw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319" w:type="dxa"/>
            <w:vAlign w:val="center"/>
          </w:tcPr>
          <w:p w:rsidR="00F2363E" w:rsidRDefault="00F2363E" w:rsidP="00AD402E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longklachten</w:t>
            </w:r>
          </w:p>
        </w:tc>
      </w:tr>
      <w:tr w:rsidR="00F2363E" w:rsidRPr="00B32186" w:rsidTr="0071480C">
        <w:tc>
          <w:tcPr>
            <w:tcW w:w="397" w:type="dxa"/>
            <w:vAlign w:val="center"/>
          </w:tcPr>
          <w:p w:rsidR="00F2363E" w:rsidRPr="00B32186" w:rsidRDefault="0081580E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B32186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83" name="Text Box 35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68" o:spid="_x0000_s1285" type="#_x0000_t202" style="position:absolute;margin-left:0;margin-top:2pt;width:11.35pt;height:11.35pt;z-index:25172992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H9/qwMiAgAATA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319" w:type="dxa"/>
            <w:vAlign w:val="center"/>
          </w:tcPr>
          <w:p w:rsidR="00F2363E" w:rsidRDefault="00F2363E" w:rsidP="00AD402E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rugklachten</w:t>
            </w:r>
          </w:p>
        </w:tc>
      </w:tr>
      <w:tr w:rsidR="00F2363E" w:rsidRPr="00B32186" w:rsidTr="0071480C">
        <w:tc>
          <w:tcPr>
            <w:tcW w:w="397" w:type="dxa"/>
            <w:vAlign w:val="center"/>
          </w:tcPr>
          <w:p w:rsidR="00F2363E" w:rsidRPr="00B32186" w:rsidRDefault="0081580E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B32186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82" name="Text Box 35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62" o:spid="_x0000_s1286" type="#_x0000_t202" style="position:absolute;margin-left:0;margin-top:2pt;width:11.35pt;height:11.35pt;z-index:25172377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G2wAioiAgAATA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319" w:type="dxa"/>
            <w:vAlign w:val="center"/>
          </w:tcPr>
          <w:p w:rsidR="00F2363E" w:rsidRDefault="00F2363E" w:rsidP="00AD402E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chronische vermoeidheid</w:t>
            </w:r>
          </w:p>
        </w:tc>
      </w:tr>
      <w:tr w:rsidR="00F2363E" w:rsidRPr="00B32186" w:rsidTr="0071480C">
        <w:tc>
          <w:tcPr>
            <w:tcW w:w="397" w:type="dxa"/>
            <w:vAlign w:val="center"/>
          </w:tcPr>
          <w:p w:rsidR="00F2363E" w:rsidRPr="00B32186" w:rsidRDefault="0081580E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B32186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81" name="Text Box 35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63" o:spid="_x0000_s1287" type="#_x0000_t202" style="position:absolute;margin-left:0;margin-top:2pt;width:11.35pt;height:11.35pt;z-index:25172480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JwVF9UiAgAATA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319" w:type="dxa"/>
            <w:vAlign w:val="center"/>
          </w:tcPr>
          <w:p w:rsidR="00F2363E" w:rsidRPr="00B32186" w:rsidRDefault="00F2363E" w:rsidP="00DE26D8">
            <w:pPr>
              <w:tabs>
                <w:tab w:val="right" w:leader="dot" w:pos="8066"/>
              </w:tabs>
              <w:spacing w:line="276" w:lineRule="auto"/>
              <w:rPr>
                <w:rFonts w:ascii="Arial" w:hAnsi="Arial" w:cs="Arial"/>
              </w:rPr>
            </w:pPr>
            <w:r w:rsidRPr="00B32186">
              <w:rPr>
                <w:rFonts w:ascii="Arial" w:hAnsi="Arial" w:cs="Arial"/>
              </w:rPr>
              <w:t xml:space="preserve">anders, nl.: </w:t>
            </w:r>
            <w:r w:rsidRPr="00B32186">
              <w:rPr>
                <w:rFonts w:ascii="Arial" w:hAnsi="Arial" w:cs="Arial"/>
              </w:rPr>
              <w:tab/>
            </w:r>
          </w:p>
        </w:tc>
      </w:tr>
    </w:tbl>
    <w:p w:rsidR="00F2363E" w:rsidRPr="00B32186" w:rsidRDefault="00F2363E" w:rsidP="00F2363E">
      <w:pPr>
        <w:spacing w:line="276" w:lineRule="auto"/>
        <w:rPr>
          <w:rFonts w:ascii="Arial" w:hAnsi="Arial" w:cs="Arial"/>
        </w:rPr>
      </w:pPr>
    </w:p>
    <w:p w:rsidR="00F2363E" w:rsidRPr="00B32186" w:rsidRDefault="00B04122" w:rsidP="00F2363E">
      <w:pPr>
        <w:tabs>
          <w:tab w:val="left" w:pos="360"/>
        </w:tabs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 w:rsidR="00F85DF1">
        <w:rPr>
          <w:rFonts w:ascii="Arial" w:hAnsi="Arial" w:cs="Arial"/>
          <w:b/>
        </w:rPr>
        <w:t>59</w:t>
      </w:r>
      <w:r w:rsidR="00F2363E" w:rsidRPr="00B32186">
        <w:rPr>
          <w:rFonts w:ascii="Arial" w:hAnsi="Arial" w:cs="Arial"/>
          <w:b/>
        </w:rPr>
        <w:t>.</w:t>
      </w:r>
      <w:r w:rsidR="00F2363E" w:rsidRPr="00B32186">
        <w:rPr>
          <w:rFonts w:ascii="Arial" w:hAnsi="Arial" w:cs="Arial"/>
          <w:b/>
        </w:rPr>
        <w:tab/>
        <w:t xml:space="preserve">Heeft u nog een andere aandoening of beperking? Zo ja, welke? </w:t>
      </w:r>
    </w:p>
    <w:p w:rsidR="00F2363E" w:rsidRPr="00B32186" w:rsidRDefault="00F2363E" w:rsidP="00F2363E">
      <w:pPr>
        <w:tabs>
          <w:tab w:val="left" w:pos="360"/>
        </w:tabs>
        <w:spacing w:line="276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ab/>
      </w:r>
      <w:r w:rsidRPr="00B32186">
        <w:rPr>
          <w:rFonts w:ascii="Arial" w:hAnsi="Arial" w:cs="Arial"/>
          <w:i/>
        </w:rPr>
        <w:t>Meer</w:t>
      </w:r>
      <w:r>
        <w:rPr>
          <w:rFonts w:ascii="Arial" w:hAnsi="Arial" w:cs="Arial"/>
          <w:i/>
        </w:rPr>
        <w:t xml:space="preserve"> antwoorden aankruisen mag.</w:t>
      </w:r>
    </w:p>
    <w:p w:rsidR="00F2363E" w:rsidRPr="00B32186" w:rsidRDefault="00F2363E" w:rsidP="00F2363E">
      <w:pPr>
        <w:spacing w:line="144" w:lineRule="auto"/>
        <w:rPr>
          <w:rFonts w:ascii="Arial" w:hAnsi="Arial" w:cs="Arial"/>
          <w:i/>
        </w:rPr>
      </w:pPr>
    </w:p>
    <w:tbl>
      <w:tblPr>
        <w:tblW w:w="8686" w:type="dxa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2"/>
        <w:gridCol w:w="8294"/>
      </w:tblGrid>
      <w:tr w:rsidR="00F2363E" w:rsidRPr="00B32186" w:rsidTr="00DE26D8">
        <w:tc>
          <w:tcPr>
            <w:tcW w:w="392" w:type="dxa"/>
            <w:vAlign w:val="center"/>
          </w:tcPr>
          <w:p w:rsidR="00F2363E" w:rsidRPr="00B32186" w:rsidRDefault="0081580E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B32186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80" name="Text Box 35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Pr="00BE06BC" w:rsidRDefault="00BE61F9" w:rsidP="00F2363E">
                                  <w:pPr>
                                    <w:rPr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61" o:spid="_x0000_s1288" type="#_x0000_t202" style="position:absolute;margin-left:0;margin-top:2pt;width:11.35pt;height:11.35pt;z-index:25172275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DpEAMrIwIAAEw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BE61F9" w:rsidRPr="00BE06BC" w:rsidRDefault="00BE61F9" w:rsidP="00F2363E">
                            <w:pPr>
                              <w:rPr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294" w:type="dxa"/>
            <w:vAlign w:val="center"/>
          </w:tcPr>
          <w:p w:rsidR="00F2363E" w:rsidRPr="00B32186" w:rsidRDefault="00F2363E" w:rsidP="00AD402E">
            <w:pPr>
              <w:rPr>
                <w:rFonts w:ascii="Arial" w:hAnsi="Arial" w:cs="Arial"/>
              </w:rPr>
            </w:pPr>
            <w:r w:rsidRPr="00B32186">
              <w:rPr>
                <w:rFonts w:ascii="Arial" w:hAnsi="Arial" w:cs="Arial"/>
              </w:rPr>
              <w:t>nee, geen andere aandoening of beperking</w:t>
            </w:r>
          </w:p>
        </w:tc>
      </w:tr>
      <w:tr w:rsidR="00F2363E" w:rsidRPr="00B32186" w:rsidTr="00DE26D8">
        <w:tc>
          <w:tcPr>
            <w:tcW w:w="392" w:type="dxa"/>
            <w:vAlign w:val="center"/>
          </w:tcPr>
          <w:p w:rsidR="00F2363E" w:rsidRPr="00B32186" w:rsidRDefault="0081580E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B32186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79" name="Text Box 35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69" o:spid="_x0000_s1289" type="#_x0000_t202" style="position:absolute;margin-left:0;margin-top:2pt;width:11.35pt;height:11.35pt;z-index:25173094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Bm3cnQIwIAAEw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294" w:type="dxa"/>
            <w:vAlign w:val="center"/>
          </w:tcPr>
          <w:p w:rsidR="00F2363E" w:rsidRPr="00B32186" w:rsidRDefault="00F2363E" w:rsidP="00AD402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problemen met spreken of taal (bijv. afasie)</w:t>
            </w:r>
          </w:p>
        </w:tc>
      </w:tr>
      <w:tr w:rsidR="00F2363E" w:rsidRPr="00B32186" w:rsidTr="00DE26D8">
        <w:tc>
          <w:tcPr>
            <w:tcW w:w="392" w:type="dxa"/>
            <w:vAlign w:val="center"/>
          </w:tcPr>
          <w:p w:rsidR="00F2363E" w:rsidRPr="00B32186" w:rsidRDefault="0081580E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B32186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78" name="Text Box 35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Pr="00BE06BC" w:rsidRDefault="00BE61F9" w:rsidP="00F2363E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70" o:spid="_x0000_s1290" type="#_x0000_t202" style="position:absolute;margin-left:0;margin-top:2pt;width:11.35pt;height:11.35pt;z-index:25173196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BhWjAIIwIAAEw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BE61F9" w:rsidRPr="00BE06BC" w:rsidRDefault="00BE61F9" w:rsidP="00F2363E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294" w:type="dxa"/>
            <w:vAlign w:val="center"/>
          </w:tcPr>
          <w:p w:rsidR="00F2363E" w:rsidRPr="00B32186" w:rsidRDefault="00F2363E" w:rsidP="00AD402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slechthorend / doof</w:t>
            </w:r>
          </w:p>
        </w:tc>
      </w:tr>
      <w:tr w:rsidR="00F2363E" w:rsidRPr="00B32186" w:rsidTr="00DE26D8">
        <w:tc>
          <w:tcPr>
            <w:tcW w:w="392" w:type="dxa"/>
            <w:vAlign w:val="center"/>
          </w:tcPr>
          <w:p w:rsidR="00F2363E" w:rsidRPr="00B32186" w:rsidRDefault="0081580E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B32186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77" name="Text Box 35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71" o:spid="_x0000_s1291" type="#_x0000_t202" style="position:absolute;margin-left:0;margin-top:2pt;width:11.35pt;height:11.35pt;z-index:25173299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" strokeweight=".5pt">
                      <v:textbox inset="0,0,0,0">
                        <w:txbxContent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294" w:type="dxa"/>
            <w:vAlign w:val="center"/>
          </w:tcPr>
          <w:p w:rsidR="00F2363E" w:rsidRPr="00B32186" w:rsidRDefault="00F2363E" w:rsidP="00AD402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slechtziend / blind</w:t>
            </w:r>
          </w:p>
        </w:tc>
      </w:tr>
      <w:tr w:rsidR="00F2363E" w:rsidRPr="00B32186" w:rsidTr="00DE26D8">
        <w:tc>
          <w:tcPr>
            <w:tcW w:w="392" w:type="dxa"/>
            <w:vAlign w:val="center"/>
          </w:tcPr>
          <w:p w:rsidR="00F2363E" w:rsidRPr="00B32186" w:rsidRDefault="0081580E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B32186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76" name="Text Box 35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72" o:spid="_x0000_s1292" type="#_x0000_t202" style="position:absolute;margin-left:0;margin-top:2pt;width:11.35pt;height:11.35pt;z-index:25173401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MDc4tMiAgAATA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294" w:type="dxa"/>
            <w:vAlign w:val="center"/>
          </w:tcPr>
          <w:p w:rsidR="00F2363E" w:rsidRPr="00B32186" w:rsidRDefault="00F2363E" w:rsidP="00AD402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problemen met concentratie en oriëntatie (cognitieve stoornis)</w:t>
            </w:r>
            <w:r w:rsidR="0037467F">
              <w:rPr>
                <w:rFonts w:ascii="Arial" w:hAnsi="Arial" w:cs="Arial"/>
              </w:rPr>
              <w:t xml:space="preserve"> </w:t>
            </w:r>
          </w:p>
        </w:tc>
      </w:tr>
      <w:tr w:rsidR="00F2363E" w:rsidRPr="00B32186" w:rsidTr="00DE26D8">
        <w:tc>
          <w:tcPr>
            <w:tcW w:w="392" w:type="dxa"/>
            <w:vAlign w:val="center"/>
          </w:tcPr>
          <w:p w:rsidR="00F2363E" w:rsidRPr="00B32186" w:rsidRDefault="0081580E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B32186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75" name="Text Box 35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76" o:spid="_x0000_s1293" type="#_x0000_t202" style="position:absolute;margin-left:0;margin-top:2pt;width:11.35pt;height:11.35pt;z-index:25173811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AlbVHwiAgAATA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294" w:type="dxa"/>
            <w:vAlign w:val="center"/>
          </w:tcPr>
          <w:p w:rsidR="00F2363E" w:rsidRPr="00B32186" w:rsidRDefault="00F2363E" w:rsidP="00AD402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psychische problemen zoals depressie, gedragsproblemen, </w:t>
            </w:r>
            <w:r w:rsidR="008C383B">
              <w:rPr>
                <w:rFonts w:ascii="Arial" w:hAnsi="Arial" w:cs="Arial"/>
              </w:rPr>
              <w:t>persoonlijkheidsverandering</w:t>
            </w:r>
          </w:p>
        </w:tc>
      </w:tr>
      <w:tr w:rsidR="00F2363E" w:rsidRPr="00B32186" w:rsidTr="00DE26D8">
        <w:tc>
          <w:tcPr>
            <w:tcW w:w="392" w:type="dxa"/>
            <w:vAlign w:val="center"/>
          </w:tcPr>
          <w:p w:rsidR="00F2363E" w:rsidRPr="00B32186" w:rsidRDefault="0081580E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B32186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74" name="Text Box 35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73" o:spid="_x0000_s1294" type="#_x0000_t202" style="position:absolute;margin-left:0;margin-top:2pt;width:11.35pt;height:11.35pt;z-index:2517350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3j7CKSQCAABM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294" w:type="dxa"/>
            <w:vAlign w:val="center"/>
          </w:tcPr>
          <w:p w:rsidR="00F2363E" w:rsidRPr="00B32186" w:rsidRDefault="00F2363E" w:rsidP="00AD402E">
            <w:pPr>
              <w:tabs>
                <w:tab w:val="right" w:leader="dot" w:pos="5406"/>
              </w:tabs>
              <w:rPr>
                <w:rFonts w:ascii="Arial" w:hAnsi="Arial" w:cs="Arial"/>
              </w:rPr>
            </w:pPr>
            <w:r w:rsidRPr="00B32186">
              <w:rPr>
                <w:rFonts w:ascii="Arial" w:hAnsi="Arial" w:cs="Arial"/>
              </w:rPr>
              <w:t>verstandelijke beperking</w:t>
            </w:r>
          </w:p>
        </w:tc>
      </w:tr>
      <w:tr w:rsidR="00F2363E" w:rsidRPr="00B32186" w:rsidTr="00DE26D8">
        <w:tc>
          <w:tcPr>
            <w:tcW w:w="392" w:type="dxa"/>
            <w:vAlign w:val="center"/>
          </w:tcPr>
          <w:p w:rsidR="00F2363E" w:rsidRPr="00B32186" w:rsidRDefault="0081580E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B32186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73" name="Text Box 35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75" o:spid="_x0000_s1295" type="#_x0000_t202" style="position:absolute;margin-left:0;margin-top:2pt;width:11.35pt;height:11.35pt;z-index:25173708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57eeJCQCAABM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294" w:type="dxa"/>
            <w:vAlign w:val="center"/>
          </w:tcPr>
          <w:p w:rsidR="00F2363E" w:rsidRPr="00B32186" w:rsidRDefault="00F2363E" w:rsidP="00AD402E">
            <w:pPr>
              <w:tabs>
                <w:tab w:val="right" w:leader="dot" w:pos="5406"/>
              </w:tabs>
              <w:rPr>
                <w:rFonts w:ascii="Arial" w:hAnsi="Arial" w:cs="Arial"/>
              </w:rPr>
            </w:pPr>
            <w:r w:rsidRPr="00B32186">
              <w:rPr>
                <w:rFonts w:ascii="Arial" w:hAnsi="Arial" w:cs="Arial"/>
              </w:rPr>
              <w:t>dementie</w:t>
            </w:r>
            <w:r>
              <w:rPr>
                <w:rFonts w:ascii="Arial" w:hAnsi="Arial" w:cs="Arial"/>
              </w:rPr>
              <w:t xml:space="preserve"> / vergeetachtigheid / ziekte van Alzheimer</w:t>
            </w:r>
          </w:p>
        </w:tc>
      </w:tr>
      <w:tr w:rsidR="00F2363E" w:rsidRPr="00B32186" w:rsidTr="00DE26D8">
        <w:tc>
          <w:tcPr>
            <w:tcW w:w="392" w:type="dxa"/>
            <w:vAlign w:val="center"/>
          </w:tcPr>
          <w:p w:rsidR="00F2363E" w:rsidRPr="00B32186" w:rsidRDefault="0081580E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B32186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72" name="Text Box 35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74" o:spid="_x0000_s1296" type="#_x0000_t202" style="position:absolute;margin-left:0;margin-top:2pt;width:11.35pt;height:11.35pt;z-index:25173606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DIneHRIwIAAEw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294" w:type="dxa"/>
            <w:vAlign w:val="center"/>
          </w:tcPr>
          <w:p w:rsidR="00F2363E" w:rsidRPr="00B32186" w:rsidRDefault="00F2363E" w:rsidP="00DE26D8">
            <w:pPr>
              <w:tabs>
                <w:tab w:val="right" w:leader="dot" w:pos="8071"/>
              </w:tabs>
              <w:rPr>
                <w:rFonts w:ascii="Arial" w:hAnsi="Arial" w:cs="Arial"/>
              </w:rPr>
            </w:pPr>
            <w:r w:rsidRPr="00B32186">
              <w:rPr>
                <w:rFonts w:ascii="Arial" w:hAnsi="Arial" w:cs="Arial"/>
              </w:rPr>
              <w:t xml:space="preserve">anders, nl.: </w:t>
            </w:r>
            <w:r w:rsidRPr="00B32186">
              <w:rPr>
                <w:rFonts w:ascii="Arial" w:hAnsi="Arial" w:cs="Arial"/>
              </w:rPr>
              <w:tab/>
            </w:r>
          </w:p>
        </w:tc>
      </w:tr>
    </w:tbl>
    <w:p w:rsidR="00F2363E" w:rsidRDefault="00F2363E" w:rsidP="00F2363E">
      <w:pPr>
        <w:spacing w:line="276" w:lineRule="auto"/>
        <w:ind w:left="360" w:hanging="360"/>
        <w:rPr>
          <w:rFonts w:ascii="Arial" w:hAnsi="Arial" w:cs="Arial"/>
          <w:b/>
        </w:rPr>
      </w:pPr>
    </w:p>
    <w:p w:rsidR="00F2363E" w:rsidRDefault="00F2363E" w:rsidP="00F2363E">
      <w:pPr>
        <w:spacing w:line="276" w:lineRule="auto"/>
        <w:ind w:left="360" w:hanging="360"/>
        <w:rPr>
          <w:rFonts w:ascii="Arial" w:hAnsi="Arial" w:cs="Arial"/>
          <w:b/>
        </w:rPr>
      </w:pPr>
    </w:p>
    <w:p w:rsidR="00F2363E" w:rsidRPr="00CA40A9" w:rsidRDefault="00A657B1" w:rsidP="00F2363E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6</w:t>
      </w:r>
      <w:r w:rsidR="00F85DF1">
        <w:rPr>
          <w:rFonts w:ascii="Arial" w:hAnsi="Arial" w:cs="Arial"/>
          <w:b/>
        </w:rPr>
        <w:t>0</w:t>
      </w:r>
      <w:r w:rsidR="00F2363E" w:rsidRPr="00CA40A9">
        <w:rPr>
          <w:rFonts w:ascii="Arial" w:hAnsi="Arial" w:cs="Arial"/>
          <w:b/>
        </w:rPr>
        <w:t>.</w:t>
      </w:r>
      <w:r w:rsidR="00F2363E" w:rsidRPr="00CA40A9">
        <w:rPr>
          <w:rFonts w:ascii="Arial" w:hAnsi="Arial" w:cs="Arial"/>
          <w:b/>
        </w:rPr>
        <w:tab/>
      </w:r>
      <w:r w:rsidR="00F2363E">
        <w:rPr>
          <w:rFonts w:ascii="Arial" w:hAnsi="Arial" w:cs="Arial"/>
          <w:b/>
        </w:rPr>
        <w:t xml:space="preserve">Maakt u gebruik van </w:t>
      </w:r>
      <w:r w:rsidR="00F2363E" w:rsidRPr="00CA40A9">
        <w:rPr>
          <w:rFonts w:ascii="Arial" w:hAnsi="Arial" w:cs="Arial"/>
          <w:b/>
        </w:rPr>
        <w:t xml:space="preserve">een </w:t>
      </w:r>
      <w:r w:rsidR="00F2363E" w:rsidRPr="009F7E68">
        <w:rPr>
          <w:rFonts w:ascii="Arial" w:hAnsi="Arial" w:cs="Arial"/>
          <w:b/>
        </w:rPr>
        <w:t>rolstoel</w:t>
      </w:r>
      <w:r w:rsidR="009F7E68" w:rsidRPr="009F7E68">
        <w:rPr>
          <w:rFonts w:ascii="Arial" w:hAnsi="Arial" w:cs="Arial"/>
          <w:b/>
        </w:rPr>
        <w:t xml:space="preserve"> of </w:t>
      </w:r>
      <w:r w:rsidR="0044547E" w:rsidRPr="009F7E68">
        <w:rPr>
          <w:rFonts w:ascii="Arial" w:hAnsi="Arial" w:cs="Arial"/>
          <w:b/>
        </w:rPr>
        <w:t>scootmobiel</w:t>
      </w:r>
      <w:r w:rsidR="00F2363E" w:rsidRPr="009F7E68">
        <w:rPr>
          <w:rFonts w:ascii="Arial" w:hAnsi="Arial" w:cs="Arial"/>
          <w:b/>
        </w:rPr>
        <w:t>?</w:t>
      </w:r>
      <w:r w:rsidR="00F2363E" w:rsidRPr="00CA40A9">
        <w:rPr>
          <w:rFonts w:ascii="Arial" w:hAnsi="Arial" w:cs="Arial"/>
          <w:b/>
        </w:rPr>
        <w:t xml:space="preserve"> </w:t>
      </w:r>
    </w:p>
    <w:p w:rsidR="00F2363E" w:rsidRPr="00CA40A9" w:rsidRDefault="00F2363E" w:rsidP="00F2363E">
      <w:pPr>
        <w:spacing w:line="144" w:lineRule="auto"/>
        <w:rPr>
          <w:rFonts w:ascii="Arial" w:hAnsi="Arial" w:cs="Arial"/>
          <w:i/>
        </w:rPr>
      </w:pPr>
    </w:p>
    <w:tbl>
      <w:tblPr>
        <w:tblW w:w="0" w:type="auto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077"/>
      </w:tblGrid>
      <w:tr w:rsidR="00F2363E" w:rsidRPr="00CA40A9" w:rsidTr="0071480C">
        <w:tc>
          <w:tcPr>
            <w:tcW w:w="397" w:type="dxa"/>
            <w:vAlign w:val="center"/>
          </w:tcPr>
          <w:p w:rsidR="00F2363E" w:rsidRPr="00CA40A9" w:rsidRDefault="0081580E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71" name="Text Box 35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52" o:spid="_x0000_s1297" type="#_x0000_t202" style="position:absolute;margin-left:0;margin-top:2pt;width:11.35pt;height:11.35pt;z-index:25171353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IMDV5UiAgAATA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F2363E" w:rsidRPr="00CA40A9" w:rsidRDefault="00F2363E" w:rsidP="00AD402E">
            <w:pPr>
              <w:spacing w:line="276" w:lineRule="auto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>nooit</w:t>
            </w:r>
          </w:p>
        </w:tc>
      </w:tr>
      <w:tr w:rsidR="00F2363E" w:rsidRPr="00CA40A9" w:rsidTr="0071480C">
        <w:tc>
          <w:tcPr>
            <w:tcW w:w="397" w:type="dxa"/>
            <w:vAlign w:val="center"/>
          </w:tcPr>
          <w:p w:rsidR="00F2363E" w:rsidRPr="00CA40A9" w:rsidRDefault="0081580E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70" name="Text Box 35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53" o:spid="_x0000_s1298" type="#_x0000_t202" style="position:absolute;margin-left:0;margin-top:2pt;width:11.35pt;height:11.35pt;z-index:25171456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CHl8u0iAgAATA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F2363E" w:rsidRPr="00CA40A9" w:rsidRDefault="00F2363E" w:rsidP="00AD402E">
            <w:pPr>
              <w:spacing w:line="276" w:lineRule="auto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>soms</w:t>
            </w:r>
          </w:p>
        </w:tc>
      </w:tr>
      <w:tr w:rsidR="00F2363E" w:rsidRPr="00CA40A9" w:rsidTr="0071480C">
        <w:tc>
          <w:tcPr>
            <w:tcW w:w="397" w:type="dxa"/>
            <w:vAlign w:val="center"/>
          </w:tcPr>
          <w:p w:rsidR="00F2363E" w:rsidRPr="00CA40A9" w:rsidRDefault="0081580E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69" name="Text Box 35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54" o:spid="_x0000_s1299" type="#_x0000_t202" style="position:absolute;margin-left:0;margin-top:2pt;width:11.35pt;height:11.35pt;z-index:25171558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A8rHGdIwIAAEw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F2363E" w:rsidRPr="00CA40A9" w:rsidRDefault="00F2363E" w:rsidP="00AD402E">
            <w:pPr>
              <w:spacing w:line="276" w:lineRule="auto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>meestal</w:t>
            </w:r>
          </w:p>
        </w:tc>
      </w:tr>
      <w:tr w:rsidR="00F2363E" w:rsidRPr="00CA40A9" w:rsidTr="0071480C">
        <w:tc>
          <w:tcPr>
            <w:tcW w:w="397" w:type="dxa"/>
            <w:vAlign w:val="center"/>
          </w:tcPr>
          <w:p w:rsidR="00F2363E" w:rsidRPr="00CA40A9" w:rsidRDefault="0081580E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68" name="Text Box 35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55" o:spid="_x0000_s1300" type="#_x0000_t202" style="position:absolute;margin-left:0;margin-top:2pt;width:11.35pt;height:11.35pt;z-index:25171660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Gd4eNwiAgAATA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F2363E" w:rsidRPr="00CA40A9" w:rsidRDefault="00F2363E" w:rsidP="00AD402E">
            <w:pPr>
              <w:spacing w:line="276" w:lineRule="auto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>altijd</w:t>
            </w:r>
          </w:p>
        </w:tc>
      </w:tr>
    </w:tbl>
    <w:p w:rsidR="00F2363E" w:rsidRDefault="00F2363E" w:rsidP="00F2363E">
      <w:pPr>
        <w:spacing w:line="276" w:lineRule="auto"/>
        <w:rPr>
          <w:rFonts w:ascii="Arial" w:hAnsi="Arial" w:cs="Arial"/>
          <w:b/>
        </w:rPr>
      </w:pPr>
    </w:p>
    <w:p w:rsidR="00F2363E" w:rsidRDefault="00F2363E" w:rsidP="00F2363E">
      <w:pPr>
        <w:spacing w:line="276" w:lineRule="auto"/>
        <w:ind w:left="360" w:hanging="360"/>
        <w:rPr>
          <w:rFonts w:ascii="Arial" w:hAnsi="Arial" w:cs="Arial"/>
          <w:b/>
        </w:rPr>
      </w:pPr>
    </w:p>
    <w:p w:rsidR="00F2363E" w:rsidRPr="00CA40A9" w:rsidRDefault="00A657B1" w:rsidP="00F2363E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6</w:t>
      </w:r>
      <w:r w:rsidR="00F85DF1">
        <w:rPr>
          <w:rFonts w:ascii="Arial" w:hAnsi="Arial" w:cs="Arial"/>
          <w:b/>
        </w:rPr>
        <w:t>1</w:t>
      </w:r>
      <w:r w:rsidR="00F2363E" w:rsidRPr="00CA40A9">
        <w:rPr>
          <w:rFonts w:ascii="Arial" w:hAnsi="Arial" w:cs="Arial"/>
          <w:b/>
        </w:rPr>
        <w:t>.</w:t>
      </w:r>
      <w:r w:rsidR="00F2363E" w:rsidRPr="00CA40A9">
        <w:rPr>
          <w:rFonts w:ascii="Arial" w:hAnsi="Arial" w:cs="Arial"/>
          <w:b/>
        </w:rPr>
        <w:tab/>
        <w:t>Hoe gezond voelt u zich?</w:t>
      </w:r>
    </w:p>
    <w:p w:rsidR="00F2363E" w:rsidRPr="00CA40A9" w:rsidRDefault="00F2363E" w:rsidP="00F2363E">
      <w:pPr>
        <w:spacing w:line="144" w:lineRule="auto"/>
        <w:rPr>
          <w:rFonts w:ascii="Arial" w:hAnsi="Arial" w:cs="Arial"/>
          <w:i/>
        </w:rPr>
      </w:pPr>
    </w:p>
    <w:tbl>
      <w:tblPr>
        <w:tblW w:w="8474" w:type="dxa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077"/>
      </w:tblGrid>
      <w:tr w:rsidR="00F2363E" w:rsidRPr="00CA40A9" w:rsidTr="0071480C">
        <w:tc>
          <w:tcPr>
            <w:tcW w:w="397" w:type="dxa"/>
            <w:vAlign w:val="center"/>
          </w:tcPr>
          <w:p w:rsidR="00F2363E" w:rsidRPr="00CA40A9" w:rsidRDefault="0081580E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67" name="Text Box 35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85" o:spid="_x0000_s1301" type="#_x0000_t202" style="position:absolute;margin-left:0;margin-top:2pt;width:11.35pt;height:11.35pt;z-index:25174528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C533fcIwIAAEw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F2363E" w:rsidRPr="00CA40A9" w:rsidRDefault="00F2363E" w:rsidP="00AD402E">
            <w:pPr>
              <w:spacing w:line="276" w:lineRule="auto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>uitstekend</w:t>
            </w:r>
          </w:p>
        </w:tc>
      </w:tr>
      <w:tr w:rsidR="00F2363E" w:rsidRPr="00CA40A9" w:rsidTr="0071480C">
        <w:tc>
          <w:tcPr>
            <w:tcW w:w="397" w:type="dxa"/>
            <w:vAlign w:val="center"/>
          </w:tcPr>
          <w:p w:rsidR="00F2363E" w:rsidRPr="00CA40A9" w:rsidRDefault="0081580E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66" name="Text Box 35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86" o:spid="_x0000_s1302" type="#_x0000_t202" style="position:absolute;margin-left:0;margin-top:2pt;width:11.35pt;height:11.35pt;z-index:25174630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BXKO0SIwIAAEw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F2363E" w:rsidRPr="00CA40A9" w:rsidRDefault="00F2363E" w:rsidP="00AD402E">
            <w:pPr>
              <w:spacing w:line="276" w:lineRule="auto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>zeer goed</w:t>
            </w:r>
          </w:p>
        </w:tc>
      </w:tr>
      <w:tr w:rsidR="00F2363E" w:rsidRPr="00CA40A9" w:rsidTr="0071480C">
        <w:tc>
          <w:tcPr>
            <w:tcW w:w="397" w:type="dxa"/>
            <w:vAlign w:val="center"/>
          </w:tcPr>
          <w:p w:rsidR="00F2363E" w:rsidRPr="00CA40A9" w:rsidRDefault="0081580E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65" name="Text Box 35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87" o:spid="_x0000_s1303" type="#_x0000_t202" style="position:absolute;margin-left:0;margin-top:2pt;width:11.35pt;height:11.35pt;z-index:25174732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KaN+O0iAgAATA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F2363E" w:rsidRPr="00CA40A9" w:rsidRDefault="00F2363E" w:rsidP="00AD402E">
            <w:pPr>
              <w:spacing w:line="276" w:lineRule="auto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>goed</w:t>
            </w:r>
          </w:p>
        </w:tc>
      </w:tr>
      <w:tr w:rsidR="00F2363E" w:rsidRPr="00CA40A9" w:rsidTr="0071480C">
        <w:tc>
          <w:tcPr>
            <w:tcW w:w="397" w:type="dxa"/>
            <w:vAlign w:val="center"/>
          </w:tcPr>
          <w:p w:rsidR="00F2363E" w:rsidRPr="00CA40A9" w:rsidRDefault="0081580E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64" name="Text Box 35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88" o:spid="_x0000_s1304" type="#_x0000_t202" style="position:absolute;margin-left:0;margin-top:2pt;width:11.35pt;height:11.35pt;z-index:25174835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AGsKBkiAgAATA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F2363E" w:rsidRPr="00CA40A9" w:rsidRDefault="00F2363E" w:rsidP="00AD402E">
            <w:pPr>
              <w:spacing w:line="276" w:lineRule="auto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>matig</w:t>
            </w:r>
          </w:p>
        </w:tc>
      </w:tr>
      <w:tr w:rsidR="00F2363E" w:rsidRPr="00CA40A9" w:rsidTr="0071480C">
        <w:tc>
          <w:tcPr>
            <w:tcW w:w="397" w:type="dxa"/>
            <w:vAlign w:val="center"/>
          </w:tcPr>
          <w:p w:rsidR="00F2363E" w:rsidRPr="00CA40A9" w:rsidRDefault="0081580E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63" name="Text Box 35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89" o:spid="_x0000_s1305" type="#_x0000_t202" style="position:absolute;margin-left:0;margin-top:2pt;width:11.35pt;height:11.35pt;z-index:25174937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AOLTrciAgAATA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F2363E" w:rsidRPr="00CA40A9" w:rsidRDefault="00F2363E" w:rsidP="00AD402E">
            <w:r w:rsidRPr="00CA40A9">
              <w:rPr>
                <w:rFonts w:ascii="Arial" w:hAnsi="Arial" w:cs="Arial"/>
              </w:rPr>
              <w:t>slecht</w:t>
            </w:r>
          </w:p>
        </w:tc>
      </w:tr>
    </w:tbl>
    <w:p w:rsidR="00F2363E" w:rsidRDefault="00F2363E" w:rsidP="00F2363E">
      <w:pPr>
        <w:spacing w:line="276" w:lineRule="auto"/>
        <w:rPr>
          <w:rFonts w:ascii="Arial" w:hAnsi="Arial" w:cs="Arial"/>
        </w:rPr>
      </w:pPr>
    </w:p>
    <w:p w:rsidR="00A657B1" w:rsidRPr="00CA40A9" w:rsidRDefault="00A657B1" w:rsidP="00F2363E">
      <w:pPr>
        <w:spacing w:line="276" w:lineRule="auto"/>
        <w:rPr>
          <w:rFonts w:ascii="Arial" w:hAnsi="Arial" w:cs="Arial"/>
        </w:rPr>
      </w:pPr>
    </w:p>
    <w:p w:rsidR="00A657B1" w:rsidRPr="00CA40A9" w:rsidRDefault="0078741A" w:rsidP="00A657B1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6</w:t>
      </w:r>
      <w:r w:rsidR="00F85DF1">
        <w:rPr>
          <w:rFonts w:ascii="Arial" w:hAnsi="Arial" w:cs="Arial"/>
          <w:b/>
        </w:rPr>
        <w:t>2</w:t>
      </w:r>
      <w:r w:rsidR="00A657B1" w:rsidRPr="00CA40A9">
        <w:rPr>
          <w:rFonts w:ascii="Arial" w:hAnsi="Arial" w:cs="Arial"/>
          <w:b/>
        </w:rPr>
        <w:t>.</w:t>
      </w:r>
      <w:r w:rsidR="00A657B1" w:rsidRPr="00CA40A9">
        <w:rPr>
          <w:rFonts w:ascii="Arial" w:hAnsi="Arial" w:cs="Arial"/>
          <w:b/>
        </w:rPr>
        <w:tab/>
      </w:r>
      <w:r w:rsidR="00A657B1">
        <w:rPr>
          <w:rFonts w:ascii="Arial" w:hAnsi="Arial" w:cs="Arial"/>
          <w:b/>
        </w:rPr>
        <w:t>Hoe woont u</w:t>
      </w:r>
      <w:r w:rsidR="00A657B1" w:rsidRPr="00CA40A9">
        <w:rPr>
          <w:rFonts w:ascii="Arial" w:hAnsi="Arial" w:cs="Arial"/>
          <w:b/>
        </w:rPr>
        <w:t xml:space="preserve">? </w:t>
      </w:r>
    </w:p>
    <w:p w:rsidR="00A657B1" w:rsidRPr="00CA40A9" w:rsidRDefault="00A657B1" w:rsidP="00A657B1">
      <w:pPr>
        <w:spacing w:line="144" w:lineRule="auto"/>
        <w:rPr>
          <w:rFonts w:ascii="Arial" w:hAnsi="Arial" w:cs="Arial"/>
          <w:i/>
        </w:rPr>
      </w:pPr>
    </w:p>
    <w:tbl>
      <w:tblPr>
        <w:tblW w:w="8637" w:type="dxa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2"/>
        <w:gridCol w:w="8245"/>
      </w:tblGrid>
      <w:tr w:rsidR="00A657B1" w:rsidRPr="00CA40A9" w:rsidTr="0071480C">
        <w:tc>
          <w:tcPr>
            <w:tcW w:w="392" w:type="dxa"/>
            <w:vAlign w:val="center"/>
          </w:tcPr>
          <w:p w:rsidR="00A657B1" w:rsidRPr="00CA40A9" w:rsidRDefault="0081580E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62" name="Text Box 35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A657B1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A657B1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90" o:spid="_x0000_s1306" type="#_x0000_t202" style="position:absolute;margin-left:0;margin-top:2pt;width:11.35pt;height:11.35pt;z-index:25175040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" strokeweight=".5pt">
                      <v:textbox inset="0,0,0,0">
                        <w:txbxContent>
                          <w:p w:rsidR="00BE61F9" w:rsidRDefault="00BE61F9" w:rsidP="00A657B1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A657B1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245" w:type="dxa"/>
            <w:vAlign w:val="center"/>
          </w:tcPr>
          <w:p w:rsidR="00A657B1" w:rsidRPr="00CA40A9" w:rsidRDefault="00A657B1" w:rsidP="00AD402E">
            <w:pPr>
              <w:spacing w:line="276" w:lineRule="auto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 xml:space="preserve">ik </w:t>
            </w:r>
            <w:r>
              <w:rPr>
                <w:rFonts w:ascii="Arial" w:hAnsi="Arial" w:cs="Arial"/>
              </w:rPr>
              <w:t xml:space="preserve">woon alleen (eigen woning/appartement) </w:t>
            </w:r>
          </w:p>
        </w:tc>
      </w:tr>
      <w:tr w:rsidR="00A657B1" w:rsidRPr="00CA40A9" w:rsidTr="0071480C">
        <w:tc>
          <w:tcPr>
            <w:tcW w:w="392" w:type="dxa"/>
            <w:vAlign w:val="center"/>
          </w:tcPr>
          <w:p w:rsidR="00A657B1" w:rsidRPr="00CA40A9" w:rsidRDefault="0081580E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61" name="Text Box 35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A657B1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A657B1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91" o:spid="_x0000_s1307" type="#_x0000_t202" style="position:absolute;margin-left:0;margin-top:2pt;width:11.35pt;height:11.35pt;z-index:25175142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1DVkJyQCAABL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BE61F9" w:rsidRDefault="00BE61F9" w:rsidP="00A657B1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A657B1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245" w:type="dxa"/>
            <w:vAlign w:val="center"/>
          </w:tcPr>
          <w:p w:rsidR="00A657B1" w:rsidRPr="00CA40A9" w:rsidRDefault="00A657B1" w:rsidP="00AD402E">
            <w:pPr>
              <w:spacing w:line="276" w:lineRule="auto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>ik</w:t>
            </w:r>
            <w:r>
              <w:rPr>
                <w:rFonts w:ascii="Arial" w:hAnsi="Arial" w:cs="Arial"/>
              </w:rPr>
              <w:t xml:space="preserve"> woon samen met partner (en/of kinderen)</w:t>
            </w:r>
          </w:p>
        </w:tc>
      </w:tr>
      <w:tr w:rsidR="00A657B1" w:rsidRPr="00CA40A9" w:rsidTr="0071480C">
        <w:tc>
          <w:tcPr>
            <w:tcW w:w="392" w:type="dxa"/>
            <w:vAlign w:val="center"/>
          </w:tcPr>
          <w:p w:rsidR="00A657B1" w:rsidRPr="00CA40A9" w:rsidRDefault="0081580E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60" name="Text Box 35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A657B1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A657B1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92" o:spid="_x0000_s1308" type="#_x0000_t202" style="position:absolute;margin-left:0;margin-top:2pt;width:11.35pt;height:11.35pt;z-index:25175244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" strokeweight=".5pt">
                      <v:textbox inset="0,0,0,0">
                        <w:txbxContent>
                          <w:p w:rsidR="00BE61F9" w:rsidRDefault="00BE61F9" w:rsidP="00A657B1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A657B1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245" w:type="dxa"/>
            <w:vAlign w:val="center"/>
          </w:tcPr>
          <w:p w:rsidR="00A657B1" w:rsidRPr="00CA40A9" w:rsidRDefault="00A657B1" w:rsidP="00AD402E">
            <w:pPr>
              <w:spacing w:line="276" w:lineRule="auto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</w:rPr>
              <w:t>k woon bij mijn ouder(s) of familie</w:t>
            </w:r>
          </w:p>
        </w:tc>
      </w:tr>
      <w:tr w:rsidR="00A657B1" w:rsidRPr="00CA40A9" w:rsidTr="0071480C">
        <w:tc>
          <w:tcPr>
            <w:tcW w:w="392" w:type="dxa"/>
            <w:vAlign w:val="center"/>
          </w:tcPr>
          <w:p w:rsidR="00A657B1" w:rsidRPr="00CA40A9" w:rsidRDefault="0081580E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59" name="Text Box 35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A657B1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A657B1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93" o:spid="_x0000_s1309" type="#_x0000_t202" style="position:absolute;margin-left:0;margin-top:2pt;width:11.35pt;height:11.35pt;z-index:25175347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C/OCLkIwIAAEw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BE61F9" w:rsidRDefault="00BE61F9" w:rsidP="00A657B1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A657B1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245" w:type="dxa"/>
            <w:vAlign w:val="center"/>
          </w:tcPr>
          <w:p w:rsidR="00A657B1" w:rsidRPr="00CA40A9" w:rsidRDefault="00A657B1" w:rsidP="00AD402E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ik woon samen met andere mensen met een beperking in een woonvorm</w:t>
            </w:r>
          </w:p>
        </w:tc>
      </w:tr>
      <w:tr w:rsidR="00A657B1" w:rsidRPr="00CA40A9" w:rsidTr="0071480C">
        <w:tc>
          <w:tcPr>
            <w:tcW w:w="392" w:type="dxa"/>
            <w:vAlign w:val="center"/>
          </w:tcPr>
          <w:p w:rsidR="00A657B1" w:rsidRPr="00CA40A9" w:rsidRDefault="0081580E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58" name="Text Box 35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A657B1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A657B1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94" o:spid="_x0000_s1310" type="#_x0000_t202" style="position:absolute;margin-left:0;margin-top:2pt;width:11.35pt;height:11.35pt;z-index:25175449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LrN7MQiAgAASw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BE61F9" w:rsidRDefault="00BE61F9" w:rsidP="00A657B1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A657B1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245" w:type="dxa"/>
            <w:vAlign w:val="center"/>
          </w:tcPr>
          <w:p w:rsidR="00A657B1" w:rsidRPr="00CA40A9" w:rsidRDefault="00A657B1" w:rsidP="00AD402E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ik woon zelfstandig in een woonvorm voor mensen met een beperking</w:t>
            </w:r>
          </w:p>
        </w:tc>
      </w:tr>
      <w:tr w:rsidR="00A657B1" w:rsidRPr="00CA40A9" w:rsidTr="0071480C">
        <w:tc>
          <w:tcPr>
            <w:tcW w:w="392" w:type="dxa"/>
            <w:vAlign w:val="center"/>
          </w:tcPr>
          <w:p w:rsidR="00A657B1" w:rsidRPr="00CA40A9" w:rsidRDefault="0081580E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57" name="Text Box 35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A657B1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A657B1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96" o:spid="_x0000_s1311" type="#_x0000_t202" style="position:absolute;margin-left:0;margin-top:2pt;width:11.35pt;height:11.35pt;z-index:25175552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Gy66RCQCAABM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BE61F9" w:rsidRDefault="00BE61F9" w:rsidP="00A657B1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A657B1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245" w:type="dxa"/>
            <w:vAlign w:val="center"/>
          </w:tcPr>
          <w:p w:rsidR="00A657B1" w:rsidRPr="00CA40A9" w:rsidRDefault="00A657B1" w:rsidP="00DE26D8">
            <w:pPr>
              <w:tabs>
                <w:tab w:val="right" w:leader="dot" w:pos="8071"/>
              </w:tabs>
              <w:spacing w:line="276" w:lineRule="auto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 xml:space="preserve">anders, nl.: </w:t>
            </w:r>
            <w:r w:rsidRPr="00CA40A9">
              <w:rPr>
                <w:rFonts w:ascii="Arial" w:hAnsi="Arial" w:cs="Arial"/>
              </w:rPr>
              <w:tab/>
            </w:r>
          </w:p>
        </w:tc>
      </w:tr>
    </w:tbl>
    <w:p w:rsidR="00F2363E" w:rsidRDefault="00F2363E" w:rsidP="00F2363E">
      <w:pPr>
        <w:spacing w:line="276" w:lineRule="auto"/>
        <w:ind w:left="454" w:hanging="454"/>
        <w:rPr>
          <w:rFonts w:ascii="Arial" w:hAnsi="Arial" w:cs="Arial"/>
        </w:rPr>
      </w:pPr>
    </w:p>
    <w:p w:rsidR="00F2363E" w:rsidRPr="00CA40A9" w:rsidRDefault="00F5690A" w:rsidP="00F2363E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6</w:t>
      </w:r>
      <w:r w:rsidR="00F85DF1">
        <w:rPr>
          <w:rFonts w:ascii="Arial" w:hAnsi="Arial" w:cs="Arial"/>
          <w:b/>
        </w:rPr>
        <w:t>3</w:t>
      </w:r>
      <w:r w:rsidR="00F2363E" w:rsidRPr="00CA40A9">
        <w:rPr>
          <w:rFonts w:ascii="Arial" w:hAnsi="Arial" w:cs="Arial"/>
          <w:b/>
        </w:rPr>
        <w:t>.</w:t>
      </w:r>
      <w:r w:rsidR="00F2363E" w:rsidRPr="00CA40A9">
        <w:rPr>
          <w:rFonts w:ascii="Arial" w:hAnsi="Arial" w:cs="Arial"/>
          <w:b/>
        </w:rPr>
        <w:tab/>
        <w:t xml:space="preserve">Wat is de hoogste opleiding die u heeft afgerond? </w:t>
      </w:r>
    </w:p>
    <w:p w:rsidR="00F2363E" w:rsidRPr="00CA40A9" w:rsidRDefault="00F2363E" w:rsidP="00F2363E">
      <w:pPr>
        <w:spacing w:line="144" w:lineRule="auto"/>
        <w:rPr>
          <w:rFonts w:ascii="Arial" w:hAnsi="Arial" w:cs="Arial"/>
          <w:i/>
        </w:rPr>
      </w:pPr>
    </w:p>
    <w:tbl>
      <w:tblPr>
        <w:tblW w:w="8686" w:type="dxa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289"/>
      </w:tblGrid>
      <w:tr w:rsidR="00F2363E" w:rsidRPr="00CA40A9" w:rsidTr="00DE26D8">
        <w:tc>
          <w:tcPr>
            <w:tcW w:w="397" w:type="dxa"/>
            <w:vAlign w:val="center"/>
          </w:tcPr>
          <w:p w:rsidR="00F2363E" w:rsidRPr="00CA40A9" w:rsidRDefault="0081580E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56" name="Text Box 35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03" o:spid="_x0000_s1312" type="#_x0000_t202" style="position:absolute;margin-left:0;margin-top:2pt;width:11.35pt;height:11.35pt;z-index:25167360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Jd/TjEiAgAATA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289" w:type="dxa"/>
            <w:vAlign w:val="center"/>
          </w:tcPr>
          <w:p w:rsidR="00F2363E" w:rsidRPr="00CA40A9" w:rsidRDefault="00F2363E" w:rsidP="00AD402E">
            <w:pPr>
              <w:spacing w:line="276" w:lineRule="auto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>geen opleiding (lager onderwijs niet afgemaakt)</w:t>
            </w:r>
          </w:p>
        </w:tc>
      </w:tr>
      <w:tr w:rsidR="00F2363E" w:rsidRPr="00CA40A9" w:rsidTr="00DE26D8">
        <w:tc>
          <w:tcPr>
            <w:tcW w:w="397" w:type="dxa"/>
            <w:vAlign w:val="center"/>
          </w:tcPr>
          <w:p w:rsidR="00F2363E" w:rsidRPr="00CA40A9" w:rsidRDefault="0081580E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55" name="Text Box 35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04" o:spid="_x0000_s1313" type="#_x0000_t202" style="position:absolute;margin-left:0;margin-top:2pt;width:11.35pt;height:11.35pt;z-index:25167462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OXsyAkiAgAATA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289" w:type="dxa"/>
            <w:vAlign w:val="center"/>
          </w:tcPr>
          <w:p w:rsidR="00F2363E" w:rsidRPr="00CA40A9" w:rsidRDefault="00F2363E" w:rsidP="00AD402E">
            <w:pPr>
              <w:spacing w:line="276" w:lineRule="auto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>lager onderwijs (basisschool, speciaal basisonderwijs)</w:t>
            </w:r>
          </w:p>
        </w:tc>
      </w:tr>
      <w:tr w:rsidR="00F2363E" w:rsidRPr="00CA40A9" w:rsidTr="00DE26D8">
        <w:tc>
          <w:tcPr>
            <w:tcW w:w="397" w:type="dxa"/>
            <w:vAlign w:val="center"/>
          </w:tcPr>
          <w:p w:rsidR="00F2363E" w:rsidRPr="00CA40A9" w:rsidRDefault="0081580E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54" name="Text Box 35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05" o:spid="_x0000_s1314" type="#_x0000_t202" style="position:absolute;margin-left:0;margin-top:2pt;width:11.35pt;height:11.35pt;z-index:25167564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" strokeweight=".5pt">
                      <v:textbox inset="0,0,0,0">
                        <w:txbxContent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289" w:type="dxa"/>
            <w:vAlign w:val="center"/>
          </w:tcPr>
          <w:p w:rsidR="00F2363E" w:rsidRPr="00CA40A9" w:rsidRDefault="00F2363E" w:rsidP="00AD402E">
            <w:pPr>
              <w:spacing w:line="276" w:lineRule="auto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>lager of voorbereidend beroepsonderwijs (bijv. LTS, LEAO, LHNO, VMBO)</w:t>
            </w:r>
          </w:p>
        </w:tc>
      </w:tr>
      <w:tr w:rsidR="00F2363E" w:rsidRPr="007E4388" w:rsidTr="00DE26D8">
        <w:tc>
          <w:tcPr>
            <w:tcW w:w="397" w:type="dxa"/>
            <w:vAlign w:val="center"/>
          </w:tcPr>
          <w:p w:rsidR="00F2363E" w:rsidRPr="00CA40A9" w:rsidRDefault="0081580E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53" name="Text Box 35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06" o:spid="_x0000_s1315" type="#_x0000_t202" style="position:absolute;margin-left:0;margin-top:2pt;width:11.35pt;height:11.35pt;z-index:25167667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" strokeweight=".5pt">
                      <v:textbox inset="0,0,0,0">
                        <w:txbxContent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289" w:type="dxa"/>
            <w:vAlign w:val="center"/>
          </w:tcPr>
          <w:p w:rsidR="00F2363E" w:rsidRPr="00CA40A9" w:rsidRDefault="00F2363E" w:rsidP="00AD402E">
            <w:pPr>
              <w:spacing w:line="276" w:lineRule="auto"/>
              <w:rPr>
                <w:rFonts w:ascii="Arial" w:hAnsi="Arial" w:cs="Arial"/>
                <w:lang w:val="pt-BR"/>
              </w:rPr>
            </w:pPr>
            <w:r w:rsidRPr="00CA40A9">
              <w:rPr>
                <w:rFonts w:ascii="Arial" w:hAnsi="Arial" w:cs="Arial"/>
              </w:rPr>
              <w:t xml:space="preserve">middelbaar algemeen voortgezet onderwijs (bijv. </w:t>
            </w:r>
            <w:r w:rsidRPr="00CA40A9">
              <w:rPr>
                <w:rFonts w:ascii="Arial" w:hAnsi="Arial" w:cs="Arial"/>
                <w:lang w:val="pt-BR"/>
              </w:rPr>
              <w:t>MAVO, (M)ULO, VMBO-t)</w:t>
            </w:r>
          </w:p>
        </w:tc>
      </w:tr>
      <w:tr w:rsidR="00F2363E" w:rsidRPr="00CA40A9" w:rsidTr="00DE26D8">
        <w:tc>
          <w:tcPr>
            <w:tcW w:w="397" w:type="dxa"/>
            <w:vAlign w:val="center"/>
          </w:tcPr>
          <w:p w:rsidR="00F2363E" w:rsidRPr="007E4388" w:rsidRDefault="0081580E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  <w:lang w:val="pt-BR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52" name="Text Box 35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07" o:spid="_x0000_s1316" type="#_x0000_t202" style="position:absolute;margin-left:0;margin-top:2pt;width:11.35pt;height:11.35pt;z-index:25167769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IKiYv8iAgAATA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289" w:type="dxa"/>
            <w:vAlign w:val="center"/>
          </w:tcPr>
          <w:p w:rsidR="00F2363E" w:rsidRPr="00CA40A9" w:rsidRDefault="00F2363E" w:rsidP="00AD402E">
            <w:pPr>
              <w:spacing w:line="276" w:lineRule="auto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>middelbaar beroepsonderwijs en beroepsbegeleidend onderwijs (bijv. MTS, MEAO, BOL, BBL, INAS)</w:t>
            </w:r>
          </w:p>
        </w:tc>
      </w:tr>
      <w:tr w:rsidR="00F2363E" w:rsidRPr="00CA40A9" w:rsidTr="00DE26D8">
        <w:tc>
          <w:tcPr>
            <w:tcW w:w="397" w:type="dxa"/>
            <w:vAlign w:val="center"/>
          </w:tcPr>
          <w:p w:rsidR="00F2363E" w:rsidRPr="00CA40A9" w:rsidRDefault="0081580E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51" name="Text Box 35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08" o:spid="_x0000_s1317" type="#_x0000_t202" style="position:absolute;margin-left:0;margin-top:2pt;width:11.35pt;height:11.35pt;z-index:25167872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OkX+x4iAgAATA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289" w:type="dxa"/>
            <w:vAlign w:val="center"/>
          </w:tcPr>
          <w:p w:rsidR="00F2363E" w:rsidRPr="00CA40A9" w:rsidRDefault="00F2363E" w:rsidP="00AD402E">
            <w:pPr>
              <w:spacing w:line="276" w:lineRule="auto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>hoger algemeen en voorbereidend wetenschappelijk onderwijs (bijv. HAVO, VWO, Atheneum)</w:t>
            </w:r>
          </w:p>
        </w:tc>
      </w:tr>
      <w:tr w:rsidR="00F2363E" w:rsidRPr="00CA40A9" w:rsidTr="00DE26D8">
        <w:tc>
          <w:tcPr>
            <w:tcW w:w="397" w:type="dxa"/>
            <w:vAlign w:val="center"/>
          </w:tcPr>
          <w:p w:rsidR="00F2363E" w:rsidRPr="00CA40A9" w:rsidRDefault="0081580E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50" name="Text Box 35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09" o:spid="_x0000_s1318" type="#_x0000_t202" style="position:absolute;margin-left:0;margin-top:2pt;width:11.35pt;height:11.35pt;z-index:25167974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C0UC80iAgAATA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289" w:type="dxa"/>
            <w:vAlign w:val="center"/>
          </w:tcPr>
          <w:p w:rsidR="00F2363E" w:rsidRPr="00CA40A9" w:rsidRDefault="00F2363E" w:rsidP="00AD402E">
            <w:pPr>
              <w:spacing w:line="276" w:lineRule="auto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>hoger beroepsonderwijs (zoals HBO, HTS, HEAO, HBO-V)</w:t>
            </w:r>
          </w:p>
        </w:tc>
      </w:tr>
      <w:tr w:rsidR="00F2363E" w:rsidRPr="00CA40A9" w:rsidTr="00DE26D8">
        <w:tc>
          <w:tcPr>
            <w:tcW w:w="397" w:type="dxa"/>
            <w:vAlign w:val="center"/>
          </w:tcPr>
          <w:p w:rsidR="00F2363E" w:rsidRPr="00CA40A9" w:rsidRDefault="0081580E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49" name="Text Box 35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10" o:spid="_x0000_s1319" type="#_x0000_t202" style="position:absolute;margin-left:0;margin-top:2pt;width:11.35pt;height:11.35pt;z-index:25168076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CYGm3yQCAABM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289" w:type="dxa"/>
            <w:vAlign w:val="center"/>
          </w:tcPr>
          <w:p w:rsidR="00F2363E" w:rsidRPr="00CA40A9" w:rsidRDefault="00F2363E" w:rsidP="00AD402E">
            <w:pPr>
              <w:spacing w:line="276" w:lineRule="auto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>wetenschappelijk onderwijs (universiteit)</w:t>
            </w:r>
          </w:p>
        </w:tc>
      </w:tr>
      <w:tr w:rsidR="00DE26D8" w:rsidRPr="00CA40A9" w:rsidTr="00DE26D8">
        <w:tc>
          <w:tcPr>
            <w:tcW w:w="397" w:type="dxa"/>
            <w:vAlign w:val="center"/>
          </w:tcPr>
          <w:p w:rsidR="00DE26D8" w:rsidRPr="00CA40A9" w:rsidRDefault="0081580E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8214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48" name="Text Box 36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51" o:spid="_x0000_s1320" type="#_x0000_t202" style="position:absolute;margin-left:0;margin-top:2pt;width:11.35pt;height:11.35pt;z-index:25178214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" strokeweight=".5pt">
                      <v:textbox inset="0,0,0,0">
                        <w:txbxContent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289" w:type="dxa"/>
            <w:vAlign w:val="center"/>
          </w:tcPr>
          <w:p w:rsidR="00DE26D8" w:rsidRPr="00CA40A9" w:rsidRDefault="00DE26D8" w:rsidP="0016017D">
            <w:pPr>
              <w:tabs>
                <w:tab w:val="right" w:leader="dot" w:pos="8071"/>
              </w:tabs>
              <w:spacing w:line="276" w:lineRule="auto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 xml:space="preserve">anders, nl.: </w:t>
            </w:r>
            <w:r w:rsidRPr="00CA40A9">
              <w:rPr>
                <w:rFonts w:ascii="Arial" w:hAnsi="Arial" w:cs="Arial"/>
              </w:rPr>
              <w:tab/>
            </w:r>
          </w:p>
        </w:tc>
      </w:tr>
    </w:tbl>
    <w:p w:rsidR="00F2363E" w:rsidRPr="00CA40A9" w:rsidRDefault="00F2363E" w:rsidP="00F2363E">
      <w:pPr>
        <w:spacing w:line="276" w:lineRule="auto"/>
        <w:rPr>
          <w:rFonts w:ascii="Arial" w:hAnsi="Arial" w:cs="Arial"/>
        </w:rPr>
      </w:pPr>
    </w:p>
    <w:p w:rsidR="00F2363E" w:rsidRDefault="00F2363E" w:rsidP="00F2363E">
      <w:pPr>
        <w:spacing w:line="276" w:lineRule="auto"/>
        <w:ind w:left="360" w:hanging="360"/>
        <w:rPr>
          <w:rFonts w:ascii="Arial" w:hAnsi="Arial" w:cs="Arial"/>
          <w:b/>
        </w:rPr>
      </w:pPr>
    </w:p>
    <w:p w:rsidR="00F2363E" w:rsidRPr="00CA40A9" w:rsidRDefault="00F5690A" w:rsidP="00F2363E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6</w:t>
      </w:r>
      <w:r w:rsidR="00F85DF1">
        <w:rPr>
          <w:rFonts w:ascii="Arial" w:hAnsi="Arial" w:cs="Arial"/>
          <w:b/>
        </w:rPr>
        <w:t>4</w:t>
      </w:r>
      <w:r w:rsidR="00F2363E" w:rsidRPr="00CA40A9">
        <w:rPr>
          <w:rFonts w:ascii="Arial" w:hAnsi="Arial" w:cs="Arial"/>
          <w:b/>
        </w:rPr>
        <w:t>.</w:t>
      </w:r>
      <w:r w:rsidR="00F2363E" w:rsidRPr="00CA40A9">
        <w:rPr>
          <w:rFonts w:ascii="Arial" w:hAnsi="Arial" w:cs="Arial"/>
          <w:b/>
        </w:rPr>
        <w:tab/>
        <w:t xml:space="preserve">Wat doet u overdag? </w:t>
      </w:r>
    </w:p>
    <w:p w:rsidR="00F2363E" w:rsidRPr="00CA40A9" w:rsidRDefault="00F2363E" w:rsidP="00F2363E">
      <w:pPr>
        <w:spacing w:line="276" w:lineRule="auto"/>
        <w:ind w:left="360"/>
        <w:rPr>
          <w:rFonts w:ascii="Arial" w:hAnsi="Arial" w:cs="Arial"/>
          <w:i/>
        </w:rPr>
      </w:pPr>
      <w:r w:rsidRPr="00B32186">
        <w:rPr>
          <w:rFonts w:ascii="Arial" w:hAnsi="Arial" w:cs="Arial"/>
          <w:i/>
        </w:rPr>
        <w:t>Meer</w:t>
      </w:r>
      <w:r>
        <w:rPr>
          <w:rFonts w:ascii="Arial" w:hAnsi="Arial" w:cs="Arial"/>
          <w:i/>
        </w:rPr>
        <w:t xml:space="preserve"> antwoorden aankruisen mag.</w:t>
      </w:r>
    </w:p>
    <w:p w:rsidR="00F2363E" w:rsidRPr="00CA40A9" w:rsidRDefault="00F2363E" w:rsidP="00F2363E">
      <w:pPr>
        <w:spacing w:line="144" w:lineRule="auto"/>
        <w:rPr>
          <w:rFonts w:ascii="Arial" w:hAnsi="Arial" w:cs="Arial"/>
          <w:i/>
        </w:rPr>
      </w:pPr>
    </w:p>
    <w:tbl>
      <w:tblPr>
        <w:tblW w:w="8637" w:type="dxa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2"/>
        <w:gridCol w:w="8245"/>
      </w:tblGrid>
      <w:tr w:rsidR="00F2363E" w:rsidRPr="00CA40A9" w:rsidTr="0071480C">
        <w:tc>
          <w:tcPr>
            <w:tcW w:w="392" w:type="dxa"/>
            <w:vAlign w:val="center"/>
          </w:tcPr>
          <w:p w:rsidR="00F2363E" w:rsidRPr="00CA40A9" w:rsidRDefault="0081580E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47" name="Text Box 35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77" o:spid="_x0000_s1321" type="#_x0000_t202" style="position:absolute;margin-left:0;margin-top:2pt;width:11.35pt;height:11.35pt;z-index:25173913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Bum6opIwIAAEw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245" w:type="dxa"/>
            <w:vAlign w:val="center"/>
          </w:tcPr>
          <w:p w:rsidR="00F2363E" w:rsidRPr="00CA40A9" w:rsidRDefault="00F2363E" w:rsidP="00AD402E">
            <w:pPr>
              <w:spacing w:line="276" w:lineRule="auto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>ik ga naar de dagbesteding/activiteitencentrum</w:t>
            </w:r>
          </w:p>
        </w:tc>
      </w:tr>
      <w:tr w:rsidR="00F2363E" w:rsidRPr="00CA40A9" w:rsidTr="0071480C">
        <w:tc>
          <w:tcPr>
            <w:tcW w:w="392" w:type="dxa"/>
            <w:vAlign w:val="center"/>
          </w:tcPr>
          <w:p w:rsidR="00F2363E" w:rsidRPr="00CA40A9" w:rsidRDefault="0081580E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46" name="Text Box 35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78" o:spid="_x0000_s1322" type="#_x0000_t202" style="position:absolute;margin-left:0;margin-top:2pt;width:11.35pt;height:11.35pt;z-index:25174016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JEL/yAiAgAASw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245" w:type="dxa"/>
            <w:vAlign w:val="center"/>
          </w:tcPr>
          <w:p w:rsidR="00F2363E" w:rsidRPr="00CA40A9" w:rsidRDefault="00F2363E" w:rsidP="00AD402E">
            <w:pPr>
              <w:spacing w:line="276" w:lineRule="auto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>ik ga naar sociale werkvoorziening</w:t>
            </w:r>
          </w:p>
        </w:tc>
      </w:tr>
      <w:tr w:rsidR="00F2363E" w:rsidRPr="00CA40A9" w:rsidTr="0071480C">
        <w:tc>
          <w:tcPr>
            <w:tcW w:w="392" w:type="dxa"/>
            <w:vAlign w:val="center"/>
          </w:tcPr>
          <w:p w:rsidR="00F2363E" w:rsidRPr="00CA40A9" w:rsidRDefault="0081580E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45" name="Text Box 35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79" o:spid="_x0000_s1323" type="#_x0000_t202" style="position:absolute;margin-left:0;margin-top:2pt;width:11.35pt;height:11.35pt;z-index:25174118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KfNweYiAgAASw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245" w:type="dxa"/>
            <w:vAlign w:val="center"/>
          </w:tcPr>
          <w:p w:rsidR="00F2363E" w:rsidRPr="00CA40A9" w:rsidRDefault="00F2363E" w:rsidP="00AD402E">
            <w:pPr>
              <w:spacing w:line="276" w:lineRule="auto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>ik volg een opleiding of scholing</w:t>
            </w:r>
          </w:p>
        </w:tc>
      </w:tr>
      <w:tr w:rsidR="00F2363E" w:rsidRPr="00CA40A9" w:rsidTr="0071480C">
        <w:tc>
          <w:tcPr>
            <w:tcW w:w="392" w:type="dxa"/>
            <w:vAlign w:val="center"/>
          </w:tcPr>
          <w:p w:rsidR="00F2363E" w:rsidRPr="00CA40A9" w:rsidRDefault="0081580E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44" name="Text Box 35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80" o:spid="_x0000_s1324" type="#_x0000_t202" style="position:absolute;margin-left:0;margin-top:2pt;width:11.35pt;height:11.35pt;z-index:25174220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HILdKkiAgAASw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245" w:type="dxa"/>
            <w:vAlign w:val="center"/>
          </w:tcPr>
          <w:p w:rsidR="00F2363E" w:rsidRPr="00CA40A9" w:rsidRDefault="00F2363E" w:rsidP="00AD402E">
            <w:pPr>
              <w:spacing w:line="276" w:lineRule="auto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>ik heb betaald werk</w:t>
            </w:r>
          </w:p>
        </w:tc>
      </w:tr>
      <w:tr w:rsidR="00F2363E" w:rsidRPr="00CA40A9" w:rsidTr="0071480C">
        <w:tc>
          <w:tcPr>
            <w:tcW w:w="392" w:type="dxa"/>
            <w:vAlign w:val="center"/>
          </w:tcPr>
          <w:p w:rsidR="00F2363E" w:rsidRPr="00CA40A9" w:rsidRDefault="0081580E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43" name="Text Box 35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81" o:spid="_x0000_s1325" type="#_x0000_t202" style="position:absolute;margin-left:0;margin-top:2pt;width:11.35pt;height:11.35pt;z-index:25174323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tXzhmiQCAABL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245" w:type="dxa"/>
            <w:vAlign w:val="center"/>
          </w:tcPr>
          <w:p w:rsidR="00F2363E" w:rsidRPr="00CA40A9" w:rsidRDefault="00F2363E" w:rsidP="00AD402E">
            <w:pPr>
              <w:spacing w:line="276" w:lineRule="auto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>ik doe vrijwilligerswerk</w:t>
            </w:r>
          </w:p>
        </w:tc>
      </w:tr>
      <w:tr w:rsidR="00F2363E" w:rsidRPr="00CA40A9" w:rsidTr="0071480C">
        <w:tc>
          <w:tcPr>
            <w:tcW w:w="392" w:type="dxa"/>
            <w:vAlign w:val="center"/>
          </w:tcPr>
          <w:p w:rsidR="00F2363E" w:rsidRPr="00CA40A9" w:rsidRDefault="0081580E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42" name="Text Box 35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82" o:spid="_x0000_s1326" type="#_x0000_t202" style="position:absolute;margin-left:0;margin-top:2pt;width:11.35pt;height:11.35pt;z-index:25174425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InSZrMiAgAASw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245" w:type="dxa"/>
            <w:vAlign w:val="center"/>
          </w:tcPr>
          <w:p w:rsidR="00F2363E" w:rsidRPr="00CA40A9" w:rsidRDefault="00F2363E" w:rsidP="00AD402E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ik krijg</w:t>
            </w:r>
            <w:r w:rsidRPr="00CA40A9">
              <w:rPr>
                <w:rFonts w:ascii="Arial" w:hAnsi="Arial" w:cs="Arial"/>
              </w:rPr>
              <w:t xml:space="preserve"> therapie/behandeling</w:t>
            </w:r>
          </w:p>
        </w:tc>
      </w:tr>
      <w:tr w:rsidR="00DE26D8" w:rsidRPr="00CA40A9" w:rsidTr="0071480C">
        <w:tc>
          <w:tcPr>
            <w:tcW w:w="392" w:type="dxa"/>
            <w:vAlign w:val="center"/>
          </w:tcPr>
          <w:p w:rsidR="00DE26D8" w:rsidRPr="00CA40A9" w:rsidRDefault="0081580E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8009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41" name="Text Box 36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49" o:spid="_x0000_s1327" type="#_x0000_t202" style="position:absolute;margin-left:0;margin-top:2pt;width:11.35pt;height:11.35pt;z-index:25178009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JFbkeAiAgAASw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245" w:type="dxa"/>
            <w:vAlign w:val="center"/>
          </w:tcPr>
          <w:p w:rsidR="00DE26D8" w:rsidRPr="00CA40A9" w:rsidRDefault="00B95C03" w:rsidP="0016017D">
            <w:pPr>
              <w:tabs>
                <w:tab w:val="right" w:leader="dot" w:pos="8071"/>
              </w:tabs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ik doe het </w:t>
            </w:r>
            <w:r w:rsidR="009F7E68">
              <w:rPr>
                <w:rFonts w:ascii="Arial" w:hAnsi="Arial" w:cs="Arial"/>
              </w:rPr>
              <w:t>huishouden / werkzaamheden in en rond het huis</w:t>
            </w:r>
          </w:p>
        </w:tc>
      </w:tr>
      <w:tr w:rsidR="00DE26D8" w:rsidRPr="00CA40A9" w:rsidTr="0071480C">
        <w:tc>
          <w:tcPr>
            <w:tcW w:w="392" w:type="dxa"/>
            <w:vAlign w:val="center"/>
          </w:tcPr>
          <w:p w:rsidR="00DE26D8" w:rsidRPr="00CA40A9" w:rsidRDefault="0081580E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40" name="Text Box 36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50" o:spid="_x0000_s1328" type="#_x0000_t202" style="position:absolute;margin-left:0;margin-top:2pt;width:11.35pt;height:11.35pt;z-index:25178112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" strokeweight=".5pt">
                      <v:textbox inset="0,0,0,0">
                        <w:txbxContent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245" w:type="dxa"/>
            <w:vAlign w:val="center"/>
          </w:tcPr>
          <w:p w:rsidR="00DE26D8" w:rsidRPr="00CA40A9" w:rsidRDefault="009F7E68" w:rsidP="00F85DF1">
            <w:pPr>
              <w:tabs>
                <w:tab w:val="right" w:leader="dot" w:pos="8071"/>
              </w:tabs>
              <w:spacing w:line="276" w:lineRule="auto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 xml:space="preserve">anders, nl.: </w:t>
            </w:r>
            <w:r w:rsidRPr="00CA40A9">
              <w:rPr>
                <w:rFonts w:ascii="Arial" w:hAnsi="Arial" w:cs="Arial"/>
              </w:rPr>
              <w:tab/>
            </w:r>
          </w:p>
        </w:tc>
      </w:tr>
    </w:tbl>
    <w:p w:rsidR="00F2363E" w:rsidRDefault="00F2363E" w:rsidP="00F2363E">
      <w:pPr>
        <w:spacing w:line="276" w:lineRule="auto"/>
        <w:rPr>
          <w:rFonts w:ascii="Arial" w:hAnsi="Arial" w:cs="Arial"/>
        </w:rPr>
      </w:pPr>
    </w:p>
    <w:p w:rsidR="009F7E68" w:rsidRDefault="009F7E68" w:rsidP="00F2363E">
      <w:pPr>
        <w:spacing w:line="276" w:lineRule="auto"/>
        <w:rPr>
          <w:rFonts w:ascii="Arial" w:hAnsi="Arial" w:cs="Arial"/>
        </w:rPr>
      </w:pPr>
    </w:p>
    <w:p w:rsidR="00F2363E" w:rsidRPr="00CA40A9" w:rsidRDefault="00F5690A" w:rsidP="00F2363E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6</w:t>
      </w:r>
      <w:r w:rsidR="00F85DF1">
        <w:rPr>
          <w:rFonts w:ascii="Arial" w:hAnsi="Arial" w:cs="Arial"/>
          <w:b/>
        </w:rPr>
        <w:t>5</w:t>
      </w:r>
      <w:r w:rsidR="00F2363E" w:rsidRPr="00CA40A9">
        <w:rPr>
          <w:rFonts w:ascii="Arial" w:hAnsi="Arial" w:cs="Arial"/>
          <w:b/>
        </w:rPr>
        <w:t>.</w:t>
      </w:r>
      <w:r w:rsidR="00F2363E" w:rsidRPr="00CA40A9">
        <w:rPr>
          <w:rFonts w:ascii="Arial" w:hAnsi="Arial" w:cs="Arial"/>
          <w:b/>
        </w:rPr>
        <w:tab/>
        <w:t xml:space="preserve">Wat is </w:t>
      </w:r>
      <w:r w:rsidR="00F2363E" w:rsidRPr="006B1C0D">
        <w:rPr>
          <w:rFonts w:ascii="Arial" w:hAnsi="Arial" w:cs="Arial"/>
          <w:b/>
          <w:u w:val="single"/>
        </w:rPr>
        <w:t>uw</w:t>
      </w:r>
      <w:r w:rsidR="00F2363E" w:rsidRPr="00CA40A9">
        <w:rPr>
          <w:rFonts w:ascii="Arial" w:hAnsi="Arial" w:cs="Arial"/>
          <w:b/>
        </w:rPr>
        <w:t xml:space="preserve"> geboorteland?</w:t>
      </w:r>
    </w:p>
    <w:p w:rsidR="00F2363E" w:rsidRPr="00CA40A9" w:rsidRDefault="00F2363E" w:rsidP="00F2363E">
      <w:pPr>
        <w:spacing w:line="144" w:lineRule="auto"/>
        <w:rPr>
          <w:rFonts w:ascii="Arial" w:hAnsi="Arial" w:cs="Arial"/>
          <w:i/>
        </w:rPr>
      </w:pPr>
    </w:p>
    <w:tbl>
      <w:tblPr>
        <w:tblW w:w="8686" w:type="dxa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289"/>
      </w:tblGrid>
      <w:tr w:rsidR="00F2363E" w:rsidRPr="00CA40A9" w:rsidTr="00DE26D8">
        <w:tc>
          <w:tcPr>
            <w:tcW w:w="397" w:type="dxa"/>
            <w:vAlign w:val="center"/>
          </w:tcPr>
          <w:p w:rsidR="00F2363E" w:rsidRPr="00CA40A9" w:rsidRDefault="0081580E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39" name="Text Box 35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12" o:spid="_x0000_s1329" type="#_x0000_t202" style="position:absolute;margin-left:0;margin-top:2pt;width:11.35pt;height:11.35pt;z-index:25168179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" strokeweight=".5pt">
                      <v:textbox inset="0,0,0,0">
                        <w:txbxContent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289" w:type="dxa"/>
            <w:vAlign w:val="center"/>
          </w:tcPr>
          <w:p w:rsidR="00F2363E" w:rsidRPr="00CA40A9" w:rsidRDefault="00F2363E" w:rsidP="00AD402E">
            <w:pPr>
              <w:spacing w:line="276" w:lineRule="auto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>Nederland</w:t>
            </w:r>
          </w:p>
        </w:tc>
      </w:tr>
      <w:tr w:rsidR="00F2363E" w:rsidRPr="00CA40A9" w:rsidTr="00DE26D8">
        <w:tc>
          <w:tcPr>
            <w:tcW w:w="397" w:type="dxa"/>
            <w:vAlign w:val="center"/>
          </w:tcPr>
          <w:p w:rsidR="00F2363E" w:rsidRPr="00CA40A9" w:rsidRDefault="0081580E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38" name="Text Box 35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13" o:spid="_x0000_s1330" type="#_x0000_t202" style="position:absolute;margin-left:0;margin-top:2pt;width:11.35pt;height:11.35pt;z-index:25168281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" strokeweight=".5pt">
                      <v:textbox inset="0,0,0,0">
                        <w:txbxContent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289" w:type="dxa"/>
            <w:vAlign w:val="center"/>
          </w:tcPr>
          <w:p w:rsidR="00F2363E" w:rsidRPr="00CA40A9" w:rsidRDefault="00F2363E" w:rsidP="00AD402E">
            <w:pPr>
              <w:spacing w:line="276" w:lineRule="auto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>Indonesië/voormalig Nederlands-Indië</w:t>
            </w:r>
          </w:p>
        </w:tc>
      </w:tr>
      <w:tr w:rsidR="00F2363E" w:rsidRPr="00CA40A9" w:rsidTr="00DE26D8">
        <w:tc>
          <w:tcPr>
            <w:tcW w:w="397" w:type="dxa"/>
            <w:vAlign w:val="center"/>
          </w:tcPr>
          <w:p w:rsidR="00F2363E" w:rsidRPr="00CA40A9" w:rsidRDefault="0081580E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37" name="Text Box 35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14" o:spid="_x0000_s1331" type="#_x0000_t202" style="position:absolute;margin-left:0;margin-top:2pt;width:11.35pt;height:11.35pt;z-index:2516838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JnP/isiAgAASw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289" w:type="dxa"/>
            <w:vAlign w:val="center"/>
          </w:tcPr>
          <w:p w:rsidR="00F2363E" w:rsidRPr="00CA40A9" w:rsidRDefault="00F2363E" w:rsidP="00AD402E">
            <w:pPr>
              <w:spacing w:line="276" w:lineRule="auto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>Suriname</w:t>
            </w:r>
          </w:p>
        </w:tc>
      </w:tr>
      <w:tr w:rsidR="00F2363E" w:rsidRPr="0044547E" w:rsidTr="00DE26D8">
        <w:tc>
          <w:tcPr>
            <w:tcW w:w="397" w:type="dxa"/>
            <w:vAlign w:val="center"/>
          </w:tcPr>
          <w:p w:rsidR="00F2363E" w:rsidRPr="00CA40A9" w:rsidRDefault="0081580E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36" name="Text Box 35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15" o:spid="_x0000_s1332" type="#_x0000_t202" style="position:absolute;margin-left:0;margin-top:2pt;width:11.35pt;height:11.35pt;z-index:25168486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KsUOh4iAgAASg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289" w:type="dxa"/>
            <w:vAlign w:val="center"/>
          </w:tcPr>
          <w:p w:rsidR="00F2363E" w:rsidRPr="00CA40A9" w:rsidRDefault="00F2363E" w:rsidP="00AD402E">
            <w:pPr>
              <w:spacing w:line="276" w:lineRule="auto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>Marokko</w:t>
            </w:r>
          </w:p>
        </w:tc>
      </w:tr>
      <w:tr w:rsidR="00F2363E" w:rsidRPr="00CA40A9" w:rsidTr="00DE26D8">
        <w:tc>
          <w:tcPr>
            <w:tcW w:w="397" w:type="dxa"/>
            <w:vAlign w:val="center"/>
          </w:tcPr>
          <w:p w:rsidR="00F2363E" w:rsidRPr="0044547E" w:rsidRDefault="0081580E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35" name="Text Box 35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16" o:spid="_x0000_s1333" type="#_x0000_t202" style="position:absolute;margin-left:0;margin-top:2pt;width:11.35pt;height:11.35pt;z-index:25168588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" strokeweight=".5pt">
                      <v:textbox inset="0,0,0,0">
                        <w:txbxContent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289" w:type="dxa"/>
            <w:vAlign w:val="center"/>
          </w:tcPr>
          <w:p w:rsidR="00F2363E" w:rsidRPr="00CA40A9" w:rsidRDefault="00F2363E" w:rsidP="00AD402E">
            <w:pPr>
              <w:spacing w:line="276" w:lineRule="auto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>Turkije</w:t>
            </w:r>
          </w:p>
        </w:tc>
      </w:tr>
      <w:tr w:rsidR="00F2363E" w:rsidRPr="00CA40A9" w:rsidTr="00DE26D8">
        <w:tc>
          <w:tcPr>
            <w:tcW w:w="397" w:type="dxa"/>
            <w:vAlign w:val="center"/>
          </w:tcPr>
          <w:p w:rsidR="00F2363E" w:rsidRPr="00CA40A9" w:rsidRDefault="0081580E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34" name="Text Box 35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17" o:spid="_x0000_s1334" type="#_x0000_t202" style="position:absolute;margin-left:0;margin-top:2pt;width:11.35pt;height:11.35pt;z-index:25168691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" strokeweight=".5pt">
                      <v:textbox inset="0,0,0,0">
                        <w:txbxContent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289" w:type="dxa"/>
            <w:vAlign w:val="center"/>
          </w:tcPr>
          <w:p w:rsidR="00F2363E" w:rsidRPr="00CA40A9" w:rsidRDefault="00F2363E" w:rsidP="00AD402E">
            <w:pPr>
              <w:spacing w:line="276" w:lineRule="auto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>Duitsland</w:t>
            </w:r>
          </w:p>
        </w:tc>
      </w:tr>
      <w:tr w:rsidR="00F2363E" w:rsidRPr="00CA40A9" w:rsidTr="00DE26D8">
        <w:tc>
          <w:tcPr>
            <w:tcW w:w="397" w:type="dxa"/>
            <w:vAlign w:val="center"/>
          </w:tcPr>
          <w:p w:rsidR="00F2363E" w:rsidRPr="00CA40A9" w:rsidRDefault="0081580E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33" name="Text Box 35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18" o:spid="_x0000_s1335" type="#_x0000_t202" style="position:absolute;margin-left:0;margin-top:2pt;width:11.35pt;height:11.35pt;z-index:25168793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BFnci9IwIAAEw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289" w:type="dxa"/>
            <w:vAlign w:val="center"/>
          </w:tcPr>
          <w:p w:rsidR="00F2363E" w:rsidRPr="00CA40A9" w:rsidRDefault="00F2363E" w:rsidP="00AD402E">
            <w:pPr>
              <w:spacing w:line="276" w:lineRule="auto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>Nederlands Antillen</w:t>
            </w:r>
          </w:p>
        </w:tc>
      </w:tr>
      <w:tr w:rsidR="00F2363E" w:rsidRPr="00CA40A9" w:rsidTr="00DE26D8">
        <w:tc>
          <w:tcPr>
            <w:tcW w:w="397" w:type="dxa"/>
            <w:vAlign w:val="center"/>
          </w:tcPr>
          <w:p w:rsidR="00F2363E" w:rsidRPr="00CA40A9" w:rsidRDefault="0081580E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32" name="Text Box 35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19" o:spid="_x0000_s1336" type="#_x0000_t202" style="position:absolute;margin-left:0;margin-top:2pt;width:11.35pt;height:11.35pt;z-index:25168896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Dne23FIwIAAEw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289" w:type="dxa"/>
            <w:vAlign w:val="center"/>
          </w:tcPr>
          <w:p w:rsidR="00F2363E" w:rsidRPr="00CA40A9" w:rsidRDefault="00F2363E" w:rsidP="00AD402E">
            <w:pPr>
              <w:spacing w:line="276" w:lineRule="auto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>Aruba</w:t>
            </w:r>
          </w:p>
        </w:tc>
      </w:tr>
      <w:tr w:rsidR="00DE26D8" w:rsidRPr="00CA40A9" w:rsidTr="00DE26D8">
        <w:tc>
          <w:tcPr>
            <w:tcW w:w="397" w:type="dxa"/>
            <w:vAlign w:val="center"/>
          </w:tcPr>
          <w:p w:rsidR="00DE26D8" w:rsidRPr="00CA40A9" w:rsidRDefault="0081580E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31" name="Text Box 36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52" o:spid="_x0000_s1337" type="#_x0000_t202" style="position:absolute;margin-left:0;margin-top:2pt;width:11.35pt;height:11.35pt;z-index:25178316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B4Gf7AiAgAATA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289" w:type="dxa"/>
            <w:vAlign w:val="center"/>
          </w:tcPr>
          <w:p w:rsidR="00DE26D8" w:rsidRPr="00CA40A9" w:rsidRDefault="00DE26D8" w:rsidP="0016017D">
            <w:pPr>
              <w:tabs>
                <w:tab w:val="right" w:leader="dot" w:pos="8071"/>
              </w:tabs>
              <w:spacing w:line="276" w:lineRule="auto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 xml:space="preserve">anders, nl.: </w:t>
            </w:r>
            <w:r w:rsidRPr="00CA40A9">
              <w:rPr>
                <w:rFonts w:ascii="Arial" w:hAnsi="Arial" w:cs="Arial"/>
              </w:rPr>
              <w:tab/>
            </w:r>
          </w:p>
        </w:tc>
      </w:tr>
    </w:tbl>
    <w:p w:rsidR="00F2363E" w:rsidRPr="00CA40A9" w:rsidRDefault="00F2363E" w:rsidP="00F2363E">
      <w:pPr>
        <w:spacing w:line="276" w:lineRule="auto"/>
        <w:rPr>
          <w:rFonts w:ascii="Arial" w:hAnsi="Arial" w:cs="Arial"/>
        </w:rPr>
      </w:pPr>
    </w:p>
    <w:p w:rsidR="00F2363E" w:rsidRPr="00CA40A9" w:rsidRDefault="00F5690A" w:rsidP="00F2363E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6</w:t>
      </w:r>
      <w:r w:rsidR="00F85DF1">
        <w:rPr>
          <w:rFonts w:ascii="Arial" w:hAnsi="Arial" w:cs="Arial"/>
          <w:b/>
        </w:rPr>
        <w:t>6</w:t>
      </w:r>
      <w:r w:rsidR="00F2363E" w:rsidRPr="00CA40A9">
        <w:rPr>
          <w:rFonts w:ascii="Arial" w:hAnsi="Arial" w:cs="Arial"/>
          <w:b/>
        </w:rPr>
        <w:t>.</w:t>
      </w:r>
      <w:r w:rsidR="00F2363E" w:rsidRPr="00CA40A9">
        <w:rPr>
          <w:rFonts w:ascii="Arial" w:hAnsi="Arial" w:cs="Arial"/>
          <w:b/>
        </w:rPr>
        <w:tab/>
        <w:t>Wat is het geboorteland van uw vader?</w:t>
      </w:r>
    </w:p>
    <w:p w:rsidR="00F2363E" w:rsidRPr="00CA40A9" w:rsidRDefault="00F2363E" w:rsidP="00F2363E">
      <w:pPr>
        <w:spacing w:line="144" w:lineRule="auto"/>
        <w:rPr>
          <w:rFonts w:ascii="Arial" w:hAnsi="Arial" w:cs="Arial"/>
          <w:i/>
        </w:rPr>
      </w:pPr>
    </w:p>
    <w:tbl>
      <w:tblPr>
        <w:tblW w:w="8686" w:type="dxa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289"/>
      </w:tblGrid>
      <w:tr w:rsidR="00F2363E" w:rsidRPr="00CA40A9" w:rsidTr="00DE26D8">
        <w:tc>
          <w:tcPr>
            <w:tcW w:w="397" w:type="dxa"/>
            <w:vAlign w:val="center"/>
          </w:tcPr>
          <w:p w:rsidR="00F2363E" w:rsidRPr="00CA40A9" w:rsidRDefault="0081580E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30" name="Text Box 35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21" o:spid="_x0000_s1338" type="#_x0000_t202" style="position:absolute;margin-left:0;margin-top:2pt;width:11.35pt;height:11.35pt;z-index:25168998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" strokeweight=".5pt">
                      <v:textbox inset="0,0,0,0">
                        <w:txbxContent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289" w:type="dxa"/>
            <w:vAlign w:val="center"/>
          </w:tcPr>
          <w:p w:rsidR="00F2363E" w:rsidRPr="00CA40A9" w:rsidRDefault="00F2363E" w:rsidP="00AD402E">
            <w:pPr>
              <w:spacing w:line="276" w:lineRule="auto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>Nederland</w:t>
            </w:r>
          </w:p>
        </w:tc>
      </w:tr>
      <w:tr w:rsidR="00F2363E" w:rsidRPr="00CA40A9" w:rsidTr="00DE26D8">
        <w:tc>
          <w:tcPr>
            <w:tcW w:w="397" w:type="dxa"/>
            <w:vAlign w:val="center"/>
          </w:tcPr>
          <w:p w:rsidR="00F2363E" w:rsidRPr="00CA40A9" w:rsidRDefault="0081580E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29" name="Text Box 35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22" o:spid="_x0000_s1339" type="#_x0000_t202" style="position:absolute;margin-left:0;margin-top:2pt;width:11.35pt;height:11.35pt;z-index:25169100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C4fO6YIwIAAEw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289" w:type="dxa"/>
            <w:vAlign w:val="center"/>
          </w:tcPr>
          <w:p w:rsidR="00F2363E" w:rsidRPr="00CA40A9" w:rsidRDefault="00F2363E" w:rsidP="00AD402E">
            <w:pPr>
              <w:spacing w:line="276" w:lineRule="auto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>Indonesië/voormalig Nederlands-Indië</w:t>
            </w:r>
          </w:p>
        </w:tc>
      </w:tr>
      <w:tr w:rsidR="00F2363E" w:rsidRPr="00CA40A9" w:rsidTr="00DE26D8">
        <w:tc>
          <w:tcPr>
            <w:tcW w:w="397" w:type="dxa"/>
            <w:vAlign w:val="center"/>
          </w:tcPr>
          <w:p w:rsidR="00F2363E" w:rsidRPr="00CA40A9" w:rsidRDefault="0081580E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28" name="Text Box 35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23" o:spid="_x0000_s1340" type="#_x0000_t202" style="position:absolute;margin-left:0;margin-top:2pt;width:11.35pt;height:11.35pt;z-index:25169203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BneqlMiAgAATA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289" w:type="dxa"/>
            <w:vAlign w:val="center"/>
          </w:tcPr>
          <w:p w:rsidR="00F2363E" w:rsidRPr="00CA40A9" w:rsidRDefault="00F2363E" w:rsidP="00AD402E">
            <w:pPr>
              <w:spacing w:line="276" w:lineRule="auto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>Suriname</w:t>
            </w:r>
          </w:p>
        </w:tc>
      </w:tr>
      <w:tr w:rsidR="00F2363E" w:rsidRPr="00CA40A9" w:rsidTr="00DE26D8">
        <w:tc>
          <w:tcPr>
            <w:tcW w:w="397" w:type="dxa"/>
            <w:vAlign w:val="center"/>
          </w:tcPr>
          <w:p w:rsidR="00F2363E" w:rsidRPr="00CA40A9" w:rsidRDefault="0081580E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27" name="Text Box 35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24" o:spid="_x0000_s1341" type="#_x0000_t202" style="position:absolute;margin-left:0;margin-top:2pt;width:11.35pt;height:11.35pt;z-index:25169305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BSR3+2IwIAAEw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289" w:type="dxa"/>
            <w:vAlign w:val="center"/>
          </w:tcPr>
          <w:p w:rsidR="00F2363E" w:rsidRPr="00CA40A9" w:rsidRDefault="00F2363E" w:rsidP="00AD402E">
            <w:pPr>
              <w:spacing w:line="276" w:lineRule="auto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>Marokko</w:t>
            </w:r>
          </w:p>
        </w:tc>
      </w:tr>
      <w:tr w:rsidR="00F2363E" w:rsidRPr="00CA40A9" w:rsidTr="00DE26D8">
        <w:tc>
          <w:tcPr>
            <w:tcW w:w="397" w:type="dxa"/>
            <w:vAlign w:val="center"/>
          </w:tcPr>
          <w:p w:rsidR="00F2363E" w:rsidRPr="00CA40A9" w:rsidRDefault="0081580E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  <w:lang w:val="pt-BR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26" name="Text Box 35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25" o:spid="_x0000_s1342" type="#_x0000_t202" style="position:absolute;margin-left:0;margin-top:2pt;width:11.35pt;height:11.35pt;z-index:25169408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CWRI9lIwIAAEw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289" w:type="dxa"/>
            <w:vAlign w:val="center"/>
          </w:tcPr>
          <w:p w:rsidR="00F2363E" w:rsidRPr="00CA40A9" w:rsidRDefault="00F2363E" w:rsidP="00AD402E">
            <w:pPr>
              <w:spacing w:line="276" w:lineRule="auto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>Turkije</w:t>
            </w:r>
          </w:p>
        </w:tc>
      </w:tr>
      <w:tr w:rsidR="00F2363E" w:rsidRPr="00CA40A9" w:rsidTr="00DE26D8">
        <w:tc>
          <w:tcPr>
            <w:tcW w:w="397" w:type="dxa"/>
            <w:vAlign w:val="center"/>
          </w:tcPr>
          <w:p w:rsidR="00F2363E" w:rsidRPr="00CA40A9" w:rsidRDefault="0081580E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25" name="Text Box 3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26" o:spid="_x0000_s1343" type="#_x0000_t202" style="position:absolute;margin-left:0;margin-top:2pt;width:11.35pt;height:11.35pt;z-index:25169510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" strokeweight=".5pt">
                      <v:textbox inset="0,0,0,0">
                        <w:txbxContent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289" w:type="dxa"/>
            <w:vAlign w:val="center"/>
          </w:tcPr>
          <w:p w:rsidR="00F2363E" w:rsidRPr="00CA40A9" w:rsidRDefault="00F2363E" w:rsidP="00AD402E">
            <w:pPr>
              <w:spacing w:line="276" w:lineRule="auto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>Duitsland</w:t>
            </w:r>
          </w:p>
        </w:tc>
      </w:tr>
      <w:tr w:rsidR="00F2363E" w:rsidRPr="00CA40A9" w:rsidTr="00DE26D8">
        <w:tc>
          <w:tcPr>
            <w:tcW w:w="397" w:type="dxa"/>
            <w:vAlign w:val="center"/>
          </w:tcPr>
          <w:p w:rsidR="00F2363E" w:rsidRPr="00CA40A9" w:rsidRDefault="0081580E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24" name="Text Box 35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27" o:spid="_x0000_s1344" type="#_x0000_t202" style="position:absolute;margin-left:0;margin-top:2pt;width:11.35pt;height:11.35pt;z-index:25169612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" strokeweight=".5pt">
                      <v:textbox inset="0,0,0,0">
                        <w:txbxContent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289" w:type="dxa"/>
            <w:vAlign w:val="center"/>
          </w:tcPr>
          <w:p w:rsidR="00F2363E" w:rsidRPr="00CA40A9" w:rsidRDefault="00F2363E" w:rsidP="00AD402E">
            <w:pPr>
              <w:spacing w:line="276" w:lineRule="auto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>Nederlands Antillen</w:t>
            </w:r>
          </w:p>
        </w:tc>
      </w:tr>
      <w:tr w:rsidR="00F2363E" w:rsidRPr="00CA40A9" w:rsidTr="00DE26D8">
        <w:tc>
          <w:tcPr>
            <w:tcW w:w="397" w:type="dxa"/>
            <w:vAlign w:val="center"/>
          </w:tcPr>
          <w:p w:rsidR="00F2363E" w:rsidRPr="00CA40A9" w:rsidRDefault="0081580E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23" name="Text Box 35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28" o:spid="_x0000_s1345" type="#_x0000_t202" style="position:absolute;margin-left:0;margin-top:2pt;width:11.35pt;height:11.35pt;z-index:25169715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" strokeweight=".5pt">
                      <v:textbox inset="0,0,0,0">
                        <w:txbxContent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289" w:type="dxa"/>
            <w:vAlign w:val="center"/>
          </w:tcPr>
          <w:p w:rsidR="00F2363E" w:rsidRPr="00CA40A9" w:rsidRDefault="00F2363E" w:rsidP="00AD402E">
            <w:pPr>
              <w:spacing w:line="276" w:lineRule="auto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>Aruba</w:t>
            </w:r>
          </w:p>
        </w:tc>
      </w:tr>
      <w:tr w:rsidR="00DE26D8" w:rsidRPr="00CA40A9" w:rsidTr="00DE26D8">
        <w:tc>
          <w:tcPr>
            <w:tcW w:w="397" w:type="dxa"/>
            <w:vAlign w:val="center"/>
          </w:tcPr>
          <w:p w:rsidR="00DE26D8" w:rsidRPr="00CA40A9" w:rsidRDefault="0081580E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8419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22" name="Text Box 36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53" o:spid="_x0000_s1346" type="#_x0000_t202" style="position:absolute;margin-left:0;margin-top:2pt;width:11.35pt;height:11.35pt;z-index:25178419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KZeaEUiAgAASw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289" w:type="dxa"/>
            <w:vAlign w:val="center"/>
          </w:tcPr>
          <w:p w:rsidR="00DE26D8" w:rsidRPr="00CA40A9" w:rsidRDefault="00DE26D8" w:rsidP="0016017D">
            <w:pPr>
              <w:tabs>
                <w:tab w:val="right" w:leader="dot" w:pos="8071"/>
              </w:tabs>
              <w:spacing w:line="276" w:lineRule="auto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 xml:space="preserve">anders, nl.: </w:t>
            </w:r>
            <w:r w:rsidRPr="00CA40A9">
              <w:rPr>
                <w:rFonts w:ascii="Arial" w:hAnsi="Arial" w:cs="Arial"/>
              </w:rPr>
              <w:tab/>
            </w:r>
          </w:p>
        </w:tc>
      </w:tr>
    </w:tbl>
    <w:p w:rsidR="00F2363E" w:rsidRPr="00CA40A9" w:rsidRDefault="00F2363E" w:rsidP="00F2363E">
      <w:pPr>
        <w:spacing w:line="276" w:lineRule="auto"/>
        <w:rPr>
          <w:rFonts w:ascii="Arial" w:hAnsi="Arial" w:cs="Arial"/>
        </w:rPr>
      </w:pPr>
    </w:p>
    <w:p w:rsidR="00A657B1" w:rsidRDefault="00A657B1" w:rsidP="00F2363E">
      <w:pPr>
        <w:spacing w:line="276" w:lineRule="auto"/>
        <w:ind w:left="360" w:hanging="360"/>
        <w:rPr>
          <w:rFonts w:ascii="Arial" w:hAnsi="Arial" w:cs="Arial"/>
          <w:b/>
        </w:rPr>
      </w:pPr>
    </w:p>
    <w:p w:rsidR="00F2363E" w:rsidRPr="00CA40A9" w:rsidRDefault="0087581D" w:rsidP="00F2363E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6</w:t>
      </w:r>
      <w:r w:rsidR="00F85DF1">
        <w:rPr>
          <w:rFonts w:ascii="Arial" w:hAnsi="Arial" w:cs="Arial"/>
          <w:b/>
        </w:rPr>
        <w:t>7</w:t>
      </w:r>
      <w:r w:rsidR="00F2363E" w:rsidRPr="00CA40A9">
        <w:rPr>
          <w:rFonts w:ascii="Arial" w:hAnsi="Arial" w:cs="Arial"/>
          <w:b/>
        </w:rPr>
        <w:t>.</w:t>
      </w:r>
      <w:r w:rsidR="00F2363E" w:rsidRPr="00CA40A9">
        <w:rPr>
          <w:rFonts w:ascii="Arial" w:hAnsi="Arial" w:cs="Arial"/>
          <w:b/>
        </w:rPr>
        <w:tab/>
        <w:t>Wat is het geboorteland van uw moeder?</w:t>
      </w:r>
    </w:p>
    <w:p w:rsidR="00F2363E" w:rsidRPr="00CA40A9" w:rsidRDefault="00F2363E" w:rsidP="00F2363E">
      <w:pPr>
        <w:spacing w:line="144" w:lineRule="auto"/>
        <w:rPr>
          <w:rFonts w:ascii="Arial" w:hAnsi="Arial" w:cs="Arial"/>
          <w:i/>
        </w:rPr>
      </w:pPr>
    </w:p>
    <w:tbl>
      <w:tblPr>
        <w:tblW w:w="8700" w:type="dxa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303"/>
      </w:tblGrid>
      <w:tr w:rsidR="00F2363E" w:rsidRPr="00CA40A9" w:rsidTr="00DE26D8">
        <w:tc>
          <w:tcPr>
            <w:tcW w:w="397" w:type="dxa"/>
            <w:vAlign w:val="center"/>
          </w:tcPr>
          <w:p w:rsidR="00F2363E" w:rsidRPr="00CA40A9" w:rsidRDefault="0081580E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21" name="Text Box 35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30" o:spid="_x0000_s1347" type="#_x0000_t202" style="position:absolute;margin-left:0;margin-top:2pt;width:11.35pt;height:11.35pt;z-index:25169817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F959J4iAgAASw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303" w:type="dxa"/>
            <w:vAlign w:val="center"/>
          </w:tcPr>
          <w:p w:rsidR="00F2363E" w:rsidRPr="00CA40A9" w:rsidRDefault="00F2363E" w:rsidP="00AD402E">
            <w:pPr>
              <w:spacing w:line="276" w:lineRule="auto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>Nederland</w:t>
            </w:r>
          </w:p>
        </w:tc>
      </w:tr>
      <w:tr w:rsidR="00F2363E" w:rsidRPr="00CA40A9" w:rsidTr="00DE26D8">
        <w:tc>
          <w:tcPr>
            <w:tcW w:w="397" w:type="dxa"/>
            <w:vAlign w:val="center"/>
          </w:tcPr>
          <w:p w:rsidR="00F2363E" w:rsidRPr="00CA40A9" w:rsidRDefault="0081580E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20" name="Text Box 35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31" o:spid="_x0000_s1348" type="#_x0000_t202" style="position:absolute;margin-left:0;margin-top:2pt;width:11.35pt;height:11.35pt;z-index:25169920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jJ42pCQCAABL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303" w:type="dxa"/>
            <w:vAlign w:val="center"/>
          </w:tcPr>
          <w:p w:rsidR="00F2363E" w:rsidRPr="00CA40A9" w:rsidRDefault="00F2363E" w:rsidP="00AD402E">
            <w:pPr>
              <w:spacing w:line="276" w:lineRule="auto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>Indonesië/voormalig Nederlands-Indië</w:t>
            </w:r>
          </w:p>
        </w:tc>
      </w:tr>
      <w:tr w:rsidR="00F2363E" w:rsidRPr="00CA40A9" w:rsidTr="00DE26D8">
        <w:tc>
          <w:tcPr>
            <w:tcW w:w="397" w:type="dxa"/>
            <w:vAlign w:val="center"/>
          </w:tcPr>
          <w:p w:rsidR="00F2363E" w:rsidRPr="00CA40A9" w:rsidRDefault="0081580E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9" name="Text Box 35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32" o:spid="_x0000_s1349" type="#_x0000_t202" style="position:absolute;margin-left:0;margin-top:2pt;width:11.35pt;height:11.35pt;z-index:25170022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" strokeweight=".5pt">
                      <v:textbox inset="0,0,0,0">
                        <w:txbxContent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303" w:type="dxa"/>
            <w:vAlign w:val="center"/>
          </w:tcPr>
          <w:p w:rsidR="00F2363E" w:rsidRPr="00CA40A9" w:rsidRDefault="00F2363E" w:rsidP="00AD402E">
            <w:pPr>
              <w:spacing w:line="276" w:lineRule="auto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>Suriname</w:t>
            </w:r>
          </w:p>
        </w:tc>
      </w:tr>
      <w:tr w:rsidR="00F2363E" w:rsidRPr="00CA40A9" w:rsidTr="00DE26D8">
        <w:tc>
          <w:tcPr>
            <w:tcW w:w="397" w:type="dxa"/>
            <w:vAlign w:val="center"/>
          </w:tcPr>
          <w:p w:rsidR="00F2363E" w:rsidRPr="00CA40A9" w:rsidRDefault="0081580E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8" name="Text Box 35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33" o:spid="_x0000_s1350" type="#_x0000_t202" style="position:absolute;margin-left:0;margin-top:2pt;width:11.35pt;height:11.35pt;z-index:25170124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" strokeweight=".5pt">
                      <v:textbox inset="0,0,0,0">
                        <w:txbxContent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303" w:type="dxa"/>
            <w:vAlign w:val="center"/>
          </w:tcPr>
          <w:p w:rsidR="00F2363E" w:rsidRPr="00CA40A9" w:rsidRDefault="00F2363E" w:rsidP="00AD402E">
            <w:pPr>
              <w:spacing w:line="276" w:lineRule="auto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>Marokko</w:t>
            </w:r>
          </w:p>
        </w:tc>
      </w:tr>
      <w:tr w:rsidR="00F2363E" w:rsidRPr="00CA40A9" w:rsidTr="00DE26D8">
        <w:tc>
          <w:tcPr>
            <w:tcW w:w="397" w:type="dxa"/>
            <w:vAlign w:val="center"/>
          </w:tcPr>
          <w:p w:rsidR="00F2363E" w:rsidRPr="00CA40A9" w:rsidRDefault="0081580E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  <w:lang w:val="pt-BR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7" name="Text Box 35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34" o:spid="_x0000_s1351" type="#_x0000_t202" style="position:absolute;margin-left:0;margin-top:2pt;width:11.35pt;height:11.35pt;z-index:25170227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DmNA+XIwIAAEw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303" w:type="dxa"/>
            <w:vAlign w:val="center"/>
          </w:tcPr>
          <w:p w:rsidR="00F2363E" w:rsidRPr="00CA40A9" w:rsidRDefault="00F2363E" w:rsidP="00AD402E">
            <w:pPr>
              <w:spacing w:line="276" w:lineRule="auto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>Turkije</w:t>
            </w:r>
          </w:p>
        </w:tc>
      </w:tr>
      <w:tr w:rsidR="00F2363E" w:rsidRPr="00CA40A9" w:rsidTr="00DE26D8">
        <w:tc>
          <w:tcPr>
            <w:tcW w:w="397" w:type="dxa"/>
            <w:vAlign w:val="center"/>
          </w:tcPr>
          <w:p w:rsidR="00F2363E" w:rsidRPr="00CA40A9" w:rsidRDefault="0081580E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6" name="Text Box 35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35" o:spid="_x0000_s1352" type="#_x0000_t202" style="position:absolute;margin-left:0;margin-top:2pt;width:11.35pt;height:11.35pt;z-index:25170329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CI3/0QiAgAATA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303" w:type="dxa"/>
            <w:vAlign w:val="center"/>
          </w:tcPr>
          <w:p w:rsidR="00F2363E" w:rsidRPr="00CA40A9" w:rsidRDefault="00F2363E" w:rsidP="00AD402E">
            <w:pPr>
              <w:spacing w:line="276" w:lineRule="auto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>Duitsland</w:t>
            </w:r>
          </w:p>
        </w:tc>
      </w:tr>
      <w:tr w:rsidR="00F2363E" w:rsidRPr="00CA40A9" w:rsidTr="00DE26D8">
        <w:tc>
          <w:tcPr>
            <w:tcW w:w="397" w:type="dxa"/>
            <w:vAlign w:val="center"/>
          </w:tcPr>
          <w:p w:rsidR="00F2363E" w:rsidRPr="00CA40A9" w:rsidRDefault="0081580E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5" name="Text Box 35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36" o:spid="_x0000_s1353" type="#_x0000_t202" style="position:absolute;margin-left:0;margin-top:2pt;width:11.35pt;height:11.35pt;z-index:25170432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" strokeweight=".5pt">
                      <v:textbox inset="0,0,0,0">
                        <w:txbxContent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303" w:type="dxa"/>
            <w:vAlign w:val="center"/>
          </w:tcPr>
          <w:p w:rsidR="00F2363E" w:rsidRPr="00CA40A9" w:rsidRDefault="00F2363E" w:rsidP="00AD402E">
            <w:pPr>
              <w:spacing w:line="276" w:lineRule="auto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>Nederlands Antillen</w:t>
            </w:r>
          </w:p>
        </w:tc>
      </w:tr>
      <w:tr w:rsidR="00F2363E" w:rsidRPr="00CA40A9" w:rsidTr="00DE26D8">
        <w:tc>
          <w:tcPr>
            <w:tcW w:w="397" w:type="dxa"/>
            <w:vAlign w:val="center"/>
          </w:tcPr>
          <w:p w:rsidR="00F2363E" w:rsidRPr="00CA40A9" w:rsidRDefault="0081580E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4" name="Text Box 35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37" o:spid="_x0000_s1354" type="#_x0000_t202" style="position:absolute;margin-left:0;margin-top:2pt;width:11.35pt;height:11.35pt;z-index:25170534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D4wotZIwIAAEw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303" w:type="dxa"/>
            <w:vAlign w:val="center"/>
          </w:tcPr>
          <w:p w:rsidR="00F2363E" w:rsidRPr="00CA40A9" w:rsidRDefault="00F2363E" w:rsidP="00AD402E">
            <w:pPr>
              <w:spacing w:line="276" w:lineRule="auto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>Aruba</w:t>
            </w:r>
          </w:p>
        </w:tc>
      </w:tr>
      <w:tr w:rsidR="00DE26D8" w:rsidRPr="00CA40A9" w:rsidTr="00DE26D8">
        <w:tc>
          <w:tcPr>
            <w:tcW w:w="397" w:type="dxa"/>
            <w:vAlign w:val="center"/>
          </w:tcPr>
          <w:p w:rsidR="00DE26D8" w:rsidRPr="00CA40A9" w:rsidRDefault="0081580E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8521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3" name="Text Box 36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54" o:spid="_x0000_s1355" type="#_x0000_t202" style="position:absolute;margin-left:0;margin-top:2pt;width:11.35pt;height:11.35pt;z-index:25178521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" strokeweight=".5pt">
                      <v:textbox inset="0,0,0,0">
                        <w:txbxContent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303" w:type="dxa"/>
            <w:vAlign w:val="center"/>
          </w:tcPr>
          <w:p w:rsidR="00DE26D8" w:rsidRPr="00CA40A9" w:rsidRDefault="00DE26D8" w:rsidP="0016017D">
            <w:pPr>
              <w:tabs>
                <w:tab w:val="right" w:leader="dot" w:pos="8071"/>
              </w:tabs>
              <w:spacing w:line="276" w:lineRule="auto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 xml:space="preserve">anders, nl.: </w:t>
            </w:r>
            <w:r w:rsidRPr="00CA40A9">
              <w:rPr>
                <w:rFonts w:ascii="Arial" w:hAnsi="Arial" w:cs="Arial"/>
              </w:rPr>
              <w:tab/>
            </w:r>
          </w:p>
        </w:tc>
      </w:tr>
    </w:tbl>
    <w:p w:rsidR="00F2363E" w:rsidRPr="00CA40A9" w:rsidRDefault="00F2363E" w:rsidP="00F2363E">
      <w:pPr>
        <w:spacing w:line="276" w:lineRule="auto"/>
        <w:rPr>
          <w:rFonts w:ascii="Arial" w:hAnsi="Arial" w:cs="Arial"/>
        </w:rPr>
      </w:pPr>
    </w:p>
    <w:p w:rsidR="00F2363E" w:rsidRPr="00CA40A9" w:rsidRDefault="00F2363E" w:rsidP="00F2363E">
      <w:pPr>
        <w:spacing w:line="276" w:lineRule="auto"/>
        <w:ind w:left="454" w:hanging="454"/>
        <w:rPr>
          <w:rFonts w:ascii="Arial" w:hAnsi="Arial" w:cs="Arial"/>
          <w:b/>
        </w:rPr>
      </w:pPr>
    </w:p>
    <w:p w:rsidR="00F2363E" w:rsidRPr="00CA40A9" w:rsidRDefault="0087581D" w:rsidP="00F2363E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6</w:t>
      </w:r>
      <w:r w:rsidR="00F85DF1">
        <w:rPr>
          <w:rFonts w:ascii="Arial" w:hAnsi="Arial" w:cs="Arial"/>
          <w:b/>
        </w:rPr>
        <w:t>8</w:t>
      </w:r>
      <w:r w:rsidR="00F2363E" w:rsidRPr="00CA40A9">
        <w:rPr>
          <w:rFonts w:ascii="Arial" w:hAnsi="Arial" w:cs="Arial"/>
          <w:b/>
        </w:rPr>
        <w:t>.</w:t>
      </w:r>
      <w:r w:rsidR="00F2363E" w:rsidRPr="00CA40A9">
        <w:rPr>
          <w:rFonts w:ascii="Arial" w:hAnsi="Arial" w:cs="Arial"/>
          <w:b/>
        </w:rPr>
        <w:tab/>
        <w:t>Heeft iemand u geholpen om deze vragenlijst in te vullen?</w:t>
      </w:r>
    </w:p>
    <w:p w:rsidR="00F2363E" w:rsidRPr="00CA40A9" w:rsidRDefault="00F2363E" w:rsidP="00F2363E">
      <w:pPr>
        <w:spacing w:line="144" w:lineRule="auto"/>
        <w:rPr>
          <w:rFonts w:ascii="Arial" w:hAnsi="Arial" w:cs="Arial"/>
          <w:i/>
        </w:rPr>
      </w:pPr>
    </w:p>
    <w:tbl>
      <w:tblPr>
        <w:tblW w:w="0" w:type="auto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665"/>
        <w:gridCol w:w="720"/>
        <w:gridCol w:w="4312"/>
      </w:tblGrid>
      <w:tr w:rsidR="00F2363E" w:rsidRPr="00CA40A9" w:rsidTr="0071480C">
        <w:tc>
          <w:tcPr>
            <w:tcW w:w="397" w:type="dxa"/>
            <w:vAlign w:val="center"/>
          </w:tcPr>
          <w:p w:rsidR="00F2363E" w:rsidRPr="00CA40A9" w:rsidRDefault="0081580E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2" name="Text Box 35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39" o:spid="_x0000_s1356" type="#_x0000_t202" style="position:absolute;margin-left:0;margin-top:2pt;width:11.35pt;height:11.35pt;z-index:25170636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" strokeweight=".5pt">
                      <v:textbox inset="0,0,0,0">
                        <w:txbxContent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665" w:type="dxa"/>
            <w:vAlign w:val="center"/>
          </w:tcPr>
          <w:p w:rsidR="00F2363E" w:rsidRPr="00CA40A9" w:rsidRDefault="00F2363E" w:rsidP="00AD402E">
            <w:pPr>
              <w:spacing w:line="276" w:lineRule="auto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>nee</w:t>
            </w:r>
          </w:p>
        </w:tc>
        <w:tc>
          <w:tcPr>
            <w:tcW w:w="720" w:type="dxa"/>
            <w:vAlign w:val="center"/>
          </w:tcPr>
          <w:p w:rsidR="00F2363E" w:rsidRPr="00CA40A9" w:rsidRDefault="0081580E" w:rsidP="00AD402E">
            <w:pPr>
              <w:pStyle w:val="hokjesok"/>
              <w:numPr>
                <w:ilvl w:val="0"/>
                <w:numId w:val="0"/>
              </w:numPr>
              <w:spacing w:line="276" w:lineRule="auto"/>
              <w:ind w:left="454" w:hanging="454"/>
              <w:rPr>
                <w:rFonts w:ascii="Arial" w:hAnsi="Arial" w:cs="Arial"/>
              </w:rPr>
            </w:pPr>
            <w:r w:rsidRPr="00CA40A9">
              <w:rPr>
                <w:rFonts w:ascii="Arial" w:hAnsi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99695</wp:posOffset>
                      </wp:positionV>
                      <wp:extent cx="349250" cy="0"/>
                      <wp:effectExtent l="5715" t="61595" r="16510" b="52705"/>
                      <wp:wrapNone/>
                      <wp:docPr id="11" name="Line 35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92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4505848" id="Line 3541" o:spid="_x0000_s1026" style="position:absolute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95pt,7.85pt" to="29.45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">
                      <v:stroke endarrow="block"/>
                    </v:line>
                  </w:pict>
                </mc:Fallback>
              </mc:AlternateContent>
            </w:r>
          </w:p>
        </w:tc>
        <w:tc>
          <w:tcPr>
            <w:tcW w:w="4312" w:type="dxa"/>
            <w:vAlign w:val="center"/>
          </w:tcPr>
          <w:p w:rsidR="00F2363E" w:rsidRPr="00CA40A9" w:rsidRDefault="000F4D31" w:rsidP="00AD402E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ga naar vraag 7</w:t>
            </w:r>
            <w:r w:rsidR="00F85DF1">
              <w:rPr>
                <w:rFonts w:ascii="Arial" w:hAnsi="Arial" w:cs="Arial"/>
              </w:rPr>
              <w:t>1</w:t>
            </w:r>
          </w:p>
        </w:tc>
      </w:tr>
      <w:tr w:rsidR="00F2363E" w:rsidRPr="00CA40A9" w:rsidTr="0071480C">
        <w:tc>
          <w:tcPr>
            <w:tcW w:w="397" w:type="dxa"/>
            <w:vAlign w:val="center"/>
          </w:tcPr>
          <w:p w:rsidR="00F2363E" w:rsidRPr="00CA40A9" w:rsidRDefault="0081580E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0" name="Text Box 35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40" o:spid="_x0000_s1357" type="#_x0000_t202" style="position:absolute;margin-left:0;margin-top:2pt;width:11.35pt;height:11.35pt;z-index:25170739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" strokeweight=".5pt">
                      <v:textbox inset="0,0,0,0">
                        <w:txbxContent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665" w:type="dxa"/>
            <w:vAlign w:val="center"/>
          </w:tcPr>
          <w:p w:rsidR="00F2363E" w:rsidRPr="00CA40A9" w:rsidRDefault="00F2363E" w:rsidP="00AD402E">
            <w:pPr>
              <w:spacing w:line="276" w:lineRule="auto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>ja</w:t>
            </w:r>
          </w:p>
        </w:tc>
        <w:tc>
          <w:tcPr>
            <w:tcW w:w="720" w:type="dxa"/>
            <w:vAlign w:val="center"/>
          </w:tcPr>
          <w:p w:rsidR="00F2363E" w:rsidRPr="00CA40A9" w:rsidRDefault="00F2363E" w:rsidP="00AD402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312" w:type="dxa"/>
            <w:vAlign w:val="center"/>
          </w:tcPr>
          <w:p w:rsidR="00F2363E" w:rsidRPr="00CA40A9" w:rsidRDefault="00F2363E" w:rsidP="00AD402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F2363E" w:rsidRPr="00CA40A9" w:rsidRDefault="00F2363E" w:rsidP="00F2363E">
      <w:pPr>
        <w:spacing w:line="276" w:lineRule="auto"/>
        <w:rPr>
          <w:rFonts w:ascii="Arial" w:hAnsi="Arial" w:cs="Arial"/>
          <w:b/>
        </w:rPr>
      </w:pPr>
    </w:p>
    <w:p w:rsidR="009F7E68" w:rsidRDefault="009F7E68" w:rsidP="009F7E68">
      <w:pPr>
        <w:spacing w:line="276" w:lineRule="auto"/>
        <w:ind w:left="360" w:hanging="360"/>
        <w:rPr>
          <w:rFonts w:ascii="Arial" w:hAnsi="Arial" w:cs="Arial"/>
          <w:b/>
        </w:rPr>
      </w:pPr>
    </w:p>
    <w:p w:rsidR="009F7E68" w:rsidRPr="00B32186" w:rsidRDefault="00F85DF1" w:rsidP="009F7E68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69</w:t>
      </w:r>
      <w:r w:rsidR="009F7E68" w:rsidRPr="00B32186">
        <w:rPr>
          <w:rFonts w:ascii="Arial" w:hAnsi="Arial" w:cs="Arial"/>
          <w:b/>
        </w:rPr>
        <w:t>.</w:t>
      </w:r>
      <w:r w:rsidR="009F7E68" w:rsidRPr="00B32186">
        <w:rPr>
          <w:rFonts w:ascii="Arial" w:hAnsi="Arial" w:cs="Arial"/>
          <w:b/>
        </w:rPr>
        <w:tab/>
      </w:r>
      <w:r w:rsidR="009F7E68">
        <w:rPr>
          <w:rFonts w:ascii="Arial" w:hAnsi="Arial" w:cs="Arial"/>
          <w:b/>
        </w:rPr>
        <w:t xml:space="preserve">Wie heeft u </w:t>
      </w:r>
      <w:r w:rsidR="009F7E68" w:rsidRPr="00B32186">
        <w:rPr>
          <w:rFonts w:ascii="Arial" w:hAnsi="Arial" w:cs="Arial"/>
          <w:b/>
        </w:rPr>
        <w:t>geholpen?</w:t>
      </w:r>
    </w:p>
    <w:p w:rsidR="009F7E68" w:rsidRPr="008A54A2" w:rsidRDefault="009F7E68" w:rsidP="009F7E68">
      <w:pPr>
        <w:spacing w:line="144" w:lineRule="auto"/>
        <w:rPr>
          <w:rFonts w:ascii="Arial" w:hAnsi="Arial" w:cs="Arial"/>
          <w:i/>
        </w:rPr>
      </w:pPr>
    </w:p>
    <w:tbl>
      <w:tblPr>
        <w:tblW w:w="8474" w:type="dxa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077"/>
      </w:tblGrid>
      <w:tr w:rsidR="009F7E68" w:rsidRPr="008A54A2" w:rsidTr="000E4160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9F7E68" w:rsidRPr="008A54A2" w:rsidRDefault="0081580E" w:rsidP="000E4160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3027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9" name="Text Box 36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9F7E68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9F7E68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99" o:spid="_x0000_s1358" type="#_x0000_t202" style="position:absolute;margin-left:0;margin-top:2pt;width:11.35pt;height:11.35pt;z-index:25183027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AgCdHdIwIAAEs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BE61F9" w:rsidRDefault="00BE61F9" w:rsidP="009F7E6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9F7E6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9F7E68" w:rsidRPr="00B32186" w:rsidRDefault="009F7E68" w:rsidP="000E4160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familie of partner</w:t>
            </w:r>
          </w:p>
        </w:tc>
      </w:tr>
      <w:tr w:rsidR="009F7E68" w:rsidRPr="008A54A2" w:rsidTr="000E4160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9F7E68" w:rsidRPr="008A54A2" w:rsidRDefault="0081580E" w:rsidP="000E4160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3129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8" name="Text Box 37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9F7E68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9F7E68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700" o:spid="_x0000_s1359" type="#_x0000_t202" style="position:absolute;margin-left:0;margin-top:2pt;width:11.35pt;height:11.35pt;z-index:25183129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" strokeweight=".5pt">
                      <v:textbox inset="0,0,0,0">
                        <w:txbxContent>
                          <w:p w:rsidR="00BE61F9" w:rsidRDefault="00BE61F9" w:rsidP="009F7E6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9F7E6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9F7E68" w:rsidRPr="00B32186" w:rsidRDefault="009F7E68" w:rsidP="000E4160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vriend of kennis</w:t>
            </w:r>
          </w:p>
        </w:tc>
      </w:tr>
      <w:tr w:rsidR="009F7E68" w:rsidRPr="008A54A2" w:rsidTr="000E4160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9F7E68" w:rsidRPr="008A54A2" w:rsidRDefault="0081580E" w:rsidP="000E4160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3232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7" name="Text Box 37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9F7E68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9F7E68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701" o:spid="_x0000_s1360" type="#_x0000_t202" style="position:absolute;margin-left:0;margin-top:2pt;width:11.35pt;height:11.35pt;z-index:25183232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" strokeweight=".5pt">
                      <v:textbox inset="0,0,0,0">
                        <w:txbxContent>
                          <w:p w:rsidR="00BE61F9" w:rsidRDefault="00BE61F9" w:rsidP="009F7E6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9F7E6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9F7E68" w:rsidRPr="00B32186" w:rsidRDefault="009F7E68" w:rsidP="000E4160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persoonlijk begeleider</w:t>
            </w:r>
          </w:p>
        </w:tc>
      </w:tr>
      <w:tr w:rsidR="009F7E68" w:rsidRPr="008A54A2" w:rsidTr="000E4160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9F7E68" w:rsidRPr="008A54A2" w:rsidRDefault="0081580E" w:rsidP="000E4160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3334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6" name="Text Box 37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9F7E68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9F7E68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702" o:spid="_x0000_s1361" type="#_x0000_t202" style="position:absolute;margin-left:0;margin-top:2pt;width:11.35pt;height:11.35pt;z-index:25183334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BModaciAgAASw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BE61F9" w:rsidRDefault="00BE61F9" w:rsidP="009F7E6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9F7E6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9F7E68" w:rsidRPr="00B32186" w:rsidRDefault="009F7E68" w:rsidP="000E4160">
            <w:pPr>
              <w:tabs>
                <w:tab w:val="right" w:leader="dot" w:pos="8066"/>
              </w:tabs>
              <w:spacing w:line="276" w:lineRule="auto"/>
              <w:rPr>
                <w:rFonts w:ascii="Arial" w:hAnsi="Arial" w:cs="Arial"/>
              </w:rPr>
            </w:pPr>
            <w:r w:rsidRPr="00B32186">
              <w:rPr>
                <w:rFonts w:ascii="Arial" w:hAnsi="Arial" w:cs="Arial"/>
              </w:rPr>
              <w:t xml:space="preserve">anders, nl.: </w:t>
            </w:r>
            <w:r w:rsidRPr="00B32186">
              <w:rPr>
                <w:rFonts w:ascii="Arial" w:hAnsi="Arial" w:cs="Arial"/>
              </w:rPr>
              <w:tab/>
            </w:r>
          </w:p>
        </w:tc>
      </w:tr>
    </w:tbl>
    <w:p w:rsidR="009F7E68" w:rsidRPr="00B32186" w:rsidRDefault="009F7E68" w:rsidP="009F7E68">
      <w:pPr>
        <w:spacing w:line="192" w:lineRule="auto"/>
        <w:rPr>
          <w:rFonts w:ascii="Arial" w:hAnsi="Arial" w:cs="Arial"/>
          <w:b/>
        </w:rPr>
      </w:pPr>
    </w:p>
    <w:p w:rsidR="00F2363E" w:rsidRPr="00CA40A9" w:rsidRDefault="00F5690A" w:rsidP="00F2363E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  <w:highlight w:val="yellow"/>
        </w:rPr>
        <w:br w:type="page"/>
      </w:r>
      <w:r w:rsidR="00A657B1">
        <w:rPr>
          <w:rFonts w:ascii="Arial" w:hAnsi="Arial" w:cs="Arial"/>
          <w:b/>
        </w:rPr>
        <w:t>7</w:t>
      </w:r>
      <w:r w:rsidR="00F85DF1">
        <w:rPr>
          <w:rFonts w:ascii="Arial" w:hAnsi="Arial" w:cs="Arial"/>
          <w:b/>
        </w:rPr>
        <w:t>0</w:t>
      </w:r>
      <w:r w:rsidR="00F2363E" w:rsidRPr="00CA40A9">
        <w:rPr>
          <w:rFonts w:ascii="Arial" w:hAnsi="Arial" w:cs="Arial"/>
          <w:b/>
        </w:rPr>
        <w:t>.</w:t>
      </w:r>
      <w:r w:rsidR="00F2363E" w:rsidRPr="00CA40A9">
        <w:rPr>
          <w:rFonts w:ascii="Arial" w:hAnsi="Arial" w:cs="Arial"/>
          <w:b/>
        </w:rPr>
        <w:tab/>
        <w:t>Hoe heeft die persoon u geholpen?</w:t>
      </w:r>
    </w:p>
    <w:p w:rsidR="00F2363E" w:rsidRPr="00CA40A9" w:rsidRDefault="00F2363E" w:rsidP="00F2363E">
      <w:pPr>
        <w:spacing w:line="276" w:lineRule="auto"/>
        <w:ind w:firstLine="360"/>
        <w:rPr>
          <w:rFonts w:ascii="Arial" w:hAnsi="Arial" w:cs="Arial"/>
          <w:i/>
        </w:rPr>
      </w:pPr>
      <w:r w:rsidRPr="00B32186">
        <w:rPr>
          <w:rFonts w:ascii="Arial" w:hAnsi="Arial" w:cs="Arial"/>
          <w:i/>
        </w:rPr>
        <w:t>Meer</w:t>
      </w:r>
      <w:r>
        <w:rPr>
          <w:rFonts w:ascii="Arial" w:hAnsi="Arial" w:cs="Arial"/>
          <w:i/>
        </w:rPr>
        <w:t xml:space="preserve"> antwoorden aankruisen mag.</w:t>
      </w:r>
    </w:p>
    <w:p w:rsidR="00F2363E" w:rsidRPr="00CA40A9" w:rsidRDefault="00F2363E" w:rsidP="00F2363E">
      <w:pPr>
        <w:spacing w:line="144" w:lineRule="auto"/>
        <w:rPr>
          <w:rFonts w:ascii="Arial" w:hAnsi="Arial" w:cs="Arial"/>
          <w:i/>
        </w:rPr>
      </w:pPr>
    </w:p>
    <w:tbl>
      <w:tblPr>
        <w:tblW w:w="8714" w:type="dxa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317"/>
      </w:tblGrid>
      <w:tr w:rsidR="00F2363E" w:rsidRPr="00CA40A9" w:rsidTr="00DE26D8">
        <w:tc>
          <w:tcPr>
            <w:tcW w:w="397" w:type="dxa"/>
            <w:vAlign w:val="center"/>
          </w:tcPr>
          <w:p w:rsidR="00F2363E" w:rsidRPr="00CA40A9" w:rsidRDefault="0081580E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5" name="Text Box 35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42" o:spid="_x0000_s1362" type="#_x0000_t202" style="position:absolute;margin-left:0;margin-top:2pt;width:11.35pt;height:11.35pt;z-index:2517094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" strokeweight=".5pt">
                      <v:textbox inset="0,0,0,0">
                        <w:txbxContent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317" w:type="dxa"/>
            <w:vAlign w:val="center"/>
          </w:tcPr>
          <w:p w:rsidR="00F2363E" w:rsidRPr="00CA40A9" w:rsidRDefault="00F2363E" w:rsidP="00AD402E">
            <w:pPr>
              <w:spacing w:line="276" w:lineRule="auto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>hij/zij heeft de vragen voorgelezen</w:t>
            </w:r>
          </w:p>
        </w:tc>
      </w:tr>
      <w:tr w:rsidR="00F2363E" w:rsidRPr="00CA40A9" w:rsidTr="00DE26D8">
        <w:tc>
          <w:tcPr>
            <w:tcW w:w="397" w:type="dxa"/>
            <w:vAlign w:val="center"/>
          </w:tcPr>
          <w:p w:rsidR="00F2363E" w:rsidRPr="00CA40A9" w:rsidRDefault="0081580E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4" name="Text Box 35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43" o:spid="_x0000_s1363" type="#_x0000_t202" style="position:absolute;margin-left:0;margin-top:2pt;width:11.35pt;height:11.35pt;z-index:25171046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H2svk8iAgAASg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317" w:type="dxa"/>
            <w:vAlign w:val="center"/>
          </w:tcPr>
          <w:p w:rsidR="00F2363E" w:rsidRPr="00CA40A9" w:rsidRDefault="00F2363E" w:rsidP="00AD402E">
            <w:pPr>
              <w:spacing w:line="276" w:lineRule="auto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>hij/zij heeft mijn antwoorden opgeschreven</w:t>
            </w:r>
          </w:p>
        </w:tc>
      </w:tr>
      <w:tr w:rsidR="00F2363E" w:rsidRPr="00CA40A9" w:rsidTr="00DE26D8">
        <w:tc>
          <w:tcPr>
            <w:tcW w:w="397" w:type="dxa"/>
            <w:vAlign w:val="center"/>
          </w:tcPr>
          <w:p w:rsidR="00F2363E" w:rsidRPr="00CA40A9" w:rsidRDefault="0081580E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3" name="Text Box 35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44" o:spid="_x0000_s1364" type="#_x0000_t202" style="position:absolute;margin-left:0;margin-top:2pt;width:11.35pt;height:11.35pt;z-index:25171148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Hw5HBMiAgAASg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317" w:type="dxa"/>
            <w:vAlign w:val="center"/>
          </w:tcPr>
          <w:p w:rsidR="00F2363E" w:rsidRPr="00CA40A9" w:rsidRDefault="00F2363E" w:rsidP="00AD402E">
            <w:pPr>
              <w:spacing w:line="276" w:lineRule="auto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>hij/zij heeft de vragen in mijn plaats beantwoord</w:t>
            </w:r>
          </w:p>
        </w:tc>
      </w:tr>
      <w:tr w:rsidR="00F2363E" w:rsidRPr="007E4388" w:rsidTr="00DE26D8">
        <w:tc>
          <w:tcPr>
            <w:tcW w:w="397" w:type="dxa"/>
            <w:vAlign w:val="center"/>
          </w:tcPr>
          <w:p w:rsidR="00F2363E" w:rsidRPr="00CA40A9" w:rsidRDefault="0081580E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2" name="Text Box 35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45" o:spid="_x0000_s1365" type="#_x0000_t202" style="position:absolute;margin-left:0;margin-top:2pt;width:11.35pt;height:11.35pt;z-index:25171251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" strokeweight=".5pt">
                      <v:textbox inset="0,0,0,0">
                        <w:txbxContent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317" w:type="dxa"/>
            <w:vAlign w:val="center"/>
          </w:tcPr>
          <w:p w:rsidR="00F2363E" w:rsidRPr="00CA40A9" w:rsidRDefault="00F2363E" w:rsidP="00AD402E">
            <w:r w:rsidRPr="00CA40A9">
              <w:rPr>
                <w:rFonts w:ascii="Arial" w:hAnsi="Arial" w:cs="Arial"/>
              </w:rPr>
              <w:t>hij/zij heeft de vragen in mijn taal vertaald</w:t>
            </w:r>
          </w:p>
        </w:tc>
      </w:tr>
      <w:tr w:rsidR="00DE26D8" w:rsidRPr="00CA40A9" w:rsidTr="00DE26D8">
        <w:tc>
          <w:tcPr>
            <w:tcW w:w="397" w:type="dxa"/>
            <w:vAlign w:val="center"/>
          </w:tcPr>
          <w:p w:rsidR="00DE26D8" w:rsidRPr="007E4388" w:rsidRDefault="0081580E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8624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" name="Text Box 36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E61F9" w:rsidRDefault="00BE61F9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55" o:spid="_x0000_s1366" type="#_x0000_t202" style="position:absolute;margin-left:0;margin-top:2pt;width:11.35pt;height:11.35pt;z-index:251786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Dyye92IwIAAEo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BE61F9" w:rsidRDefault="00BE61F9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317" w:type="dxa"/>
            <w:vAlign w:val="center"/>
          </w:tcPr>
          <w:p w:rsidR="00DE26D8" w:rsidRPr="00CA40A9" w:rsidRDefault="00DE26D8" w:rsidP="0016017D">
            <w:pPr>
              <w:tabs>
                <w:tab w:val="right" w:leader="dot" w:pos="8071"/>
              </w:tabs>
              <w:spacing w:line="276" w:lineRule="auto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 xml:space="preserve">anders, nl.: </w:t>
            </w:r>
            <w:r w:rsidRPr="00CA40A9">
              <w:rPr>
                <w:rFonts w:ascii="Arial" w:hAnsi="Arial" w:cs="Arial"/>
              </w:rPr>
              <w:tab/>
            </w:r>
          </w:p>
        </w:tc>
      </w:tr>
    </w:tbl>
    <w:p w:rsidR="00F2363E" w:rsidRPr="00CA40A9" w:rsidRDefault="00F2363E" w:rsidP="00F2363E">
      <w:pPr>
        <w:spacing w:line="276" w:lineRule="auto"/>
        <w:ind w:left="360" w:hanging="360"/>
        <w:rPr>
          <w:rFonts w:ascii="Arial" w:hAnsi="Arial" w:cs="Arial"/>
          <w:b/>
        </w:rPr>
      </w:pPr>
    </w:p>
    <w:p w:rsidR="00F2363E" w:rsidRPr="00CA40A9" w:rsidRDefault="00F2363E" w:rsidP="00F2363E">
      <w:pPr>
        <w:spacing w:line="276" w:lineRule="auto"/>
        <w:ind w:left="360" w:hanging="360"/>
        <w:rPr>
          <w:rFonts w:ascii="Arial" w:hAnsi="Arial" w:cs="Arial"/>
          <w:b/>
        </w:rPr>
      </w:pPr>
    </w:p>
    <w:p w:rsidR="00F2363E" w:rsidRPr="00CA40A9" w:rsidRDefault="00A657B1" w:rsidP="00F2363E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7</w:t>
      </w:r>
      <w:r w:rsidR="00F85DF1">
        <w:rPr>
          <w:rFonts w:ascii="Arial" w:hAnsi="Arial" w:cs="Arial"/>
          <w:b/>
        </w:rPr>
        <w:t>1</w:t>
      </w:r>
      <w:r w:rsidR="00F2363E" w:rsidRPr="00CA40A9">
        <w:rPr>
          <w:rFonts w:ascii="Arial" w:hAnsi="Arial" w:cs="Arial"/>
          <w:b/>
        </w:rPr>
        <w:t>.</w:t>
      </w:r>
      <w:r w:rsidR="00F2363E" w:rsidRPr="00CA40A9">
        <w:rPr>
          <w:rFonts w:ascii="Arial" w:hAnsi="Arial" w:cs="Arial"/>
          <w:b/>
        </w:rPr>
        <w:tab/>
        <w:t xml:space="preserve">We willen de vragenlijst blijven verbeteren. We horen dan ook graag wat u van de vragenlijst vindt. Mist u iets in deze vragenlijst? </w:t>
      </w:r>
      <w:r w:rsidR="00F2363E">
        <w:rPr>
          <w:rFonts w:ascii="Arial" w:hAnsi="Arial" w:cs="Arial"/>
          <w:b/>
        </w:rPr>
        <w:t xml:space="preserve">Welke vragen vond u lastig? </w:t>
      </w:r>
      <w:r w:rsidR="00F2363E" w:rsidRPr="00CA40A9">
        <w:rPr>
          <w:rFonts w:ascii="Arial" w:hAnsi="Arial" w:cs="Arial"/>
          <w:b/>
        </w:rPr>
        <w:t xml:space="preserve">Of heeft u nog opmerkingen of tips. Dan kunt u dat hieronder opschrijven. </w:t>
      </w:r>
    </w:p>
    <w:p w:rsidR="00F2363E" w:rsidRPr="00CA40A9" w:rsidRDefault="00F2363E" w:rsidP="00F2363E">
      <w:pPr>
        <w:spacing w:line="144" w:lineRule="auto"/>
        <w:rPr>
          <w:rFonts w:ascii="Arial" w:hAnsi="Arial" w:cs="Arial"/>
        </w:rPr>
      </w:pPr>
    </w:p>
    <w:tbl>
      <w:tblPr>
        <w:tblStyle w:val="Tabelraster"/>
        <w:tblW w:w="0" w:type="auto"/>
        <w:tblInd w:w="486" w:type="dxa"/>
        <w:tblLook w:val="01E0" w:firstRow="1" w:lastRow="1" w:firstColumn="1" w:lastColumn="1" w:noHBand="0" w:noVBand="0"/>
      </w:tblPr>
      <w:tblGrid>
        <w:gridCol w:w="8726"/>
      </w:tblGrid>
      <w:tr w:rsidR="00F2363E" w:rsidRPr="00CA40A9">
        <w:tc>
          <w:tcPr>
            <w:tcW w:w="8726" w:type="dxa"/>
          </w:tcPr>
          <w:p w:rsidR="00F2363E" w:rsidRPr="00CA40A9" w:rsidRDefault="00F2363E" w:rsidP="00AD402E">
            <w:pPr>
              <w:spacing w:line="276" w:lineRule="auto"/>
              <w:rPr>
                <w:rFonts w:ascii="Arial" w:hAnsi="Arial" w:cs="Arial"/>
              </w:rPr>
            </w:pPr>
          </w:p>
          <w:p w:rsidR="00F2363E" w:rsidRPr="00CA40A9" w:rsidRDefault="00F2363E" w:rsidP="00AD402E">
            <w:pPr>
              <w:spacing w:line="276" w:lineRule="auto"/>
              <w:rPr>
                <w:rFonts w:ascii="Arial" w:hAnsi="Arial" w:cs="Arial"/>
              </w:rPr>
            </w:pPr>
          </w:p>
          <w:p w:rsidR="00F2363E" w:rsidRDefault="00F2363E" w:rsidP="00AD402E">
            <w:pPr>
              <w:spacing w:line="276" w:lineRule="auto"/>
              <w:rPr>
                <w:rFonts w:ascii="Arial" w:hAnsi="Arial" w:cs="Arial"/>
              </w:rPr>
            </w:pPr>
          </w:p>
          <w:p w:rsidR="00CE7415" w:rsidRDefault="00CE7415" w:rsidP="00AD402E">
            <w:pPr>
              <w:spacing w:line="276" w:lineRule="auto"/>
              <w:rPr>
                <w:rFonts w:ascii="Arial" w:hAnsi="Arial" w:cs="Arial"/>
              </w:rPr>
            </w:pPr>
          </w:p>
          <w:p w:rsidR="00CE7415" w:rsidRDefault="00CE7415" w:rsidP="00AD402E">
            <w:pPr>
              <w:spacing w:line="276" w:lineRule="auto"/>
              <w:rPr>
                <w:rFonts w:ascii="Arial" w:hAnsi="Arial" w:cs="Arial"/>
              </w:rPr>
            </w:pPr>
          </w:p>
          <w:p w:rsidR="00CE7415" w:rsidRDefault="00CE7415" w:rsidP="00AD402E">
            <w:pPr>
              <w:spacing w:line="276" w:lineRule="auto"/>
              <w:rPr>
                <w:rFonts w:ascii="Arial" w:hAnsi="Arial" w:cs="Arial"/>
              </w:rPr>
            </w:pPr>
          </w:p>
          <w:p w:rsidR="00CE7415" w:rsidRDefault="00CE7415" w:rsidP="00AD402E">
            <w:pPr>
              <w:spacing w:line="276" w:lineRule="auto"/>
              <w:rPr>
                <w:rFonts w:ascii="Arial" w:hAnsi="Arial" w:cs="Arial"/>
              </w:rPr>
            </w:pPr>
          </w:p>
          <w:p w:rsidR="00CE7415" w:rsidRDefault="00CE7415" w:rsidP="00AD402E">
            <w:pPr>
              <w:spacing w:line="276" w:lineRule="auto"/>
              <w:rPr>
                <w:rFonts w:ascii="Arial" w:hAnsi="Arial" w:cs="Arial"/>
              </w:rPr>
            </w:pPr>
          </w:p>
          <w:p w:rsidR="00CE7415" w:rsidRDefault="00CE7415" w:rsidP="00AD402E">
            <w:pPr>
              <w:spacing w:line="276" w:lineRule="auto"/>
              <w:rPr>
                <w:rFonts w:ascii="Arial" w:hAnsi="Arial" w:cs="Arial"/>
              </w:rPr>
            </w:pPr>
          </w:p>
          <w:p w:rsidR="00CE7415" w:rsidRPr="00CA40A9" w:rsidRDefault="00CE7415" w:rsidP="00AD402E">
            <w:pPr>
              <w:spacing w:line="276" w:lineRule="auto"/>
              <w:rPr>
                <w:rFonts w:ascii="Arial" w:hAnsi="Arial" w:cs="Arial"/>
              </w:rPr>
            </w:pPr>
          </w:p>
          <w:p w:rsidR="00F2363E" w:rsidRDefault="00F2363E" w:rsidP="00AD402E">
            <w:pPr>
              <w:spacing w:line="276" w:lineRule="auto"/>
              <w:rPr>
                <w:rFonts w:ascii="Arial" w:hAnsi="Arial" w:cs="Arial"/>
              </w:rPr>
            </w:pPr>
          </w:p>
          <w:p w:rsidR="00F2363E" w:rsidRDefault="00F2363E" w:rsidP="00AD402E">
            <w:pPr>
              <w:spacing w:line="276" w:lineRule="auto"/>
              <w:rPr>
                <w:rFonts w:ascii="Arial" w:hAnsi="Arial" w:cs="Arial"/>
              </w:rPr>
            </w:pPr>
          </w:p>
          <w:p w:rsidR="00F2363E" w:rsidRDefault="00F2363E" w:rsidP="00AD402E">
            <w:pPr>
              <w:spacing w:line="276" w:lineRule="auto"/>
              <w:rPr>
                <w:rFonts w:ascii="Arial" w:hAnsi="Arial" w:cs="Arial"/>
              </w:rPr>
            </w:pPr>
          </w:p>
          <w:p w:rsidR="00F2363E" w:rsidRDefault="00F2363E" w:rsidP="00AD402E">
            <w:pPr>
              <w:spacing w:line="276" w:lineRule="auto"/>
              <w:rPr>
                <w:rFonts w:ascii="Arial" w:hAnsi="Arial" w:cs="Arial"/>
              </w:rPr>
            </w:pPr>
          </w:p>
          <w:p w:rsidR="00F2363E" w:rsidRDefault="00F2363E" w:rsidP="00AD402E">
            <w:pPr>
              <w:spacing w:line="276" w:lineRule="auto"/>
              <w:rPr>
                <w:rFonts w:ascii="Arial" w:hAnsi="Arial" w:cs="Arial"/>
              </w:rPr>
            </w:pPr>
          </w:p>
          <w:p w:rsidR="00F2363E" w:rsidRDefault="00F2363E" w:rsidP="00AD402E">
            <w:pPr>
              <w:spacing w:line="276" w:lineRule="auto"/>
              <w:rPr>
                <w:rFonts w:ascii="Arial" w:hAnsi="Arial" w:cs="Arial"/>
              </w:rPr>
            </w:pPr>
          </w:p>
          <w:p w:rsidR="00F2363E" w:rsidRPr="00CA40A9" w:rsidRDefault="00F2363E" w:rsidP="00AD402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A657B1" w:rsidRDefault="00A657B1" w:rsidP="00F2363E">
      <w:pPr>
        <w:spacing w:line="276" w:lineRule="auto"/>
        <w:rPr>
          <w:rFonts w:ascii="Arial" w:hAnsi="Arial" w:cs="Arial"/>
        </w:rPr>
      </w:pPr>
    </w:p>
    <w:p w:rsidR="009F7E68" w:rsidRDefault="009F7E68" w:rsidP="00F2363E">
      <w:pPr>
        <w:spacing w:line="276" w:lineRule="auto"/>
        <w:rPr>
          <w:rFonts w:ascii="Arial" w:hAnsi="Arial" w:cs="Arial"/>
        </w:rPr>
      </w:pPr>
    </w:p>
    <w:p w:rsidR="00413B2A" w:rsidRPr="0027030F" w:rsidRDefault="00F2363E" w:rsidP="00F2363E">
      <w:pPr>
        <w:spacing w:line="276" w:lineRule="auto"/>
      </w:pPr>
      <w:r w:rsidRPr="00AA680E">
        <w:rPr>
          <w:rFonts w:ascii="Arial" w:hAnsi="Arial" w:cs="Arial"/>
          <w:b/>
          <w:sz w:val="24"/>
          <w:szCs w:val="24"/>
        </w:rPr>
        <w:t>Hartelijk dank voor uw medewerking</w:t>
      </w:r>
      <w:r w:rsidR="0071480C">
        <w:rPr>
          <w:rFonts w:ascii="Arial" w:hAnsi="Arial" w:cs="Arial"/>
          <w:b/>
          <w:sz w:val="24"/>
          <w:szCs w:val="24"/>
        </w:rPr>
        <w:t>!</w:t>
      </w:r>
    </w:p>
    <w:sectPr w:rsidR="00413B2A" w:rsidRPr="0027030F" w:rsidSect="003829D5">
      <w:pgSz w:w="11906" w:h="16838" w:code="9"/>
      <w:pgMar w:top="1418" w:right="1418" w:bottom="1985" w:left="1418" w:header="1418" w:footer="1418" w:gutter="0"/>
      <w:pgNumType w:start="1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51">
      <wne:macro wne:macroName="PROJECT.NEWMACROS.MACRO1"/>
    </wne:keymap>
  </wne:keymap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61F9" w:rsidRDefault="00BE61F9">
      <w:r>
        <w:separator/>
      </w:r>
    </w:p>
  </w:endnote>
  <w:endnote w:type="continuationSeparator" w:id="0">
    <w:p w:rsidR="00BE61F9" w:rsidRDefault="00BE6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61F9" w:rsidRDefault="00BE61F9" w:rsidP="003829D5">
    <w:pPr>
      <w:pStyle w:val="Voettekst"/>
      <w:framePr w:wrap="around" w:vAnchor="text" w:hAnchor="margin" w:xAlign="center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:rsidR="00BE61F9" w:rsidRDefault="00BE61F9" w:rsidP="006B6A42">
    <w:pPr>
      <w:pStyle w:val="Voetteks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61F9" w:rsidRPr="00E52B73" w:rsidRDefault="00BE61F9" w:rsidP="003829D5">
    <w:pPr>
      <w:pStyle w:val="Voettekst"/>
      <w:framePr w:wrap="around" w:vAnchor="text" w:hAnchor="margin" w:xAlign="center" w:y="1"/>
      <w:rPr>
        <w:rStyle w:val="Paginanummer"/>
        <w:rFonts w:ascii="Arial" w:hAnsi="Arial" w:cs="Arial"/>
      </w:rPr>
    </w:pPr>
    <w:r w:rsidRPr="00E52B73">
      <w:rPr>
        <w:rStyle w:val="Paginanummer"/>
        <w:rFonts w:ascii="Arial" w:hAnsi="Arial" w:cs="Arial"/>
      </w:rPr>
      <w:fldChar w:fldCharType="begin"/>
    </w:r>
    <w:r w:rsidRPr="00E52B73">
      <w:rPr>
        <w:rStyle w:val="Paginanummer"/>
        <w:rFonts w:ascii="Arial" w:hAnsi="Arial" w:cs="Arial"/>
      </w:rPr>
      <w:instrText xml:space="preserve">PAGE  </w:instrText>
    </w:r>
    <w:r w:rsidRPr="00E52B73">
      <w:rPr>
        <w:rStyle w:val="Paginanummer"/>
        <w:rFonts w:ascii="Arial" w:hAnsi="Arial" w:cs="Arial"/>
      </w:rPr>
      <w:fldChar w:fldCharType="separate"/>
    </w:r>
    <w:r w:rsidR="0081580E">
      <w:rPr>
        <w:rStyle w:val="Paginanummer"/>
        <w:rFonts w:ascii="Arial" w:hAnsi="Arial" w:cs="Arial"/>
        <w:noProof/>
      </w:rPr>
      <w:t>8</w:t>
    </w:r>
    <w:r w:rsidRPr="00E52B73">
      <w:rPr>
        <w:rStyle w:val="Paginanummer"/>
        <w:rFonts w:ascii="Arial" w:hAnsi="Arial" w:cs="Arial"/>
      </w:rPr>
      <w:fldChar w:fldCharType="end"/>
    </w:r>
  </w:p>
  <w:p w:rsidR="00BE61F9" w:rsidRDefault="00BE61F9" w:rsidP="006B6A42">
    <w:pPr>
      <w:pStyle w:val="Voetteks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61F9" w:rsidRDefault="00BE61F9">
      <w:r>
        <w:separator/>
      </w:r>
    </w:p>
  </w:footnote>
  <w:footnote w:type="continuationSeparator" w:id="0">
    <w:p w:rsidR="00BE61F9" w:rsidRDefault="00BE61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35C4E"/>
    <w:multiLevelType w:val="hybridMultilevel"/>
    <w:tmpl w:val="57EEAD08"/>
    <w:lvl w:ilvl="0" w:tplc="9092DC92">
      <w:start w:val="1"/>
      <w:numFmt w:val="bullet"/>
      <w:pStyle w:val="hokjesok"/>
      <w:lvlText w:val="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  <w:color w:val="auto"/>
        <w:sz w:val="20"/>
        <w:szCs w:val="20"/>
      </w:rPr>
    </w:lvl>
    <w:lvl w:ilvl="1" w:tplc="47D2A10C">
      <w:start w:val="1"/>
      <w:numFmt w:val="bullet"/>
      <w:pStyle w:val="hokjesok"/>
      <w:lvlText w:val="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  <w:color w:val="auto"/>
        <w:sz w:val="20"/>
        <w:szCs w:val="20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325B0"/>
    <w:multiLevelType w:val="hybridMultilevel"/>
    <w:tmpl w:val="7CF444DA"/>
    <w:lvl w:ilvl="0" w:tplc="0413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5F43D4A"/>
    <w:multiLevelType w:val="hybridMultilevel"/>
    <w:tmpl w:val="E9561C70"/>
    <w:lvl w:ilvl="0" w:tplc="03E2761E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872BB6"/>
    <w:multiLevelType w:val="hybridMultilevel"/>
    <w:tmpl w:val="1102F942"/>
    <w:lvl w:ilvl="0" w:tplc="E9F6335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8B03373"/>
    <w:multiLevelType w:val="hybridMultilevel"/>
    <w:tmpl w:val="5DCA972E"/>
    <w:lvl w:ilvl="0" w:tplc="07268A54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930732"/>
    <w:multiLevelType w:val="hybridMultilevel"/>
    <w:tmpl w:val="AC1C614C"/>
    <w:lvl w:ilvl="0" w:tplc="04130001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60B0D00"/>
    <w:multiLevelType w:val="hybridMultilevel"/>
    <w:tmpl w:val="61FA16A2"/>
    <w:lvl w:ilvl="0" w:tplc="0413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5"/>
  </w:num>
  <w:num w:numId="5">
    <w:abstractNumId w:val="4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C91"/>
    <w:rsid w:val="000023AE"/>
    <w:rsid w:val="000140FC"/>
    <w:rsid w:val="0001462E"/>
    <w:rsid w:val="00014CBF"/>
    <w:rsid w:val="00017012"/>
    <w:rsid w:val="00023CE5"/>
    <w:rsid w:val="000348CE"/>
    <w:rsid w:val="00034D48"/>
    <w:rsid w:val="00035C37"/>
    <w:rsid w:val="00040187"/>
    <w:rsid w:val="0004076F"/>
    <w:rsid w:val="00042835"/>
    <w:rsid w:val="00043A65"/>
    <w:rsid w:val="00053D6E"/>
    <w:rsid w:val="00053F43"/>
    <w:rsid w:val="00054162"/>
    <w:rsid w:val="000624F1"/>
    <w:rsid w:val="00065000"/>
    <w:rsid w:val="0007565B"/>
    <w:rsid w:val="00081536"/>
    <w:rsid w:val="00084905"/>
    <w:rsid w:val="00086636"/>
    <w:rsid w:val="00093FB7"/>
    <w:rsid w:val="000A00BB"/>
    <w:rsid w:val="000A45C0"/>
    <w:rsid w:val="000A6FE3"/>
    <w:rsid w:val="000C1154"/>
    <w:rsid w:val="000C7985"/>
    <w:rsid w:val="000D5157"/>
    <w:rsid w:val="000D6EEC"/>
    <w:rsid w:val="000E11BE"/>
    <w:rsid w:val="000E1654"/>
    <w:rsid w:val="000E4160"/>
    <w:rsid w:val="000E5C6F"/>
    <w:rsid w:val="000E734F"/>
    <w:rsid w:val="000E774B"/>
    <w:rsid w:val="000F0380"/>
    <w:rsid w:val="000F2F21"/>
    <w:rsid w:val="000F4D31"/>
    <w:rsid w:val="000F4F6C"/>
    <w:rsid w:val="000F5705"/>
    <w:rsid w:val="0010170F"/>
    <w:rsid w:val="001066A4"/>
    <w:rsid w:val="00110C49"/>
    <w:rsid w:val="001124AC"/>
    <w:rsid w:val="00116C86"/>
    <w:rsid w:val="00117187"/>
    <w:rsid w:val="001257DB"/>
    <w:rsid w:val="00125BF9"/>
    <w:rsid w:val="00131252"/>
    <w:rsid w:val="0013382F"/>
    <w:rsid w:val="00135D35"/>
    <w:rsid w:val="00140A64"/>
    <w:rsid w:val="00141C68"/>
    <w:rsid w:val="001521CF"/>
    <w:rsid w:val="00152575"/>
    <w:rsid w:val="00152598"/>
    <w:rsid w:val="001555A5"/>
    <w:rsid w:val="0016017D"/>
    <w:rsid w:val="001610E3"/>
    <w:rsid w:val="001626CD"/>
    <w:rsid w:val="00163057"/>
    <w:rsid w:val="001704C1"/>
    <w:rsid w:val="00175736"/>
    <w:rsid w:val="001779BC"/>
    <w:rsid w:val="00180A42"/>
    <w:rsid w:val="001814CE"/>
    <w:rsid w:val="001A1989"/>
    <w:rsid w:val="001B1297"/>
    <w:rsid w:val="001B7FC8"/>
    <w:rsid w:val="001C569B"/>
    <w:rsid w:val="001C7C33"/>
    <w:rsid w:val="001D4996"/>
    <w:rsid w:val="001D78B9"/>
    <w:rsid w:val="001E08B5"/>
    <w:rsid w:val="001E1A1B"/>
    <w:rsid w:val="001E3084"/>
    <w:rsid w:val="001E581D"/>
    <w:rsid w:val="001F3C0E"/>
    <w:rsid w:val="001F3FA2"/>
    <w:rsid w:val="00203234"/>
    <w:rsid w:val="00205EB1"/>
    <w:rsid w:val="00211B55"/>
    <w:rsid w:val="00213209"/>
    <w:rsid w:val="00213E06"/>
    <w:rsid w:val="00213F00"/>
    <w:rsid w:val="002177A9"/>
    <w:rsid w:val="00220417"/>
    <w:rsid w:val="00222866"/>
    <w:rsid w:val="00223A42"/>
    <w:rsid w:val="00224904"/>
    <w:rsid w:val="00226E8D"/>
    <w:rsid w:val="00235DE4"/>
    <w:rsid w:val="00241261"/>
    <w:rsid w:val="002464DE"/>
    <w:rsid w:val="00246B52"/>
    <w:rsid w:val="00247437"/>
    <w:rsid w:val="002645C2"/>
    <w:rsid w:val="0027030F"/>
    <w:rsid w:val="00271EB1"/>
    <w:rsid w:val="00274EDB"/>
    <w:rsid w:val="00283D8A"/>
    <w:rsid w:val="002940B9"/>
    <w:rsid w:val="002A5253"/>
    <w:rsid w:val="002B1D24"/>
    <w:rsid w:val="002C504B"/>
    <w:rsid w:val="002D0A43"/>
    <w:rsid w:val="002D34BB"/>
    <w:rsid w:val="002D7A30"/>
    <w:rsid w:val="002E24AB"/>
    <w:rsid w:val="002F736D"/>
    <w:rsid w:val="002F75AD"/>
    <w:rsid w:val="003057E0"/>
    <w:rsid w:val="00310146"/>
    <w:rsid w:val="0031151F"/>
    <w:rsid w:val="00312BEF"/>
    <w:rsid w:val="00316AB8"/>
    <w:rsid w:val="003217F9"/>
    <w:rsid w:val="00324E70"/>
    <w:rsid w:val="00325BBB"/>
    <w:rsid w:val="0032671F"/>
    <w:rsid w:val="003373AF"/>
    <w:rsid w:val="00340119"/>
    <w:rsid w:val="00357A1D"/>
    <w:rsid w:val="00360D88"/>
    <w:rsid w:val="00361CDB"/>
    <w:rsid w:val="003627B6"/>
    <w:rsid w:val="00363A11"/>
    <w:rsid w:val="00365AB8"/>
    <w:rsid w:val="003704A8"/>
    <w:rsid w:val="003739F7"/>
    <w:rsid w:val="0037467F"/>
    <w:rsid w:val="003829D5"/>
    <w:rsid w:val="00390314"/>
    <w:rsid w:val="00390BCF"/>
    <w:rsid w:val="003937A2"/>
    <w:rsid w:val="003A026D"/>
    <w:rsid w:val="003A340D"/>
    <w:rsid w:val="003A3487"/>
    <w:rsid w:val="003A53A3"/>
    <w:rsid w:val="003B27C1"/>
    <w:rsid w:val="003B4855"/>
    <w:rsid w:val="003B7333"/>
    <w:rsid w:val="003C2E35"/>
    <w:rsid w:val="003C4928"/>
    <w:rsid w:val="003D1C79"/>
    <w:rsid w:val="003D7196"/>
    <w:rsid w:val="003E14F5"/>
    <w:rsid w:val="003E19FC"/>
    <w:rsid w:val="003E2153"/>
    <w:rsid w:val="003E5DB2"/>
    <w:rsid w:val="003F1A6D"/>
    <w:rsid w:val="003F331F"/>
    <w:rsid w:val="003F7A00"/>
    <w:rsid w:val="0040731D"/>
    <w:rsid w:val="00413A90"/>
    <w:rsid w:val="00413B2A"/>
    <w:rsid w:val="004140F4"/>
    <w:rsid w:val="00414968"/>
    <w:rsid w:val="0042151E"/>
    <w:rsid w:val="00425471"/>
    <w:rsid w:val="004345ED"/>
    <w:rsid w:val="0044547E"/>
    <w:rsid w:val="004473C6"/>
    <w:rsid w:val="004505AC"/>
    <w:rsid w:val="0045240A"/>
    <w:rsid w:val="00455DDA"/>
    <w:rsid w:val="00460A0E"/>
    <w:rsid w:val="0046562F"/>
    <w:rsid w:val="00473D49"/>
    <w:rsid w:val="00481393"/>
    <w:rsid w:val="0048442F"/>
    <w:rsid w:val="004877F8"/>
    <w:rsid w:val="00492E34"/>
    <w:rsid w:val="00496C94"/>
    <w:rsid w:val="004A6203"/>
    <w:rsid w:val="004A7C29"/>
    <w:rsid w:val="004B3B5C"/>
    <w:rsid w:val="004B491B"/>
    <w:rsid w:val="004B5ACC"/>
    <w:rsid w:val="004B6959"/>
    <w:rsid w:val="004D13A3"/>
    <w:rsid w:val="004D1734"/>
    <w:rsid w:val="004D5F87"/>
    <w:rsid w:val="004E2990"/>
    <w:rsid w:val="004F2468"/>
    <w:rsid w:val="004F37CF"/>
    <w:rsid w:val="004F46ED"/>
    <w:rsid w:val="004F57BB"/>
    <w:rsid w:val="00501D7E"/>
    <w:rsid w:val="00505346"/>
    <w:rsid w:val="00507C67"/>
    <w:rsid w:val="00512D34"/>
    <w:rsid w:val="00514120"/>
    <w:rsid w:val="00514838"/>
    <w:rsid w:val="00514B9F"/>
    <w:rsid w:val="0051639A"/>
    <w:rsid w:val="00525F4B"/>
    <w:rsid w:val="005316F0"/>
    <w:rsid w:val="00537F3F"/>
    <w:rsid w:val="005401C3"/>
    <w:rsid w:val="00550553"/>
    <w:rsid w:val="00550E8F"/>
    <w:rsid w:val="00550E97"/>
    <w:rsid w:val="00552A8F"/>
    <w:rsid w:val="00562E3A"/>
    <w:rsid w:val="0056426B"/>
    <w:rsid w:val="0056624B"/>
    <w:rsid w:val="00570FDE"/>
    <w:rsid w:val="00576A97"/>
    <w:rsid w:val="00577D6D"/>
    <w:rsid w:val="00587208"/>
    <w:rsid w:val="00595A91"/>
    <w:rsid w:val="005A1376"/>
    <w:rsid w:val="005A328D"/>
    <w:rsid w:val="005B2559"/>
    <w:rsid w:val="005B4159"/>
    <w:rsid w:val="005B601B"/>
    <w:rsid w:val="005B722B"/>
    <w:rsid w:val="005D104B"/>
    <w:rsid w:val="005D177D"/>
    <w:rsid w:val="005D7F8B"/>
    <w:rsid w:val="005E1A76"/>
    <w:rsid w:val="005F2D7F"/>
    <w:rsid w:val="005F7E80"/>
    <w:rsid w:val="0060052A"/>
    <w:rsid w:val="006041FF"/>
    <w:rsid w:val="006069A6"/>
    <w:rsid w:val="00611EED"/>
    <w:rsid w:val="0061241F"/>
    <w:rsid w:val="00613D17"/>
    <w:rsid w:val="0061679D"/>
    <w:rsid w:val="00620FA2"/>
    <w:rsid w:val="00622D95"/>
    <w:rsid w:val="00626878"/>
    <w:rsid w:val="0063779B"/>
    <w:rsid w:val="0064024A"/>
    <w:rsid w:val="00641921"/>
    <w:rsid w:val="0064283C"/>
    <w:rsid w:val="006436D5"/>
    <w:rsid w:val="00647440"/>
    <w:rsid w:val="00647500"/>
    <w:rsid w:val="006543A0"/>
    <w:rsid w:val="00666944"/>
    <w:rsid w:val="0067616B"/>
    <w:rsid w:val="006830EA"/>
    <w:rsid w:val="00686D90"/>
    <w:rsid w:val="00692900"/>
    <w:rsid w:val="006A3DF3"/>
    <w:rsid w:val="006A406F"/>
    <w:rsid w:val="006B6A42"/>
    <w:rsid w:val="006D0994"/>
    <w:rsid w:val="006D4A29"/>
    <w:rsid w:val="006D597F"/>
    <w:rsid w:val="006D7858"/>
    <w:rsid w:val="006E6918"/>
    <w:rsid w:val="006F00B1"/>
    <w:rsid w:val="006F059B"/>
    <w:rsid w:val="006F309A"/>
    <w:rsid w:val="00704720"/>
    <w:rsid w:val="00705178"/>
    <w:rsid w:val="00706C08"/>
    <w:rsid w:val="00710428"/>
    <w:rsid w:val="007120B2"/>
    <w:rsid w:val="00714563"/>
    <w:rsid w:val="0071480C"/>
    <w:rsid w:val="00715381"/>
    <w:rsid w:val="007155E5"/>
    <w:rsid w:val="00717275"/>
    <w:rsid w:val="00722CC0"/>
    <w:rsid w:val="00733EF8"/>
    <w:rsid w:val="00734477"/>
    <w:rsid w:val="00734961"/>
    <w:rsid w:val="00735057"/>
    <w:rsid w:val="0073692E"/>
    <w:rsid w:val="00760EF0"/>
    <w:rsid w:val="007642EC"/>
    <w:rsid w:val="00766987"/>
    <w:rsid w:val="00767693"/>
    <w:rsid w:val="0076778D"/>
    <w:rsid w:val="00770AA3"/>
    <w:rsid w:val="00773E04"/>
    <w:rsid w:val="00774F1F"/>
    <w:rsid w:val="00784DC7"/>
    <w:rsid w:val="0078741A"/>
    <w:rsid w:val="007877C2"/>
    <w:rsid w:val="007900B8"/>
    <w:rsid w:val="007A4F6B"/>
    <w:rsid w:val="007A5206"/>
    <w:rsid w:val="007A52AA"/>
    <w:rsid w:val="007A74AE"/>
    <w:rsid w:val="007B5B7D"/>
    <w:rsid w:val="007C233D"/>
    <w:rsid w:val="007C411C"/>
    <w:rsid w:val="007C45E2"/>
    <w:rsid w:val="007D062B"/>
    <w:rsid w:val="007D55A1"/>
    <w:rsid w:val="007D5DF5"/>
    <w:rsid w:val="007E4388"/>
    <w:rsid w:val="007E4733"/>
    <w:rsid w:val="007E6094"/>
    <w:rsid w:val="007F00DC"/>
    <w:rsid w:val="007F461D"/>
    <w:rsid w:val="007F517A"/>
    <w:rsid w:val="007F79A1"/>
    <w:rsid w:val="00804B5B"/>
    <w:rsid w:val="0081580E"/>
    <w:rsid w:val="0082057C"/>
    <w:rsid w:val="00834414"/>
    <w:rsid w:val="00844F78"/>
    <w:rsid w:val="00852ADA"/>
    <w:rsid w:val="008617E2"/>
    <w:rsid w:val="00861E6F"/>
    <w:rsid w:val="00863054"/>
    <w:rsid w:val="0086455A"/>
    <w:rsid w:val="0087581D"/>
    <w:rsid w:val="008769C3"/>
    <w:rsid w:val="00881108"/>
    <w:rsid w:val="00883559"/>
    <w:rsid w:val="00884254"/>
    <w:rsid w:val="008850CD"/>
    <w:rsid w:val="00893B31"/>
    <w:rsid w:val="0089459D"/>
    <w:rsid w:val="008A54A2"/>
    <w:rsid w:val="008B0F64"/>
    <w:rsid w:val="008B2107"/>
    <w:rsid w:val="008B548E"/>
    <w:rsid w:val="008C383B"/>
    <w:rsid w:val="008C637C"/>
    <w:rsid w:val="008D1A4D"/>
    <w:rsid w:val="008D526E"/>
    <w:rsid w:val="008D6E1E"/>
    <w:rsid w:val="008E0F6C"/>
    <w:rsid w:val="008F5679"/>
    <w:rsid w:val="008F70C6"/>
    <w:rsid w:val="00901366"/>
    <w:rsid w:val="0091237D"/>
    <w:rsid w:val="00921B36"/>
    <w:rsid w:val="009255FA"/>
    <w:rsid w:val="009263B6"/>
    <w:rsid w:val="009300FC"/>
    <w:rsid w:val="00933C06"/>
    <w:rsid w:val="00933D3F"/>
    <w:rsid w:val="009345DA"/>
    <w:rsid w:val="00934C0D"/>
    <w:rsid w:val="00936032"/>
    <w:rsid w:val="0094142C"/>
    <w:rsid w:val="009423A3"/>
    <w:rsid w:val="00947DBC"/>
    <w:rsid w:val="00951F95"/>
    <w:rsid w:val="00953D71"/>
    <w:rsid w:val="009547C3"/>
    <w:rsid w:val="00956228"/>
    <w:rsid w:val="00960592"/>
    <w:rsid w:val="0096172B"/>
    <w:rsid w:val="00985BE5"/>
    <w:rsid w:val="009875E6"/>
    <w:rsid w:val="00995F4E"/>
    <w:rsid w:val="0099645D"/>
    <w:rsid w:val="00997FDC"/>
    <w:rsid w:val="009A0179"/>
    <w:rsid w:val="009A17B4"/>
    <w:rsid w:val="009A1BC0"/>
    <w:rsid w:val="009A41FA"/>
    <w:rsid w:val="009A4F32"/>
    <w:rsid w:val="009A5654"/>
    <w:rsid w:val="009A5E65"/>
    <w:rsid w:val="009B6BC1"/>
    <w:rsid w:val="009C3C61"/>
    <w:rsid w:val="009C6498"/>
    <w:rsid w:val="009C6DEC"/>
    <w:rsid w:val="009D4305"/>
    <w:rsid w:val="009E1388"/>
    <w:rsid w:val="009E62A4"/>
    <w:rsid w:val="009F286A"/>
    <w:rsid w:val="009F7E68"/>
    <w:rsid w:val="00A039A2"/>
    <w:rsid w:val="00A12D13"/>
    <w:rsid w:val="00A13D5A"/>
    <w:rsid w:val="00A13EF4"/>
    <w:rsid w:val="00A24701"/>
    <w:rsid w:val="00A26D02"/>
    <w:rsid w:val="00A34BAF"/>
    <w:rsid w:val="00A50A16"/>
    <w:rsid w:val="00A564F0"/>
    <w:rsid w:val="00A60EFF"/>
    <w:rsid w:val="00A62A47"/>
    <w:rsid w:val="00A64864"/>
    <w:rsid w:val="00A657B1"/>
    <w:rsid w:val="00A6609B"/>
    <w:rsid w:val="00A716A6"/>
    <w:rsid w:val="00A80054"/>
    <w:rsid w:val="00A855D6"/>
    <w:rsid w:val="00A90AED"/>
    <w:rsid w:val="00AA1B72"/>
    <w:rsid w:val="00AA7532"/>
    <w:rsid w:val="00AB3ECF"/>
    <w:rsid w:val="00AB4147"/>
    <w:rsid w:val="00AB4943"/>
    <w:rsid w:val="00AB5973"/>
    <w:rsid w:val="00AB5D7C"/>
    <w:rsid w:val="00AB7D91"/>
    <w:rsid w:val="00AC6A9D"/>
    <w:rsid w:val="00AC739D"/>
    <w:rsid w:val="00AD402E"/>
    <w:rsid w:val="00AE4E2E"/>
    <w:rsid w:val="00AE5B73"/>
    <w:rsid w:val="00AE6673"/>
    <w:rsid w:val="00AE746F"/>
    <w:rsid w:val="00AF0220"/>
    <w:rsid w:val="00AF22AD"/>
    <w:rsid w:val="00AF6D46"/>
    <w:rsid w:val="00B04122"/>
    <w:rsid w:val="00B043D5"/>
    <w:rsid w:val="00B071F2"/>
    <w:rsid w:val="00B128D9"/>
    <w:rsid w:val="00B22A56"/>
    <w:rsid w:val="00B34617"/>
    <w:rsid w:val="00B3476B"/>
    <w:rsid w:val="00B34869"/>
    <w:rsid w:val="00B352BD"/>
    <w:rsid w:val="00B35326"/>
    <w:rsid w:val="00B41E4B"/>
    <w:rsid w:val="00B47C91"/>
    <w:rsid w:val="00B62752"/>
    <w:rsid w:val="00B64C97"/>
    <w:rsid w:val="00B66645"/>
    <w:rsid w:val="00B71A66"/>
    <w:rsid w:val="00B74F45"/>
    <w:rsid w:val="00B77DB4"/>
    <w:rsid w:val="00B81060"/>
    <w:rsid w:val="00B85348"/>
    <w:rsid w:val="00B861DF"/>
    <w:rsid w:val="00B8735C"/>
    <w:rsid w:val="00B90F5C"/>
    <w:rsid w:val="00B919AC"/>
    <w:rsid w:val="00B95C03"/>
    <w:rsid w:val="00B979F4"/>
    <w:rsid w:val="00BA18D5"/>
    <w:rsid w:val="00BA341D"/>
    <w:rsid w:val="00BB4504"/>
    <w:rsid w:val="00BB6385"/>
    <w:rsid w:val="00BB79D4"/>
    <w:rsid w:val="00BC0C9C"/>
    <w:rsid w:val="00BC3ED9"/>
    <w:rsid w:val="00BD1099"/>
    <w:rsid w:val="00BD113A"/>
    <w:rsid w:val="00BD34E8"/>
    <w:rsid w:val="00BD75C3"/>
    <w:rsid w:val="00BE06BC"/>
    <w:rsid w:val="00BE61F9"/>
    <w:rsid w:val="00C0122C"/>
    <w:rsid w:val="00C03E0B"/>
    <w:rsid w:val="00C054E8"/>
    <w:rsid w:val="00C12DBF"/>
    <w:rsid w:val="00C1463C"/>
    <w:rsid w:val="00C17771"/>
    <w:rsid w:val="00C23544"/>
    <w:rsid w:val="00C30C7D"/>
    <w:rsid w:val="00C46997"/>
    <w:rsid w:val="00C50C5E"/>
    <w:rsid w:val="00C64B5F"/>
    <w:rsid w:val="00C91BD3"/>
    <w:rsid w:val="00C91E69"/>
    <w:rsid w:val="00CA4728"/>
    <w:rsid w:val="00CA6CB8"/>
    <w:rsid w:val="00CB0035"/>
    <w:rsid w:val="00CB029D"/>
    <w:rsid w:val="00CB19A2"/>
    <w:rsid w:val="00CB4E3B"/>
    <w:rsid w:val="00CB774C"/>
    <w:rsid w:val="00CC39EF"/>
    <w:rsid w:val="00CD7DE3"/>
    <w:rsid w:val="00CE7415"/>
    <w:rsid w:val="00CF1B2F"/>
    <w:rsid w:val="00CF361C"/>
    <w:rsid w:val="00CF4DF0"/>
    <w:rsid w:val="00D01993"/>
    <w:rsid w:val="00D043D5"/>
    <w:rsid w:val="00D074F3"/>
    <w:rsid w:val="00D10B09"/>
    <w:rsid w:val="00D148F0"/>
    <w:rsid w:val="00D15C93"/>
    <w:rsid w:val="00D24E5F"/>
    <w:rsid w:val="00D35707"/>
    <w:rsid w:val="00D35879"/>
    <w:rsid w:val="00D422E3"/>
    <w:rsid w:val="00D45BA0"/>
    <w:rsid w:val="00D524E5"/>
    <w:rsid w:val="00D5285E"/>
    <w:rsid w:val="00D54A13"/>
    <w:rsid w:val="00D61B70"/>
    <w:rsid w:val="00D62460"/>
    <w:rsid w:val="00D63336"/>
    <w:rsid w:val="00D64952"/>
    <w:rsid w:val="00D73D66"/>
    <w:rsid w:val="00D74178"/>
    <w:rsid w:val="00D77361"/>
    <w:rsid w:val="00D91A78"/>
    <w:rsid w:val="00D931E2"/>
    <w:rsid w:val="00D93921"/>
    <w:rsid w:val="00D946CA"/>
    <w:rsid w:val="00DA162F"/>
    <w:rsid w:val="00DA1771"/>
    <w:rsid w:val="00DA4644"/>
    <w:rsid w:val="00DA655D"/>
    <w:rsid w:val="00DB0F79"/>
    <w:rsid w:val="00DB288D"/>
    <w:rsid w:val="00DB3E45"/>
    <w:rsid w:val="00DB74C5"/>
    <w:rsid w:val="00DC3D8F"/>
    <w:rsid w:val="00DC46D7"/>
    <w:rsid w:val="00DD23FC"/>
    <w:rsid w:val="00DD38B0"/>
    <w:rsid w:val="00DE00BA"/>
    <w:rsid w:val="00DE0A7F"/>
    <w:rsid w:val="00DE26D8"/>
    <w:rsid w:val="00DF2C43"/>
    <w:rsid w:val="00DF4AEF"/>
    <w:rsid w:val="00DF6CF2"/>
    <w:rsid w:val="00E00AC0"/>
    <w:rsid w:val="00E00D57"/>
    <w:rsid w:val="00E02D46"/>
    <w:rsid w:val="00E03CFB"/>
    <w:rsid w:val="00E1745C"/>
    <w:rsid w:val="00E211FC"/>
    <w:rsid w:val="00E21B31"/>
    <w:rsid w:val="00E30D71"/>
    <w:rsid w:val="00E34755"/>
    <w:rsid w:val="00E3779A"/>
    <w:rsid w:val="00E40D8C"/>
    <w:rsid w:val="00E414B8"/>
    <w:rsid w:val="00E43783"/>
    <w:rsid w:val="00E473B3"/>
    <w:rsid w:val="00E512CF"/>
    <w:rsid w:val="00E52B73"/>
    <w:rsid w:val="00E549D0"/>
    <w:rsid w:val="00E55560"/>
    <w:rsid w:val="00E56D76"/>
    <w:rsid w:val="00E57E26"/>
    <w:rsid w:val="00E605CB"/>
    <w:rsid w:val="00E6395C"/>
    <w:rsid w:val="00E63BBA"/>
    <w:rsid w:val="00E6663E"/>
    <w:rsid w:val="00E70751"/>
    <w:rsid w:val="00E714B7"/>
    <w:rsid w:val="00E730F9"/>
    <w:rsid w:val="00E75325"/>
    <w:rsid w:val="00E85C48"/>
    <w:rsid w:val="00E86870"/>
    <w:rsid w:val="00E8742E"/>
    <w:rsid w:val="00E92029"/>
    <w:rsid w:val="00EA19F2"/>
    <w:rsid w:val="00EA2C5C"/>
    <w:rsid w:val="00EA612E"/>
    <w:rsid w:val="00EB2602"/>
    <w:rsid w:val="00EB62C7"/>
    <w:rsid w:val="00EC2709"/>
    <w:rsid w:val="00EC29B6"/>
    <w:rsid w:val="00EC3F48"/>
    <w:rsid w:val="00EC43F8"/>
    <w:rsid w:val="00ED03FC"/>
    <w:rsid w:val="00ED2015"/>
    <w:rsid w:val="00ED271D"/>
    <w:rsid w:val="00ED54AC"/>
    <w:rsid w:val="00EE32F4"/>
    <w:rsid w:val="00EF36AD"/>
    <w:rsid w:val="00EF3E58"/>
    <w:rsid w:val="00EF48C3"/>
    <w:rsid w:val="00EF4A70"/>
    <w:rsid w:val="00F176A4"/>
    <w:rsid w:val="00F21AED"/>
    <w:rsid w:val="00F2363E"/>
    <w:rsid w:val="00F329CF"/>
    <w:rsid w:val="00F32EDE"/>
    <w:rsid w:val="00F3524B"/>
    <w:rsid w:val="00F35A24"/>
    <w:rsid w:val="00F360BA"/>
    <w:rsid w:val="00F410C2"/>
    <w:rsid w:val="00F4789F"/>
    <w:rsid w:val="00F50DAC"/>
    <w:rsid w:val="00F55B48"/>
    <w:rsid w:val="00F5690A"/>
    <w:rsid w:val="00F57691"/>
    <w:rsid w:val="00F6058F"/>
    <w:rsid w:val="00F609B5"/>
    <w:rsid w:val="00F61828"/>
    <w:rsid w:val="00F8468B"/>
    <w:rsid w:val="00F8598D"/>
    <w:rsid w:val="00F85DF1"/>
    <w:rsid w:val="00F8613D"/>
    <w:rsid w:val="00F9786D"/>
    <w:rsid w:val="00FA2752"/>
    <w:rsid w:val="00FA5287"/>
    <w:rsid w:val="00FA6D03"/>
    <w:rsid w:val="00FC0F42"/>
    <w:rsid w:val="00FC46AA"/>
    <w:rsid w:val="00FC7377"/>
    <w:rsid w:val="00FD41F9"/>
    <w:rsid w:val="00FD4AF0"/>
    <w:rsid w:val="00FD76F7"/>
    <w:rsid w:val="00FE52D9"/>
    <w:rsid w:val="00FF0B9B"/>
    <w:rsid w:val="00FF0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,2,3,4"/>
    </o:shapelayout>
  </w:shapeDefaults>
  <w:decimalSymbol w:val=","/>
  <w:listSeparator w:val=";"/>
  <w15:chartTrackingRefBased/>
  <w15:docId w15:val="{44F839B0-ED9F-45E0-B410-9C1B5AAEC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7F517A"/>
    <w:rPr>
      <w:sz w:val="22"/>
      <w:szCs w:val="22"/>
    </w:rPr>
  </w:style>
  <w:style w:type="paragraph" w:styleId="Kop1">
    <w:name w:val="heading 1"/>
    <w:basedOn w:val="Standaard"/>
    <w:next w:val="Standaard"/>
    <w:qFormat/>
    <w:rsid w:val="004877F8"/>
    <w:pPr>
      <w:keepNext/>
      <w:outlineLvl w:val="0"/>
    </w:pPr>
    <w:rPr>
      <w:rFonts w:ascii="Arial" w:hAnsi="Arial"/>
      <w:sz w:val="24"/>
      <w:szCs w:val="24"/>
      <w:u w:val="single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  <w:style w:type="paragraph" w:styleId="Voettekst">
    <w:name w:val="footer"/>
    <w:basedOn w:val="Standaard"/>
    <w:rsid w:val="006B6A42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rsid w:val="006B6A42"/>
  </w:style>
  <w:style w:type="paragraph" w:styleId="Ballontekst">
    <w:name w:val="Balloon Text"/>
    <w:basedOn w:val="Standaard"/>
    <w:semiHidden/>
    <w:rsid w:val="007C411C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0D51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ttetekst">
    <w:name w:val="Body Text"/>
    <w:basedOn w:val="Standaard"/>
    <w:rsid w:val="00235DE4"/>
    <w:rPr>
      <w:b/>
      <w:bCs/>
      <w:sz w:val="24"/>
      <w:szCs w:val="24"/>
    </w:rPr>
  </w:style>
  <w:style w:type="paragraph" w:styleId="Plattetekstinspringen">
    <w:name w:val="Body Text Indent"/>
    <w:basedOn w:val="Standaard"/>
    <w:link w:val="PlattetekstinspringenChar"/>
    <w:rsid w:val="00717275"/>
    <w:pPr>
      <w:spacing w:after="120"/>
      <w:ind w:left="283"/>
    </w:pPr>
  </w:style>
  <w:style w:type="paragraph" w:styleId="Koptekst">
    <w:name w:val="header"/>
    <w:basedOn w:val="Standaard"/>
    <w:rsid w:val="00DF6CF2"/>
    <w:pPr>
      <w:tabs>
        <w:tab w:val="center" w:pos="4536"/>
        <w:tab w:val="right" w:pos="9072"/>
      </w:tabs>
    </w:pPr>
  </w:style>
  <w:style w:type="paragraph" w:styleId="Plattetekst3">
    <w:name w:val="Body Text 3"/>
    <w:basedOn w:val="Standaard"/>
    <w:rsid w:val="004877F8"/>
    <w:pPr>
      <w:spacing w:after="120"/>
    </w:pPr>
    <w:rPr>
      <w:sz w:val="16"/>
      <w:szCs w:val="16"/>
    </w:rPr>
  </w:style>
  <w:style w:type="paragraph" w:customStyle="1" w:styleId="Kop">
    <w:name w:val="Kop"/>
    <w:basedOn w:val="Standaard"/>
    <w:next w:val="Standaard"/>
    <w:rsid w:val="004877F8"/>
    <w:pPr>
      <w:pBdr>
        <w:top w:val="single" w:sz="6" w:space="4" w:color="auto"/>
        <w:bottom w:val="single" w:sz="6" w:space="4" w:color="auto"/>
      </w:pBdr>
      <w:spacing w:line="240" w:lineRule="atLeast"/>
    </w:pPr>
    <w:rPr>
      <w:szCs w:val="24"/>
    </w:rPr>
  </w:style>
  <w:style w:type="paragraph" w:styleId="Titel">
    <w:name w:val="Title"/>
    <w:basedOn w:val="Standaard"/>
    <w:qFormat/>
    <w:rsid w:val="004877F8"/>
    <w:pPr>
      <w:spacing w:before="240" w:after="60" w:line="240" w:lineRule="atLeast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PlattetekstinspringenChar">
    <w:name w:val="Platte tekst inspringen Char"/>
    <w:basedOn w:val="Standaardalinea-lettertype"/>
    <w:link w:val="Plattetekstinspringen"/>
    <w:locked/>
    <w:rsid w:val="00A50A16"/>
    <w:rPr>
      <w:sz w:val="22"/>
      <w:szCs w:val="22"/>
      <w:lang w:val="nl-NL" w:eastAsia="nl-NL" w:bidi="ar-SA"/>
    </w:rPr>
  </w:style>
  <w:style w:type="paragraph" w:customStyle="1" w:styleId="hokjesok">
    <w:name w:val="hokjes ok"/>
    <w:basedOn w:val="Standaard"/>
    <w:link w:val="hokjesokChar"/>
    <w:rsid w:val="001B7FC8"/>
    <w:pPr>
      <w:numPr>
        <w:ilvl w:val="1"/>
        <w:numId w:val="6"/>
      </w:numPr>
    </w:pPr>
  </w:style>
  <w:style w:type="character" w:customStyle="1" w:styleId="hokjesokChar">
    <w:name w:val="hokjes ok Char"/>
    <w:basedOn w:val="Standaardalinea-lettertype"/>
    <w:link w:val="hokjesok"/>
    <w:rsid w:val="001B7FC8"/>
    <w:rPr>
      <w:sz w:val="22"/>
      <w:szCs w:val="22"/>
      <w:lang w:val="nl-NL" w:eastAsia="nl-NL" w:bidi="ar-SA"/>
    </w:rPr>
  </w:style>
  <w:style w:type="character" w:customStyle="1" w:styleId="CharChar">
    <w:name w:val=" Char Char"/>
    <w:basedOn w:val="Standaardalinea-lettertype"/>
    <w:locked/>
    <w:rsid w:val="00FD76F7"/>
    <w:rPr>
      <w:sz w:val="22"/>
      <w:szCs w:val="22"/>
      <w:lang w:val="nl-NL" w:eastAsia="nl-N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2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2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8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0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0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2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1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0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jpeg"/><Relationship Id="rId3" Type="http://schemas.openxmlformats.org/officeDocument/2006/relationships/customXml" Target="../customXml/item2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1.xml"/><Relationship Id="rId16" Type="http://schemas.openxmlformats.org/officeDocument/2006/relationships/fontTable" Target="fontTable.xml"/><Relationship Id="rId1" Type="http://schemas.microsoft.com/office/2006/relationships/keyMapCustomizations" Target="customizations.xml"/><Relationship Id="rId6" Type="http://schemas.openxmlformats.org/officeDocument/2006/relationships/customXml" Target="../customXml/item5.xml"/><Relationship Id="rId11" Type="http://schemas.openxmlformats.org/officeDocument/2006/relationships/footnotes" Target="footnotes.xml"/><Relationship Id="rId5" Type="http://schemas.openxmlformats.org/officeDocument/2006/relationships/customXml" Target="../customXml/item4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3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TZinlBibMeetInstrumentDoc" ma:contentTypeID="0x0101008FBCB55CC47A443CB772F1C35369E5E300E1DD743A00D248DCAE2242640CE6C5720023CAC21B3571694D8574405A29AB624B" ma:contentTypeVersion="173" ma:contentTypeDescription="Content type for CT MeetInstrument" ma:contentTypeScope="" ma:versionID="5b862b9456f367306179e5f0931029cd">
  <xsd:schema xmlns:xsd="http://www.w3.org/2001/XMLSchema" xmlns:xs="http://www.w3.org/2001/XMLSchema" xmlns:p="http://schemas.microsoft.com/office/2006/metadata/properties" xmlns:ns1="http://schemas.microsoft.com/sharepoint/v3" xmlns:ns2="fd2069cc-00ae-4f60-8ff8-57f81a5b98cd" targetNamespace="http://schemas.microsoft.com/office/2006/metadata/properties" ma:root="true" ma:fieldsID="1368f8b340346add2fbcfe77a774b19c" ns1:_="" ns2:_="">
    <xsd:import namespace="http://schemas.microsoft.com/sharepoint/v3"/>
    <xsd:import namespace="fd2069cc-00ae-4f60-8ff8-57f81a5b98cd"/>
    <xsd:element name="properties">
      <xsd:complexType>
        <xsd:sequence>
          <xsd:element name="documentManagement">
            <xsd:complexType>
              <xsd:all>
                <xsd:element ref="ns1:Ontwikkeldatum"/>
                <xsd:element ref="ns1:Anders" minOccurs="0"/>
                <xsd:element ref="ns2:Notities" minOccurs="0"/>
                <xsd:element ref="ns1:Openbaarzetten" minOccurs="0"/>
                <xsd:element ref="ns1:Versienummer" minOccurs="0"/>
                <xsd:element ref="ns1:Meetinstrument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Ontwikkeldatum" ma:index="8" ma:displayName="Publicatiedatum" ma:description="" ma:format="DateOnly" ma:internalName="Ontwikkeldatum">
      <xsd:simpleType>
        <xsd:restriction base="dms:DateTime"/>
      </xsd:simpleType>
    </xsd:element>
    <xsd:element name="Anders" ma:index="9" nillable="true" ma:displayName="Anders nl." ma:description="Anders nl." ma:hidden="true" ma:internalName="Anders">
      <xsd:simpleType>
        <xsd:restriction base="dms:Note"/>
      </xsd:simpleType>
    </xsd:element>
    <xsd:element name="Openbaarzetten" ma:index="11" nillable="true" ma:displayName="Wilt u het bestand openbaar zetten?" ma:default="Openbaar" ma:description="" ma:format="RadioButtons" ma:internalName="Openbaarzetten">
      <xsd:simpleType>
        <xsd:restriction base="dms:Choice">
          <xsd:enumeration value="Openbaar"/>
          <xsd:enumeration value="Alleen voor beheerders"/>
        </xsd:restriction>
      </xsd:simpleType>
    </xsd:element>
    <xsd:element name="Versienummer" ma:index="12" nillable="true" ma:displayName="Versienummer" ma:description="" ma:internalName="Versienummer">
      <xsd:simpleType>
        <xsd:restriction base="dms:Text"/>
      </xsd:simpleType>
    </xsd:element>
    <xsd:element name="MeetinstrumentType" ma:index="13" nillable="true" ma:displayName="Meetinstrument type" ma:default="Indicator" ma:description="" ma:format="Dropdown" ma:internalName="MeetinstrumentType">
      <xsd:simpleType>
        <xsd:restriction base="dms:Choice">
          <xsd:enumeration value="Indicator"/>
          <xsd:enumeration value="Indicatorset"/>
          <xsd:enumeration value="Vragenlijst"/>
          <xsd:enumeration value="Werkinstructie"/>
          <xsd:enumeration value="Procesbeschrijving"/>
          <xsd:enumeration value="Rapport"/>
          <xsd:enumeration value="Aanbiedingsformulier"/>
          <xsd:enumeration value="Overig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2069cc-00ae-4f60-8ff8-57f81a5b98cd" elementFormDefault="qualified">
    <xsd:import namespace="http://schemas.microsoft.com/office/2006/documentManagement/types"/>
    <xsd:import namespace="http://schemas.microsoft.com/office/infopath/2007/PartnerControls"/>
    <xsd:element name="Notities" ma:index="10" nillable="true" ma:displayName="Notities" ma:internalName="Notitie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421708e5-2dfc-4d87-9420-7967329ca836" ContentTypeId="0x0101008FBCB55CC47A443CB772F1C35369E5E300E1DD743A00D248DCAE2242640CE6C572" PreviousValue="false"/>
</file>

<file path=customXml/item3.xml><?xml version="1.0" encoding="utf-8"?>
<LongProperties xmlns="http://schemas.microsoft.com/office/2006/metadata/longPropertie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ntwikkeldatum xmlns="http://schemas.microsoft.com/sharepoint/v3">2010-03-31T22:00:00+00:00</Ontwikkeldatum>
    <Notities xmlns="fd2069cc-00ae-4f60-8ff8-57f81a5b98cd" xsi:nil="true"/>
    <Anders xmlns="http://schemas.microsoft.com/sharepoint/v3">&lt;div&gt;&lt;/div&gt;</Anders>
    <MeetinstrumentType xmlns="http://schemas.microsoft.com/sharepoint/v3">Vragenlijst</MeetinstrumentType>
    <Openbaarzetten xmlns="http://schemas.microsoft.com/sharepoint/v3">Openbaar</Openbaarzetten>
    <Versienummer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CE7CB136-3AFF-43D1-B6FB-A0B05F57C7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d2069cc-00ae-4f60-8ff8-57f81a5b98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F7D6482-82A2-4628-9B61-FEDE2FD6ED80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3DCE1BCA-9938-4580-BBCE-3D027832AC11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89FB35E7-58A8-41C1-9EC6-BE35EA13A20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1460B8D-DE74-4BCC-9D02-F1874D919AE4}">
  <ds:schemaRefs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fd2069cc-00ae-4f60-8ff8-57f81a5b98cd"/>
    <ds:schemaRef ds:uri="http://schemas.microsoft.com/sharepoint/v3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4E127AAA.dotm</Template>
  <TotalTime>0</TotalTime>
  <Pages>11</Pages>
  <Words>2353</Words>
  <Characters>12946</Characters>
  <Application>Microsoft Office Word</Application>
  <DocSecurity>0</DocSecurity>
  <Lines>107</Lines>
  <Paragraphs>30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Vragenlijst CQ-index Lichamelijke Gehandicaptenzorg (Ervaringen met dagbesteding)</vt:lpstr>
    </vt:vector>
  </TitlesOfParts>
  <Company/>
  <LinksUpToDate>false</LinksUpToDate>
  <CharactersWithSpaces>15269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Vragenlijst CQ-index Lichamelijke Gehandicaptenzorg (Ervaringen met dagbesteding)</dc:title>
  <dc:subject/>
  <dc:creator>ITS</dc:creator>
  <cp:keywords/>
  <dc:description/>
  <cp:lastModifiedBy>Rijk, mw. J. de</cp:lastModifiedBy>
  <cp:revision>2</cp:revision>
  <cp:lastPrinted>2010-03-29T10:42:00Z</cp:lastPrinted>
  <dcterms:created xsi:type="dcterms:W3CDTF">2019-03-18T11:42:00Z</dcterms:created>
  <dcterms:modified xsi:type="dcterms:W3CDTF">2019-03-18T11:42:00Z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ductenmerknamen">
    <vt:lpwstr>&lt;div&gt;&lt;/div&gt;</vt:lpwstr>
  </property>
  <property fmtid="{D5CDD505-2E9C-101B-9397-08002B2CF9AE}" pid="3" name="Ambitiesvoordoorontwikkeling">
    <vt:lpwstr>Opname Register</vt:lpwstr>
  </property>
  <property fmtid="{D5CDD505-2E9C-101B-9397-08002B2CF9AE}" pid="4" name="Financieringsbron">
    <vt:lpwstr>Niet van toepassing</vt:lpwstr>
  </property>
  <property fmtid="{D5CDD505-2E9C-101B-9397-08002B2CF9AE}" pid="5" name="Productenmerknamengenoemd">
    <vt:lpwstr>Niet van toepassing</vt:lpwstr>
  </property>
</Properties>
</file>